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C2CB1C" w14:textId="77777777" w:rsidR="00382909" w:rsidRPr="007A5BD1" w:rsidRDefault="00382909" w:rsidP="00382909">
      <w:pPr>
        <w:tabs>
          <w:tab w:val="left" w:pos="9354"/>
        </w:tabs>
        <w:ind w:right="-2"/>
        <w:jc w:val="right"/>
        <w:rPr>
          <w:rFonts w:ascii="Tahoma" w:hAnsi="Tahoma" w:cs="Tahoma"/>
          <w:b/>
          <w:sz w:val="20"/>
        </w:rPr>
      </w:pPr>
      <w:bookmarkStart w:id="0" w:name="_Toc381790795"/>
      <w:r w:rsidRPr="007A5BD1">
        <w:rPr>
          <w:rFonts w:ascii="Tahoma" w:hAnsi="Tahoma" w:cs="Tahoma"/>
          <w:b/>
          <w:noProof/>
          <w:sz w:val="20"/>
        </w:rPr>
        <w:drawing>
          <wp:inline distT="0" distB="0" distL="0" distR="0" wp14:anchorId="57D08B7D" wp14:editId="768414D8">
            <wp:extent cx="1409700" cy="1133475"/>
            <wp:effectExtent l="0" t="0" r="0" b="9525"/>
            <wp:docPr id="1" name="Рисунок 1" descr="лого ни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лого ник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0"/>
    <w:p w14:paraId="04DD14C3" w14:textId="4800CD80" w:rsidR="00DC3F1F" w:rsidRPr="007A5BD1" w:rsidRDefault="00DC3F1F" w:rsidP="001E02F7">
      <w:pPr>
        <w:ind w:left="709"/>
        <w:jc w:val="left"/>
        <w:outlineLvl w:val="0"/>
        <w:rPr>
          <w:rFonts w:ascii="Tahoma" w:hAnsi="Tahoma" w:cs="Tahoma"/>
          <w:b/>
          <w:sz w:val="20"/>
        </w:rPr>
      </w:pPr>
    </w:p>
    <w:p w14:paraId="508FF04B" w14:textId="3F99B8D8" w:rsidR="006476AF" w:rsidRPr="007A5BD1" w:rsidRDefault="006476AF" w:rsidP="00121513">
      <w:pPr>
        <w:tabs>
          <w:tab w:val="left" w:pos="9072"/>
        </w:tabs>
        <w:ind w:left="5103"/>
        <w:rPr>
          <w:rFonts w:ascii="Tahoma" w:hAnsi="Tahoma" w:cs="Tahoma"/>
          <w:b/>
          <w:sz w:val="20"/>
        </w:rPr>
      </w:pPr>
      <w:r w:rsidRPr="007A5BD1">
        <w:rPr>
          <w:rFonts w:ascii="Tahoma" w:hAnsi="Tahoma" w:cs="Tahoma"/>
          <w:snapToGrid w:val="0"/>
          <w:sz w:val="20"/>
        </w:rPr>
        <w:tab/>
      </w:r>
    </w:p>
    <w:p w14:paraId="7A4ABB64" w14:textId="77777777" w:rsidR="006476AF" w:rsidRPr="007A5BD1" w:rsidRDefault="006476AF" w:rsidP="006476AF">
      <w:pPr>
        <w:ind w:left="709"/>
        <w:jc w:val="center"/>
        <w:outlineLvl w:val="0"/>
        <w:rPr>
          <w:rFonts w:ascii="Tahoma" w:hAnsi="Tahoma" w:cs="Tahoma"/>
          <w:b/>
          <w:sz w:val="20"/>
        </w:rPr>
      </w:pPr>
      <w:r w:rsidRPr="007A5BD1">
        <w:rPr>
          <w:rFonts w:ascii="Tahoma" w:hAnsi="Tahoma" w:cs="Tahoma"/>
          <w:b/>
          <w:sz w:val="20"/>
        </w:rPr>
        <w:t xml:space="preserve"> </w:t>
      </w:r>
    </w:p>
    <w:p w14:paraId="170A2E9A" w14:textId="77777777" w:rsidR="001E02F7" w:rsidRPr="007A5BD1" w:rsidRDefault="006476AF" w:rsidP="006476AF">
      <w:pPr>
        <w:ind w:left="709"/>
        <w:jc w:val="center"/>
        <w:outlineLvl w:val="0"/>
        <w:rPr>
          <w:rFonts w:ascii="Tahoma" w:hAnsi="Tahoma" w:cs="Tahoma"/>
          <w:b/>
          <w:sz w:val="20"/>
        </w:rPr>
      </w:pPr>
      <w:r w:rsidRPr="007A5BD1">
        <w:rPr>
          <w:rFonts w:ascii="Tahoma" w:hAnsi="Tahoma" w:cs="Tahoma"/>
          <w:b/>
          <w:sz w:val="20"/>
        </w:rPr>
        <w:t>Приглашение к участию в Закупочной процедуре</w:t>
      </w:r>
      <w:r w:rsidR="001E02F7" w:rsidRPr="007A5BD1">
        <w:rPr>
          <w:rFonts w:ascii="Tahoma" w:hAnsi="Tahoma" w:cs="Tahoma"/>
          <w:b/>
          <w:sz w:val="20"/>
        </w:rPr>
        <w:t xml:space="preserve"> </w:t>
      </w:r>
    </w:p>
    <w:p w14:paraId="3D025D6A" w14:textId="6FA554B4" w:rsidR="006476AF" w:rsidRPr="007A5BD1" w:rsidRDefault="001E02F7" w:rsidP="006476AF">
      <w:pPr>
        <w:ind w:left="709"/>
        <w:jc w:val="center"/>
        <w:outlineLvl w:val="0"/>
        <w:rPr>
          <w:rFonts w:ascii="Tahoma" w:hAnsi="Tahoma" w:cs="Tahoma"/>
          <w:b/>
          <w:sz w:val="20"/>
        </w:rPr>
      </w:pPr>
      <w:r w:rsidRPr="007A5BD1">
        <w:rPr>
          <w:rFonts w:ascii="Tahoma" w:hAnsi="Tahoma" w:cs="Tahoma"/>
          <w:b/>
          <w:sz w:val="20"/>
        </w:rPr>
        <w:t xml:space="preserve">№ </w:t>
      </w:r>
      <w:r w:rsidR="000E21B9" w:rsidRPr="007A5BD1">
        <w:rPr>
          <w:rFonts w:ascii="Tahoma" w:hAnsi="Tahoma" w:cs="Tahoma"/>
          <w:b/>
          <w:sz w:val="20"/>
        </w:rPr>
        <w:t>157715</w:t>
      </w:r>
    </w:p>
    <w:p w14:paraId="1EC68221" w14:textId="77777777" w:rsidR="006476AF" w:rsidRPr="007A5BD1" w:rsidRDefault="006476AF" w:rsidP="006476AF">
      <w:pPr>
        <w:ind w:left="709"/>
        <w:jc w:val="center"/>
        <w:outlineLvl w:val="0"/>
        <w:rPr>
          <w:rFonts w:ascii="Tahoma" w:hAnsi="Tahoma" w:cs="Tahoma"/>
          <w:b/>
          <w:sz w:val="20"/>
        </w:rPr>
      </w:pPr>
    </w:p>
    <w:p w14:paraId="407ADE91" w14:textId="77777777" w:rsidR="006476AF" w:rsidRPr="007A5BD1" w:rsidRDefault="006476AF" w:rsidP="00121513">
      <w:pPr>
        <w:ind w:firstLine="851"/>
        <w:rPr>
          <w:rFonts w:ascii="Tahoma" w:hAnsi="Tahoma" w:cs="Tahoma"/>
          <w:sz w:val="20"/>
        </w:rPr>
      </w:pPr>
      <w:r w:rsidRPr="007A5BD1">
        <w:rPr>
          <w:rFonts w:ascii="Tahoma" w:hAnsi="Tahoma" w:cs="Tahoma"/>
          <w:sz w:val="20"/>
        </w:rPr>
        <w:t>Общество с ограниченной ответственностью «Норильское торгово-производственное объединение» (ООО «НТПО») приглашает Вас принять участие в следующей Закупочной процедуре:</w:t>
      </w:r>
    </w:p>
    <w:p w14:paraId="22176D1C" w14:textId="77777777" w:rsidR="00DC3F1F" w:rsidRPr="007A5BD1" w:rsidRDefault="00DC3F1F" w:rsidP="00DC3F1F">
      <w:pPr>
        <w:rPr>
          <w:rFonts w:ascii="Tahoma" w:hAnsi="Tahoma" w:cs="Tahoma"/>
          <w:sz w:val="20"/>
        </w:rPr>
      </w:pPr>
    </w:p>
    <w:tbl>
      <w:tblPr>
        <w:tblW w:w="9781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86" w:type="dxa"/>
          <w:left w:w="130" w:type="dxa"/>
          <w:bottom w:w="86" w:type="dxa"/>
          <w:right w:w="130" w:type="dxa"/>
        </w:tblCellMar>
        <w:tblLook w:val="04A0" w:firstRow="1" w:lastRow="0" w:firstColumn="1" w:lastColumn="0" w:noHBand="0" w:noVBand="1"/>
      </w:tblPr>
      <w:tblGrid>
        <w:gridCol w:w="4568"/>
        <w:gridCol w:w="5213"/>
      </w:tblGrid>
      <w:tr w:rsidR="00A50F66" w:rsidRPr="007A5BD1" w14:paraId="28D6DC4C" w14:textId="77777777" w:rsidTr="004D21EB">
        <w:tc>
          <w:tcPr>
            <w:tcW w:w="4568" w:type="dxa"/>
            <w:shd w:val="clear" w:color="auto" w:fill="auto"/>
          </w:tcPr>
          <w:p w14:paraId="7A2AD768" w14:textId="1D281E59" w:rsidR="00A50F66" w:rsidRPr="007A5BD1" w:rsidRDefault="00A50F66" w:rsidP="00A21E32">
            <w:pPr>
              <w:pStyle w:val="affd"/>
              <w:numPr>
                <w:ilvl w:val="0"/>
                <w:numId w:val="10"/>
              </w:numPr>
              <w:ind w:left="0" w:firstLine="300"/>
              <w:rPr>
                <w:rFonts w:ascii="Tahoma" w:hAnsi="Tahoma" w:cs="Tahoma"/>
                <w:sz w:val="20"/>
              </w:rPr>
            </w:pPr>
            <w:r w:rsidRPr="007A5BD1">
              <w:rPr>
                <w:rFonts w:ascii="Tahoma" w:hAnsi="Tahoma" w:cs="Tahoma"/>
                <w:sz w:val="20"/>
              </w:rPr>
              <w:t xml:space="preserve">Предмет закупки </w:t>
            </w:r>
          </w:p>
        </w:tc>
        <w:tc>
          <w:tcPr>
            <w:tcW w:w="5213" w:type="dxa"/>
            <w:shd w:val="clear" w:color="auto" w:fill="auto"/>
          </w:tcPr>
          <w:p w14:paraId="5896B627" w14:textId="3953708D" w:rsidR="00A50F66" w:rsidRPr="007A5BD1" w:rsidRDefault="005A65AC" w:rsidP="0075796E">
            <w:pPr>
              <w:rPr>
                <w:rFonts w:ascii="Tahoma" w:hAnsi="Tahoma" w:cs="Tahoma"/>
                <w:sz w:val="20"/>
              </w:rPr>
            </w:pPr>
            <w:r w:rsidRPr="007A5BD1">
              <w:rPr>
                <w:rFonts w:ascii="Tahoma" w:hAnsi="Tahoma" w:cs="Tahoma"/>
                <w:sz w:val="20"/>
              </w:rPr>
              <w:t>Поставка комплексной трансформаторной подстанции наружной установки (КТПН) для Распределительного центра по торговле ООО «НТПО», расположенного по адресу: район города Норильска, ул. Октябрьская, 31 строение 3.</w:t>
            </w:r>
          </w:p>
        </w:tc>
      </w:tr>
      <w:tr w:rsidR="00A50F66" w:rsidRPr="007A5BD1" w14:paraId="1B6A3CE5" w14:textId="77777777" w:rsidTr="004D21EB">
        <w:tc>
          <w:tcPr>
            <w:tcW w:w="4568" w:type="dxa"/>
            <w:shd w:val="clear" w:color="auto" w:fill="auto"/>
          </w:tcPr>
          <w:p w14:paraId="55CE1930" w14:textId="4D3E0249" w:rsidR="00A50F66" w:rsidRPr="007A5BD1" w:rsidRDefault="00A50F66" w:rsidP="00A21E32">
            <w:pPr>
              <w:pStyle w:val="affd"/>
              <w:numPr>
                <w:ilvl w:val="0"/>
                <w:numId w:val="10"/>
              </w:numPr>
              <w:ind w:left="0" w:firstLine="300"/>
              <w:rPr>
                <w:rFonts w:ascii="Tahoma" w:hAnsi="Tahoma" w:cs="Tahoma"/>
                <w:sz w:val="20"/>
              </w:rPr>
            </w:pPr>
            <w:r w:rsidRPr="007A5BD1">
              <w:rPr>
                <w:rFonts w:ascii="Tahoma" w:hAnsi="Tahoma" w:cs="Tahoma"/>
                <w:sz w:val="20"/>
              </w:rPr>
              <w:t xml:space="preserve">Инструмент проведения Закупки </w:t>
            </w:r>
          </w:p>
        </w:tc>
        <w:tc>
          <w:tcPr>
            <w:tcW w:w="5213" w:type="dxa"/>
            <w:shd w:val="clear" w:color="auto" w:fill="auto"/>
          </w:tcPr>
          <w:p w14:paraId="5EA92E83" w14:textId="77777777" w:rsidR="00A50F66" w:rsidRPr="007A5BD1" w:rsidRDefault="00A50F66" w:rsidP="004D21EB">
            <w:pPr>
              <w:rPr>
                <w:rFonts w:ascii="Tahoma" w:hAnsi="Tahoma" w:cs="Tahoma"/>
                <w:sz w:val="20"/>
              </w:rPr>
            </w:pPr>
            <w:r w:rsidRPr="007A5BD1">
              <w:rPr>
                <w:rFonts w:ascii="Tahoma" w:hAnsi="Tahoma" w:cs="Tahoma"/>
                <w:sz w:val="20"/>
              </w:rPr>
              <w:t>Запрос предложений</w:t>
            </w:r>
          </w:p>
        </w:tc>
      </w:tr>
      <w:tr w:rsidR="00A50F66" w:rsidRPr="007A5BD1" w14:paraId="66CAA2F5" w14:textId="77777777" w:rsidTr="004D21EB">
        <w:tc>
          <w:tcPr>
            <w:tcW w:w="4568" w:type="dxa"/>
            <w:shd w:val="clear" w:color="auto" w:fill="auto"/>
          </w:tcPr>
          <w:p w14:paraId="55AEE6D8" w14:textId="1A46C5CF" w:rsidR="00A50F66" w:rsidRPr="007A5BD1" w:rsidRDefault="00A50F66" w:rsidP="00A21E32">
            <w:pPr>
              <w:pStyle w:val="affd"/>
              <w:numPr>
                <w:ilvl w:val="0"/>
                <w:numId w:val="10"/>
              </w:numPr>
              <w:ind w:left="0" w:firstLine="300"/>
              <w:rPr>
                <w:rFonts w:ascii="Tahoma" w:hAnsi="Tahoma" w:cs="Tahoma"/>
                <w:sz w:val="20"/>
              </w:rPr>
            </w:pPr>
            <w:r w:rsidRPr="007A5BD1">
              <w:rPr>
                <w:rFonts w:ascii="Tahoma" w:hAnsi="Tahoma" w:cs="Tahoma"/>
                <w:sz w:val="20"/>
              </w:rPr>
              <w:t>Срок подачи предложения</w:t>
            </w:r>
          </w:p>
        </w:tc>
        <w:tc>
          <w:tcPr>
            <w:tcW w:w="5213" w:type="dxa"/>
            <w:shd w:val="clear" w:color="auto" w:fill="auto"/>
          </w:tcPr>
          <w:p w14:paraId="31DADB83" w14:textId="781AC23C" w:rsidR="00A50F66" w:rsidRPr="007A5BD1" w:rsidRDefault="00A50F66" w:rsidP="004D21EB">
            <w:pPr>
              <w:rPr>
                <w:rFonts w:ascii="Tahoma" w:hAnsi="Tahoma" w:cs="Tahoma"/>
                <w:sz w:val="20"/>
              </w:rPr>
            </w:pPr>
            <w:r w:rsidRPr="007A5BD1">
              <w:rPr>
                <w:rFonts w:ascii="Tahoma" w:hAnsi="Tahoma" w:cs="Tahoma"/>
                <w:sz w:val="20"/>
              </w:rPr>
              <w:t>до 1</w:t>
            </w:r>
            <w:r w:rsidR="00FE75A8" w:rsidRPr="007A5BD1">
              <w:rPr>
                <w:rFonts w:ascii="Tahoma" w:hAnsi="Tahoma" w:cs="Tahoma"/>
                <w:sz w:val="20"/>
              </w:rPr>
              <w:t>7</w:t>
            </w:r>
            <w:r w:rsidRPr="007A5BD1">
              <w:rPr>
                <w:rFonts w:ascii="Tahoma" w:hAnsi="Tahoma" w:cs="Tahoma"/>
                <w:sz w:val="20"/>
              </w:rPr>
              <w:t xml:space="preserve"> часов 00 минут (время местное) </w:t>
            </w:r>
            <w:r w:rsidR="00FE75A8" w:rsidRPr="007A5BD1">
              <w:rPr>
                <w:rFonts w:ascii="Tahoma" w:hAnsi="Tahoma" w:cs="Tahoma"/>
                <w:sz w:val="20"/>
              </w:rPr>
              <w:t>-</w:t>
            </w:r>
            <w:r w:rsidR="0094715B" w:rsidRPr="007A5BD1">
              <w:rPr>
                <w:rFonts w:ascii="Tahoma" w:hAnsi="Tahoma" w:cs="Tahoma"/>
                <w:sz w:val="20"/>
              </w:rPr>
              <w:t>__</w:t>
            </w:r>
            <w:r w:rsidRPr="007A5BD1">
              <w:rPr>
                <w:rFonts w:ascii="Tahoma" w:hAnsi="Tahoma" w:cs="Tahoma"/>
                <w:sz w:val="20"/>
              </w:rPr>
              <w:t>.</w:t>
            </w:r>
            <w:r w:rsidR="005A65AC" w:rsidRPr="007A5BD1">
              <w:rPr>
                <w:rFonts w:ascii="Tahoma" w:hAnsi="Tahoma" w:cs="Tahoma"/>
                <w:sz w:val="20"/>
              </w:rPr>
              <w:t>1</w:t>
            </w:r>
            <w:r w:rsidR="00FE75A8" w:rsidRPr="007A5BD1">
              <w:rPr>
                <w:rFonts w:ascii="Tahoma" w:hAnsi="Tahoma" w:cs="Tahoma"/>
                <w:sz w:val="20"/>
              </w:rPr>
              <w:t>1</w:t>
            </w:r>
            <w:r w:rsidRPr="007A5BD1">
              <w:rPr>
                <w:rFonts w:ascii="Tahoma" w:hAnsi="Tahoma" w:cs="Tahoma"/>
                <w:sz w:val="20"/>
              </w:rPr>
              <w:t>.202</w:t>
            </w:r>
            <w:r w:rsidR="00FE75A8" w:rsidRPr="007A5BD1">
              <w:rPr>
                <w:rFonts w:ascii="Tahoma" w:hAnsi="Tahoma" w:cs="Tahoma"/>
                <w:sz w:val="20"/>
              </w:rPr>
              <w:t>4</w:t>
            </w:r>
            <w:r w:rsidRPr="007A5BD1">
              <w:rPr>
                <w:rFonts w:ascii="Tahoma" w:hAnsi="Tahoma" w:cs="Tahoma"/>
                <w:sz w:val="20"/>
              </w:rPr>
              <w:t>г.</w:t>
            </w:r>
          </w:p>
          <w:p w14:paraId="7DF61406" w14:textId="2E2E7958" w:rsidR="006553B7" w:rsidRPr="007A5BD1" w:rsidRDefault="00A50F66" w:rsidP="00306D7E">
            <w:pPr>
              <w:jc w:val="left"/>
              <w:rPr>
                <w:rFonts w:ascii="Tahoma" w:hAnsi="Tahoma" w:cs="Tahoma"/>
                <w:sz w:val="20"/>
              </w:rPr>
            </w:pPr>
            <w:r w:rsidRPr="007A5BD1">
              <w:rPr>
                <w:rFonts w:ascii="Tahoma" w:hAnsi="Tahoma" w:cs="Tahoma"/>
                <w:sz w:val="20"/>
              </w:rPr>
              <w:t>Срок подачи предложения указан в тексте извещения, размещенном на сайтах:</w:t>
            </w:r>
            <w:r w:rsidRPr="007A5BD1">
              <w:rPr>
                <w:rFonts w:ascii="Tahoma" w:hAnsi="Tahoma" w:cs="Tahoma"/>
                <w:color w:val="1F497D"/>
                <w:sz w:val="20"/>
              </w:rPr>
              <w:t xml:space="preserve"> </w:t>
            </w:r>
            <w:hyperlink r:id="rId16" w:history="1">
              <w:r w:rsidRPr="007A5BD1">
                <w:rPr>
                  <w:rStyle w:val="af8"/>
                  <w:rFonts w:ascii="Tahoma" w:hAnsi="Tahoma" w:cs="Tahoma"/>
                  <w:sz w:val="20"/>
                </w:rPr>
                <w:t>http://www.ntpo.ru</w:t>
              </w:r>
            </w:hyperlink>
            <w:r w:rsidRPr="007A5BD1">
              <w:rPr>
                <w:rFonts w:ascii="Tahoma" w:hAnsi="Tahoma" w:cs="Tahoma"/>
                <w:color w:val="1F497D"/>
                <w:sz w:val="20"/>
              </w:rPr>
              <w:t>  </w:t>
            </w:r>
            <w:r w:rsidRPr="007A5BD1">
              <w:rPr>
                <w:rFonts w:ascii="Tahoma" w:hAnsi="Tahoma" w:cs="Tahoma"/>
                <w:sz w:val="20"/>
              </w:rPr>
              <w:t>(далее - сайт ООО «НТПО»)</w:t>
            </w:r>
            <w:r w:rsidR="005A65AC" w:rsidRPr="007A5BD1">
              <w:rPr>
                <w:rFonts w:ascii="Tahoma" w:hAnsi="Tahoma" w:cs="Tahoma"/>
                <w:sz w:val="20"/>
              </w:rPr>
              <w:t>.</w:t>
            </w:r>
          </w:p>
          <w:p w14:paraId="66224917" w14:textId="78136F49" w:rsidR="00306D7E" w:rsidRPr="007A5BD1" w:rsidRDefault="005A65AC" w:rsidP="00306D7E">
            <w:pPr>
              <w:jc w:val="left"/>
              <w:rPr>
                <w:rFonts w:ascii="Tahoma" w:hAnsi="Tahoma" w:cs="Tahoma"/>
                <w:color w:val="0000FF"/>
                <w:sz w:val="20"/>
                <w:u w:val="single"/>
              </w:rPr>
            </w:pPr>
            <w:r w:rsidRPr="007A5BD1">
              <w:rPr>
                <w:rFonts w:ascii="Tahoma" w:hAnsi="Tahoma" w:cs="Tahoma"/>
                <w:sz w:val="20"/>
              </w:rPr>
              <w:t>Эл.</w:t>
            </w:r>
            <w:r w:rsidR="00306D7E" w:rsidRPr="007A5BD1">
              <w:rPr>
                <w:rFonts w:ascii="Tahoma" w:hAnsi="Tahoma" w:cs="Tahoma"/>
                <w:sz w:val="20"/>
              </w:rPr>
              <w:t>почта</w:t>
            </w:r>
            <w:r w:rsidR="00AE51ED" w:rsidRPr="007A5BD1">
              <w:rPr>
                <w:rStyle w:val="af8"/>
                <w:rFonts w:ascii="Tahoma" w:hAnsi="Tahoma" w:cs="Tahoma"/>
                <w:sz w:val="20"/>
                <w:u w:val="none"/>
              </w:rPr>
              <w:t xml:space="preserve"> </w:t>
            </w:r>
            <w:r w:rsidR="009952C8" w:rsidRPr="007A5BD1">
              <w:rPr>
                <w:rStyle w:val="af8"/>
                <w:rFonts w:ascii="Tahoma" w:hAnsi="Tahoma" w:cs="Tahoma"/>
                <w:sz w:val="20"/>
                <w:lang w:val="en-US"/>
              </w:rPr>
              <w:t>zakupntpo</w:t>
            </w:r>
            <w:r w:rsidR="00AE51ED" w:rsidRPr="007A5BD1">
              <w:rPr>
                <w:rStyle w:val="af8"/>
                <w:rFonts w:ascii="Tahoma" w:hAnsi="Tahoma" w:cs="Tahoma"/>
                <w:sz w:val="20"/>
              </w:rPr>
              <w:t>@nornik.ru</w:t>
            </w:r>
            <w:r w:rsidR="00306D7E" w:rsidRPr="007A5BD1">
              <w:rPr>
                <w:rFonts w:ascii="Tahoma" w:hAnsi="Tahoma" w:cs="Tahoma"/>
                <w:sz w:val="20"/>
              </w:rPr>
              <w:t xml:space="preserve"> для подачи КП,</w:t>
            </w:r>
            <w:r w:rsidR="00B71C7F" w:rsidRPr="007A5BD1">
              <w:rPr>
                <w:rFonts w:ascii="Tahoma" w:hAnsi="Tahoma" w:cs="Tahoma"/>
                <w:sz w:val="20"/>
              </w:rPr>
              <w:t xml:space="preserve"> </w:t>
            </w:r>
            <w:r w:rsidR="00306D7E" w:rsidRPr="007A5BD1">
              <w:rPr>
                <w:rFonts w:ascii="Tahoma" w:hAnsi="Tahoma" w:cs="Tahoma"/>
                <w:sz w:val="20"/>
              </w:rPr>
              <w:t xml:space="preserve">заявки и </w:t>
            </w:r>
            <w:r w:rsidR="00B71C7F" w:rsidRPr="007A5BD1">
              <w:rPr>
                <w:rFonts w:ascii="Tahoma" w:hAnsi="Tahoma" w:cs="Tahoma"/>
                <w:sz w:val="20"/>
              </w:rPr>
              <w:t>учредительных документов.</w:t>
            </w:r>
          </w:p>
          <w:p w14:paraId="342411C6" w14:textId="46A3E6BD" w:rsidR="00B71C7F" w:rsidRPr="007A5BD1" w:rsidRDefault="00B71C7F" w:rsidP="00306D7E">
            <w:pPr>
              <w:jc w:val="left"/>
              <w:rPr>
                <w:rFonts w:ascii="Tahoma" w:hAnsi="Tahoma" w:cs="Tahoma"/>
                <w:sz w:val="20"/>
              </w:rPr>
            </w:pPr>
            <w:r w:rsidRPr="007A5BD1">
              <w:rPr>
                <w:rFonts w:ascii="Tahoma" w:hAnsi="Tahoma" w:cs="Tahoma"/>
                <w:sz w:val="20"/>
              </w:rPr>
              <w:t>Электронное сообщение не должно превышать 20 Мб.</w:t>
            </w:r>
          </w:p>
        </w:tc>
      </w:tr>
      <w:tr w:rsidR="00A50F66" w:rsidRPr="007A5BD1" w14:paraId="104586AB" w14:textId="77777777" w:rsidTr="004D21EB">
        <w:tc>
          <w:tcPr>
            <w:tcW w:w="4568" w:type="dxa"/>
            <w:shd w:val="clear" w:color="auto" w:fill="auto"/>
          </w:tcPr>
          <w:p w14:paraId="06DA7C88" w14:textId="2E0D66D1" w:rsidR="00A50F66" w:rsidRPr="007A5BD1" w:rsidRDefault="00A50F66" w:rsidP="00A21E32">
            <w:pPr>
              <w:pStyle w:val="affd"/>
              <w:numPr>
                <w:ilvl w:val="0"/>
                <w:numId w:val="10"/>
              </w:numPr>
              <w:ind w:left="0" w:firstLine="300"/>
              <w:rPr>
                <w:rFonts w:ascii="Tahoma" w:hAnsi="Tahoma" w:cs="Tahoma"/>
                <w:sz w:val="20"/>
              </w:rPr>
            </w:pPr>
            <w:r w:rsidRPr="007A5BD1">
              <w:rPr>
                <w:rFonts w:ascii="Tahoma" w:hAnsi="Tahoma" w:cs="Tahoma"/>
                <w:sz w:val="20"/>
              </w:rPr>
              <w:t>Базис поставки</w:t>
            </w:r>
          </w:p>
        </w:tc>
        <w:tc>
          <w:tcPr>
            <w:tcW w:w="5213" w:type="dxa"/>
            <w:shd w:val="clear" w:color="auto" w:fill="auto"/>
          </w:tcPr>
          <w:p w14:paraId="150DD971" w14:textId="00D409B2" w:rsidR="0075796E" w:rsidRPr="007A5BD1" w:rsidRDefault="0075796E" w:rsidP="0075796E">
            <w:pPr>
              <w:rPr>
                <w:rFonts w:ascii="Tahoma" w:hAnsi="Tahoma" w:cs="Tahoma"/>
                <w:sz w:val="20"/>
              </w:rPr>
            </w:pPr>
            <w:r w:rsidRPr="007A5BD1">
              <w:rPr>
                <w:rFonts w:ascii="Tahoma" w:hAnsi="Tahoma" w:cs="Tahoma"/>
                <w:sz w:val="20"/>
              </w:rPr>
              <w:t xml:space="preserve">Грузополучатель: </w:t>
            </w:r>
            <w:r w:rsidR="00563067" w:rsidRPr="007A5BD1">
              <w:rPr>
                <w:rFonts w:ascii="Tahoma" w:hAnsi="Tahoma" w:cs="Tahoma"/>
                <w:sz w:val="20"/>
              </w:rPr>
              <w:t>Распределительный центр по торговле ООО «НТПО», расположенный по адресу: район города Норильска, ул. Октябрьская, 31 строение 3.</w:t>
            </w:r>
          </w:p>
          <w:p w14:paraId="07C43117" w14:textId="11EB2FF1" w:rsidR="0075796E" w:rsidRPr="007A5BD1" w:rsidRDefault="0075796E" w:rsidP="0075796E">
            <w:pPr>
              <w:rPr>
                <w:rFonts w:ascii="Tahoma" w:hAnsi="Tahoma" w:cs="Tahoma"/>
                <w:sz w:val="20"/>
              </w:rPr>
            </w:pPr>
            <w:r w:rsidRPr="007A5BD1">
              <w:rPr>
                <w:rFonts w:ascii="Tahoma" w:hAnsi="Tahoma" w:cs="Tahoma"/>
                <w:sz w:val="20"/>
              </w:rPr>
              <w:t>Доставка со склада осуществляется силами Поставщика.</w:t>
            </w:r>
          </w:p>
          <w:p w14:paraId="069ADA4A" w14:textId="77777777" w:rsidR="00563067" w:rsidRPr="007A5BD1" w:rsidRDefault="00563067" w:rsidP="0075796E">
            <w:pPr>
              <w:rPr>
                <w:rFonts w:ascii="Tahoma" w:hAnsi="Tahoma" w:cs="Tahoma"/>
                <w:sz w:val="20"/>
              </w:rPr>
            </w:pPr>
          </w:p>
          <w:p w14:paraId="06E813A0" w14:textId="164F8E8F" w:rsidR="00A50F66" w:rsidRPr="007A5BD1" w:rsidRDefault="0075796E" w:rsidP="0075796E">
            <w:pPr>
              <w:rPr>
                <w:rFonts w:ascii="Tahoma" w:hAnsi="Tahoma" w:cs="Tahoma"/>
                <w:sz w:val="20"/>
              </w:rPr>
            </w:pPr>
            <w:r w:rsidRPr="007A5BD1">
              <w:rPr>
                <w:rFonts w:ascii="Tahoma" w:hAnsi="Tahoma" w:cs="Tahoma"/>
                <w:sz w:val="20"/>
              </w:rPr>
              <w:t>Стоимость товара формируется в рублях, без учета НДС и должна включать доставку товара до склада покупателя (стоимость тары, упаковки, маркировки, транспортные расходы по доставке товара до пункта назначения, иные расходы поставщика, связанные с транспортировкой товара)</w:t>
            </w:r>
          </w:p>
        </w:tc>
      </w:tr>
      <w:tr w:rsidR="00A50F66" w:rsidRPr="007A5BD1" w14:paraId="511D2CE5" w14:textId="77777777" w:rsidTr="004D21EB">
        <w:tc>
          <w:tcPr>
            <w:tcW w:w="4568" w:type="dxa"/>
            <w:shd w:val="clear" w:color="auto" w:fill="auto"/>
          </w:tcPr>
          <w:p w14:paraId="564C01AC" w14:textId="3C695F5C" w:rsidR="00A50F66" w:rsidRPr="007A5BD1" w:rsidRDefault="00A50F66" w:rsidP="00A21E32">
            <w:pPr>
              <w:pStyle w:val="affd"/>
              <w:numPr>
                <w:ilvl w:val="0"/>
                <w:numId w:val="10"/>
              </w:numPr>
              <w:ind w:left="0" w:firstLine="300"/>
              <w:rPr>
                <w:rFonts w:ascii="Tahoma" w:hAnsi="Tahoma" w:cs="Tahoma"/>
                <w:sz w:val="20"/>
              </w:rPr>
            </w:pPr>
            <w:r w:rsidRPr="007A5BD1">
              <w:rPr>
                <w:rFonts w:ascii="Tahoma" w:hAnsi="Tahoma" w:cs="Tahoma"/>
                <w:sz w:val="20"/>
              </w:rPr>
              <w:t>Форма, условия и сроки оплаты</w:t>
            </w:r>
          </w:p>
        </w:tc>
        <w:tc>
          <w:tcPr>
            <w:tcW w:w="5213" w:type="dxa"/>
            <w:shd w:val="clear" w:color="auto" w:fill="auto"/>
          </w:tcPr>
          <w:p w14:paraId="3CE8FC20" w14:textId="741814F0" w:rsidR="00A50F66" w:rsidRPr="007A5BD1" w:rsidRDefault="00FE75A8" w:rsidP="0094715B">
            <w:pPr>
              <w:rPr>
                <w:rFonts w:ascii="Tahoma" w:hAnsi="Tahoma" w:cs="Tahoma"/>
                <w:sz w:val="20"/>
              </w:rPr>
            </w:pPr>
            <w:r w:rsidRPr="007A5BD1">
              <w:rPr>
                <w:rFonts w:ascii="Tahoma" w:hAnsi="Tahoma" w:cs="Tahoma"/>
                <w:sz w:val="20"/>
              </w:rPr>
              <w:t xml:space="preserve">В первый рабочий вторник после истечения </w:t>
            </w:r>
            <w:r w:rsidR="0094715B" w:rsidRPr="007A5BD1">
              <w:rPr>
                <w:rFonts w:ascii="Tahoma" w:hAnsi="Tahoma" w:cs="Tahoma"/>
                <w:sz w:val="20"/>
              </w:rPr>
              <w:t>60</w:t>
            </w:r>
            <w:r w:rsidR="0062785F" w:rsidRPr="007A5BD1">
              <w:rPr>
                <w:rFonts w:ascii="Tahoma" w:hAnsi="Tahoma" w:cs="Tahoma"/>
                <w:sz w:val="20"/>
              </w:rPr>
              <w:t xml:space="preserve"> (шестьдесят</w:t>
            </w:r>
            <w:r w:rsidRPr="007A5BD1">
              <w:rPr>
                <w:rFonts w:ascii="Tahoma" w:hAnsi="Tahoma" w:cs="Tahoma"/>
                <w:sz w:val="20"/>
              </w:rPr>
              <w:t>) календарных дней с даты поступления оригиналов первичных документов контрагента на оплату при соблюдении установленных норм их оформления</w:t>
            </w:r>
            <w:r w:rsidR="00C27155" w:rsidRPr="007A5BD1">
              <w:rPr>
                <w:rFonts w:ascii="Tahoma" w:hAnsi="Tahoma" w:cs="Tahoma"/>
                <w:sz w:val="20"/>
              </w:rPr>
              <w:t>.</w:t>
            </w:r>
          </w:p>
        </w:tc>
      </w:tr>
      <w:tr w:rsidR="00A50F66" w:rsidRPr="007A5BD1" w14:paraId="4A4A0E8E" w14:textId="77777777" w:rsidTr="004D21EB">
        <w:trPr>
          <w:trHeight w:val="883"/>
        </w:trPr>
        <w:tc>
          <w:tcPr>
            <w:tcW w:w="4568" w:type="dxa"/>
            <w:shd w:val="clear" w:color="auto" w:fill="auto"/>
          </w:tcPr>
          <w:p w14:paraId="67501BCA" w14:textId="4AFD7378" w:rsidR="00A50F66" w:rsidRPr="007A5BD1" w:rsidRDefault="00A50F66" w:rsidP="00A21E32">
            <w:pPr>
              <w:pStyle w:val="affd"/>
              <w:numPr>
                <w:ilvl w:val="0"/>
                <w:numId w:val="10"/>
              </w:numPr>
              <w:ind w:left="0" w:firstLine="300"/>
              <w:rPr>
                <w:rFonts w:ascii="Tahoma" w:hAnsi="Tahoma" w:cs="Tahoma"/>
                <w:sz w:val="20"/>
              </w:rPr>
            </w:pPr>
            <w:r w:rsidRPr="007A5BD1">
              <w:rPr>
                <w:rFonts w:ascii="Tahoma" w:hAnsi="Tahoma" w:cs="Tahoma"/>
                <w:sz w:val="20"/>
              </w:rPr>
              <w:t>График / Срок поставки / выполнения работ / оказания услуг</w:t>
            </w:r>
          </w:p>
        </w:tc>
        <w:tc>
          <w:tcPr>
            <w:tcW w:w="5213" w:type="dxa"/>
            <w:shd w:val="clear" w:color="auto" w:fill="auto"/>
          </w:tcPr>
          <w:p w14:paraId="074702FB" w14:textId="155369ED" w:rsidR="00A50F66" w:rsidRPr="007A5BD1" w:rsidRDefault="00A50F66" w:rsidP="0062785F">
            <w:pPr>
              <w:rPr>
                <w:rFonts w:ascii="Tahoma" w:hAnsi="Tahoma" w:cs="Tahoma"/>
                <w:sz w:val="20"/>
              </w:rPr>
            </w:pPr>
            <w:r w:rsidRPr="007A5BD1">
              <w:rPr>
                <w:rFonts w:ascii="Tahoma" w:hAnsi="Tahoma" w:cs="Tahoma"/>
                <w:sz w:val="20"/>
              </w:rPr>
              <w:t xml:space="preserve">в течение </w:t>
            </w:r>
            <w:r w:rsidR="0062785F" w:rsidRPr="007A5BD1">
              <w:rPr>
                <w:rFonts w:ascii="Tahoma" w:hAnsi="Tahoma" w:cs="Tahoma"/>
                <w:sz w:val="20"/>
              </w:rPr>
              <w:t>1</w:t>
            </w:r>
            <w:r w:rsidRPr="007A5BD1">
              <w:rPr>
                <w:rFonts w:ascii="Tahoma" w:hAnsi="Tahoma" w:cs="Tahoma"/>
                <w:sz w:val="20"/>
              </w:rPr>
              <w:t xml:space="preserve">0 </w:t>
            </w:r>
            <w:r w:rsidR="00BE6553" w:rsidRPr="007A5BD1">
              <w:rPr>
                <w:rFonts w:ascii="Tahoma" w:hAnsi="Tahoma" w:cs="Tahoma"/>
                <w:sz w:val="20"/>
              </w:rPr>
              <w:t xml:space="preserve">рабочих </w:t>
            </w:r>
            <w:r w:rsidRPr="007A5BD1">
              <w:rPr>
                <w:rFonts w:ascii="Tahoma" w:hAnsi="Tahoma" w:cs="Tahoma"/>
                <w:sz w:val="20"/>
              </w:rPr>
              <w:t xml:space="preserve">дней с </w:t>
            </w:r>
            <w:r w:rsidR="00C27155" w:rsidRPr="007A5BD1">
              <w:rPr>
                <w:rFonts w:ascii="Tahoma" w:hAnsi="Tahoma" w:cs="Tahoma"/>
                <w:sz w:val="20"/>
              </w:rPr>
              <w:t>даты</w:t>
            </w:r>
            <w:r w:rsidRPr="007A5BD1">
              <w:rPr>
                <w:rFonts w:ascii="Tahoma" w:hAnsi="Tahoma" w:cs="Tahoma"/>
                <w:sz w:val="20"/>
              </w:rPr>
              <w:t xml:space="preserve"> заключения </w:t>
            </w:r>
            <w:r w:rsidR="00C12C35" w:rsidRPr="007A5BD1">
              <w:rPr>
                <w:rFonts w:ascii="Tahoma" w:hAnsi="Tahoma" w:cs="Tahoma"/>
                <w:sz w:val="20"/>
              </w:rPr>
              <w:t>договора</w:t>
            </w:r>
            <w:r w:rsidR="007B03CC" w:rsidRPr="007A5BD1">
              <w:rPr>
                <w:rFonts w:ascii="Tahoma" w:hAnsi="Tahoma" w:cs="Tahoma"/>
                <w:sz w:val="20"/>
              </w:rPr>
              <w:t xml:space="preserve"> с правом досрочной поставки</w:t>
            </w:r>
          </w:p>
        </w:tc>
      </w:tr>
      <w:tr w:rsidR="008A36A6" w:rsidRPr="007A5BD1" w14:paraId="02BEC373" w14:textId="77777777" w:rsidTr="004D21EB">
        <w:trPr>
          <w:trHeight w:val="883"/>
        </w:trPr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1D4058" w14:textId="2A82C0C0" w:rsidR="008A36A6" w:rsidRPr="007A5BD1" w:rsidRDefault="008A36A6" w:rsidP="00A21E32">
            <w:pPr>
              <w:pStyle w:val="affd"/>
              <w:numPr>
                <w:ilvl w:val="0"/>
                <w:numId w:val="10"/>
              </w:numPr>
              <w:ind w:left="0" w:firstLine="300"/>
              <w:rPr>
                <w:rFonts w:ascii="Tahoma" w:hAnsi="Tahoma" w:cs="Tahoma"/>
                <w:sz w:val="20"/>
              </w:rPr>
            </w:pPr>
            <w:r w:rsidRPr="007A5BD1">
              <w:rPr>
                <w:rFonts w:ascii="Tahoma" w:hAnsi="Tahoma" w:cs="Tahoma"/>
                <w:sz w:val="20"/>
              </w:rPr>
              <w:t>Особые условия приемки, требования к упаковке и транспортировке продукции.</w:t>
            </w: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3A32E0" w14:textId="04C589CD" w:rsidR="008A36A6" w:rsidRPr="007A5BD1" w:rsidRDefault="007B03CC" w:rsidP="0005616A">
            <w:pPr>
              <w:rPr>
                <w:rFonts w:ascii="Tahoma" w:hAnsi="Tahoma" w:cs="Tahoma"/>
                <w:sz w:val="20"/>
              </w:rPr>
            </w:pPr>
            <w:r w:rsidRPr="007A5BD1">
              <w:rPr>
                <w:rFonts w:ascii="Tahoma" w:hAnsi="Tahoma" w:cs="Tahoma"/>
                <w:sz w:val="20"/>
              </w:rPr>
              <w:t xml:space="preserve">Согласно технического задания на поставку </w:t>
            </w:r>
            <w:r w:rsidR="0050389E" w:rsidRPr="007A5BD1">
              <w:rPr>
                <w:rFonts w:ascii="Tahoma" w:hAnsi="Tahoma" w:cs="Tahoma"/>
                <w:sz w:val="20"/>
              </w:rPr>
              <w:t>комплексной трансформаторной подстанции наружной установки (КТПН) для Распределительного центра по торговле ООО «НТПО»</w:t>
            </w:r>
            <w:r w:rsidR="0005616A" w:rsidRPr="007A5BD1">
              <w:rPr>
                <w:rFonts w:ascii="Tahoma" w:hAnsi="Tahoma" w:cs="Tahoma"/>
                <w:sz w:val="20"/>
              </w:rPr>
              <w:t>.</w:t>
            </w:r>
          </w:p>
        </w:tc>
      </w:tr>
      <w:tr w:rsidR="007B03CC" w:rsidRPr="007A5BD1" w14:paraId="4BBB81DC" w14:textId="77777777" w:rsidTr="004D21EB">
        <w:tc>
          <w:tcPr>
            <w:tcW w:w="4568" w:type="dxa"/>
            <w:shd w:val="clear" w:color="auto" w:fill="auto"/>
          </w:tcPr>
          <w:p w14:paraId="6B5CC0DB" w14:textId="672F0590" w:rsidR="007B03CC" w:rsidRPr="007A5BD1" w:rsidRDefault="00E64308" w:rsidP="00A21E32">
            <w:pPr>
              <w:pStyle w:val="affd"/>
              <w:numPr>
                <w:ilvl w:val="0"/>
                <w:numId w:val="10"/>
              </w:numPr>
              <w:ind w:left="0" w:firstLine="300"/>
              <w:rPr>
                <w:rFonts w:ascii="Tahoma" w:hAnsi="Tahoma" w:cs="Tahoma"/>
                <w:sz w:val="20"/>
              </w:rPr>
            </w:pPr>
            <w:r w:rsidRPr="00EC044D">
              <w:rPr>
                <w:rFonts w:ascii="Tahoma" w:eastAsia="Calibri" w:hAnsi="Tahoma" w:cs="Tahoma"/>
                <w:sz w:val="20"/>
                <w:lang w:eastAsia="en-US"/>
              </w:rPr>
              <w:lastRenderedPageBreak/>
              <w:t>Требования к сертификации Продукции, лицензиям, допускам к определенному виду работ (если необходимы).</w:t>
            </w:r>
          </w:p>
        </w:tc>
        <w:tc>
          <w:tcPr>
            <w:tcW w:w="5213" w:type="dxa"/>
            <w:shd w:val="clear" w:color="auto" w:fill="auto"/>
          </w:tcPr>
          <w:p w14:paraId="605F8699" w14:textId="550A3285" w:rsidR="007B03CC" w:rsidRPr="007A5BD1" w:rsidRDefault="0005616A" w:rsidP="0005616A">
            <w:pPr>
              <w:rPr>
                <w:rFonts w:ascii="Tahoma" w:hAnsi="Tahoma" w:cs="Tahoma"/>
                <w:sz w:val="20"/>
              </w:rPr>
            </w:pPr>
            <w:r w:rsidRPr="007A5BD1">
              <w:rPr>
                <w:rFonts w:ascii="Tahoma" w:hAnsi="Tahoma" w:cs="Tahoma"/>
                <w:sz w:val="20"/>
              </w:rPr>
              <w:t>Согласно технического задания на поставку комплексной трансформаторной подстанции наружной установки (КТПН) для Распределительного центра по торговле ООО «НТПО».</w:t>
            </w:r>
          </w:p>
        </w:tc>
      </w:tr>
      <w:tr w:rsidR="007B03CC" w:rsidRPr="007A5BD1" w14:paraId="21A46C13" w14:textId="77777777" w:rsidTr="004D21EB"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C2712" w14:textId="30B0AA5D" w:rsidR="007B03CC" w:rsidRPr="007A5BD1" w:rsidRDefault="007B03CC" w:rsidP="00A21E32">
            <w:pPr>
              <w:pStyle w:val="affd"/>
              <w:numPr>
                <w:ilvl w:val="0"/>
                <w:numId w:val="10"/>
              </w:numPr>
              <w:ind w:left="0" w:firstLine="300"/>
              <w:rPr>
                <w:rFonts w:ascii="Tahoma" w:hAnsi="Tahoma" w:cs="Tahoma"/>
                <w:sz w:val="20"/>
              </w:rPr>
            </w:pPr>
            <w:r w:rsidRPr="007A5BD1">
              <w:rPr>
                <w:rFonts w:ascii="Tahoma" w:hAnsi="Tahoma" w:cs="Tahoma"/>
                <w:sz w:val="20"/>
              </w:rPr>
              <w:t>Экологические требования, требования к валидации Продукции, процессов и оборудования, к квалификации персонала, к системе менеджмента качества Поставщика (если применимо).</w:t>
            </w: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433780" w14:textId="77777777" w:rsidR="007B03CC" w:rsidRPr="007A5BD1" w:rsidRDefault="007B03CC" w:rsidP="007B03CC">
            <w:pPr>
              <w:rPr>
                <w:rFonts w:ascii="Tahoma" w:hAnsi="Tahoma" w:cs="Tahoma"/>
                <w:sz w:val="20"/>
              </w:rPr>
            </w:pPr>
            <w:r w:rsidRPr="007A5BD1">
              <w:rPr>
                <w:rFonts w:ascii="Tahoma" w:hAnsi="Tahoma" w:cs="Tahoma"/>
                <w:sz w:val="20"/>
              </w:rPr>
              <w:t>Размещены по ссылке:</w:t>
            </w:r>
          </w:p>
          <w:p w14:paraId="32AC9387" w14:textId="7AE5AF76" w:rsidR="007B03CC" w:rsidRPr="007A5BD1" w:rsidRDefault="00442E77" w:rsidP="007B03CC">
            <w:pPr>
              <w:rPr>
                <w:rFonts w:ascii="Tahoma" w:hAnsi="Tahoma" w:cs="Tahoma"/>
                <w:sz w:val="20"/>
              </w:rPr>
            </w:pPr>
            <w:hyperlink r:id="rId17" w:anchor="corporate-codes-and-policies" w:history="1">
              <w:r w:rsidR="006553B7" w:rsidRPr="007A5BD1">
                <w:rPr>
                  <w:rStyle w:val="af8"/>
                  <w:rFonts w:ascii="Tahoma" w:hAnsi="Tahoma" w:cs="Tahoma"/>
                  <w:sz w:val="20"/>
                </w:rPr>
                <w:t>https://www.nornickel.ru/investors/disclosure/corporate-documents/?sphrase_id=3361501#corporate-codes-and-policies</w:t>
              </w:r>
            </w:hyperlink>
          </w:p>
        </w:tc>
      </w:tr>
      <w:tr w:rsidR="007B03CC" w:rsidRPr="007A5BD1" w14:paraId="7A8C1C3A" w14:textId="77777777" w:rsidTr="004D21EB"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D2DA10" w14:textId="18733394" w:rsidR="007B03CC" w:rsidRPr="007A5BD1" w:rsidRDefault="007B03CC" w:rsidP="00A21E32">
            <w:pPr>
              <w:pStyle w:val="affd"/>
              <w:numPr>
                <w:ilvl w:val="0"/>
                <w:numId w:val="10"/>
              </w:numPr>
              <w:ind w:left="0" w:firstLine="300"/>
              <w:rPr>
                <w:rFonts w:ascii="Tahoma" w:hAnsi="Tahoma" w:cs="Tahoma"/>
                <w:sz w:val="20"/>
              </w:rPr>
            </w:pPr>
            <w:r w:rsidRPr="007A5BD1">
              <w:rPr>
                <w:rFonts w:ascii="Tahoma" w:hAnsi="Tahoma" w:cs="Tahoma"/>
                <w:sz w:val="20"/>
              </w:rPr>
              <w:t>Требования к размеру и способу/форме обеспечения исполнения обязательств Поставщика по заключению и/или исполнению договора.</w:t>
            </w: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7EFF05" w14:textId="002F1CF2" w:rsidR="007B03CC" w:rsidRPr="007A5BD1" w:rsidRDefault="007B03CC" w:rsidP="007B03CC">
            <w:pPr>
              <w:rPr>
                <w:rFonts w:ascii="Tahoma" w:hAnsi="Tahoma" w:cs="Tahoma"/>
                <w:sz w:val="20"/>
              </w:rPr>
            </w:pPr>
            <w:r w:rsidRPr="007A5BD1">
              <w:rPr>
                <w:rFonts w:ascii="Tahoma" w:hAnsi="Tahoma" w:cs="Tahoma"/>
                <w:sz w:val="20"/>
              </w:rPr>
              <w:t>Согласно типового договора поставки ООО «НТПО».</w:t>
            </w:r>
          </w:p>
          <w:p w14:paraId="12DA5370" w14:textId="77777777" w:rsidR="007B03CC" w:rsidRPr="007A5BD1" w:rsidRDefault="007B03CC" w:rsidP="007B03CC">
            <w:pPr>
              <w:rPr>
                <w:rFonts w:ascii="Tahoma" w:hAnsi="Tahoma" w:cs="Tahoma"/>
                <w:sz w:val="20"/>
              </w:rPr>
            </w:pPr>
          </w:p>
          <w:p w14:paraId="23046464" w14:textId="1904B0D7" w:rsidR="007B03CC" w:rsidRPr="007A5BD1" w:rsidRDefault="007B03CC" w:rsidP="007B03CC">
            <w:pPr>
              <w:rPr>
                <w:rFonts w:ascii="Tahoma" w:hAnsi="Tahoma" w:cs="Tahoma"/>
                <w:sz w:val="20"/>
              </w:rPr>
            </w:pPr>
            <w:r w:rsidRPr="007A5BD1">
              <w:rPr>
                <w:rFonts w:ascii="Tahoma" w:hAnsi="Tahoma" w:cs="Tahoma"/>
                <w:sz w:val="20"/>
              </w:rPr>
              <w:t>Подтверждается выражением согласия в заявке на участие.</w:t>
            </w:r>
          </w:p>
        </w:tc>
      </w:tr>
      <w:tr w:rsidR="007B03CC" w:rsidRPr="007A5BD1" w14:paraId="1BDA60CE" w14:textId="77777777" w:rsidTr="004D21EB"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23DD58" w14:textId="0FABE205" w:rsidR="007B03CC" w:rsidRPr="007A5BD1" w:rsidRDefault="007B03CC" w:rsidP="00A21E32">
            <w:pPr>
              <w:pStyle w:val="affd"/>
              <w:numPr>
                <w:ilvl w:val="0"/>
                <w:numId w:val="10"/>
              </w:numPr>
              <w:ind w:left="0" w:firstLine="300"/>
              <w:rPr>
                <w:rFonts w:ascii="Tahoma" w:hAnsi="Tahoma" w:cs="Tahoma"/>
                <w:sz w:val="20"/>
              </w:rPr>
            </w:pPr>
            <w:r w:rsidRPr="007A5BD1">
              <w:rPr>
                <w:rFonts w:ascii="Tahoma" w:hAnsi="Tahoma" w:cs="Tahoma"/>
                <w:sz w:val="20"/>
              </w:rPr>
              <w:t>Требование о предоставлении документов, подтверждающих наличие возможности предоставления Поставщиком обеспечения исполнения обязательств по заключению и/или исполнению договору для закупок, проводимых в рамках Тендеров (например, письмо или справка банка о выдаче в случае заключения договора Поставщику соответствующей банковской гарантии / векселя).</w:t>
            </w: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8B4B11" w14:textId="77777777" w:rsidR="007B03CC" w:rsidRPr="007A5BD1" w:rsidRDefault="007B03CC" w:rsidP="007B03CC">
            <w:pPr>
              <w:rPr>
                <w:rFonts w:ascii="Tahoma" w:hAnsi="Tahoma" w:cs="Tahoma"/>
                <w:sz w:val="20"/>
              </w:rPr>
            </w:pPr>
            <w:r w:rsidRPr="007A5BD1">
              <w:rPr>
                <w:rFonts w:ascii="Tahoma" w:hAnsi="Tahoma" w:cs="Tahoma"/>
                <w:sz w:val="20"/>
              </w:rPr>
              <w:t>С условиями обеспечения исполнения обязательств по договорам можно ознакомиться скачав, соответствующий файл на сайте Компании по следующему адресу:</w:t>
            </w:r>
          </w:p>
          <w:p w14:paraId="43CBA611" w14:textId="77777777" w:rsidR="007B03CC" w:rsidRPr="007A5BD1" w:rsidRDefault="00442E77" w:rsidP="007B03CC">
            <w:pPr>
              <w:rPr>
                <w:rFonts w:ascii="Tahoma" w:hAnsi="Tahoma" w:cs="Tahoma"/>
                <w:sz w:val="20"/>
              </w:rPr>
            </w:pPr>
            <w:hyperlink r:id="rId18" w:history="1">
              <w:r w:rsidR="007B03CC" w:rsidRPr="007A5BD1">
                <w:rPr>
                  <w:rStyle w:val="af8"/>
                  <w:rFonts w:ascii="Tahoma" w:hAnsi="Tahoma" w:cs="Tahoma"/>
                  <w:sz w:val="20"/>
                </w:rPr>
                <w:t>https://www.nornickel.ru/suppliers/tenders/instructions-and-templates/</w:t>
              </w:r>
            </w:hyperlink>
            <w:r w:rsidR="007B03CC" w:rsidRPr="007A5BD1">
              <w:rPr>
                <w:rStyle w:val="af8"/>
                <w:rFonts w:ascii="Tahoma" w:hAnsi="Tahoma" w:cs="Tahoma"/>
                <w:sz w:val="20"/>
              </w:rPr>
              <w:t>.</w:t>
            </w:r>
          </w:p>
          <w:p w14:paraId="76AEB150" w14:textId="77777777" w:rsidR="007B03CC" w:rsidRPr="007A5BD1" w:rsidRDefault="007B03CC" w:rsidP="007B03CC">
            <w:pPr>
              <w:rPr>
                <w:rFonts w:ascii="Tahoma" w:hAnsi="Tahoma" w:cs="Tahoma"/>
                <w:sz w:val="20"/>
              </w:rPr>
            </w:pPr>
          </w:p>
          <w:p w14:paraId="26D553C8" w14:textId="77777777" w:rsidR="007B03CC" w:rsidRPr="007A5BD1" w:rsidRDefault="007B03CC" w:rsidP="007B03CC">
            <w:pPr>
              <w:rPr>
                <w:rFonts w:ascii="Tahoma" w:hAnsi="Tahoma" w:cs="Tahoma"/>
                <w:sz w:val="20"/>
              </w:rPr>
            </w:pPr>
            <w:r w:rsidRPr="007A5BD1">
              <w:rPr>
                <w:rFonts w:ascii="Tahoma" w:hAnsi="Tahoma" w:cs="Tahoma"/>
                <w:sz w:val="20"/>
              </w:rPr>
              <w:t>Основные требования, предъявляемые к банковской гарантии:</w:t>
            </w:r>
          </w:p>
          <w:p w14:paraId="60FBF419" w14:textId="77777777" w:rsidR="007B03CC" w:rsidRPr="007A5BD1" w:rsidRDefault="007B03CC" w:rsidP="007B03CC">
            <w:pPr>
              <w:pStyle w:val="affd"/>
              <w:numPr>
                <w:ilvl w:val="0"/>
                <w:numId w:val="14"/>
              </w:numPr>
              <w:tabs>
                <w:tab w:val="left" w:pos="719"/>
              </w:tabs>
              <w:ind w:left="0" w:firstLine="10"/>
              <w:contextualSpacing/>
              <w:rPr>
                <w:rFonts w:ascii="Tahoma" w:hAnsi="Tahoma" w:cs="Tahoma"/>
                <w:sz w:val="20"/>
              </w:rPr>
            </w:pPr>
            <w:r w:rsidRPr="007A5BD1">
              <w:rPr>
                <w:rFonts w:ascii="Tahoma" w:hAnsi="Tahoma" w:cs="Tahoma"/>
                <w:sz w:val="20"/>
              </w:rPr>
              <w:t>банковская гарантия, предоставляемая поставщиком под уплату неустойки/возврат аванса, должна соответствовать типовой форме банковской гарантии, утвержденной в Группе компаний «Норильский никель»;</w:t>
            </w:r>
          </w:p>
          <w:p w14:paraId="3CD0581F" w14:textId="77777777" w:rsidR="007B03CC" w:rsidRPr="007A5BD1" w:rsidRDefault="007B03CC" w:rsidP="007B03CC">
            <w:pPr>
              <w:pStyle w:val="affd"/>
              <w:numPr>
                <w:ilvl w:val="0"/>
                <w:numId w:val="14"/>
              </w:numPr>
              <w:tabs>
                <w:tab w:val="left" w:pos="719"/>
              </w:tabs>
              <w:ind w:left="0" w:firstLine="10"/>
              <w:contextualSpacing/>
              <w:rPr>
                <w:rFonts w:ascii="Tahoma" w:hAnsi="Tahoma" w:cs="Tahoma"/>
                <w:sz w:val="20"/>
              </w:rPr>
            </w:pPr>
            <w:r w:rsidRPr="007A5BD1">
              <w:rPr>
                <w:rFonts w:ascii="Tahoma" w:hAnsi="Tahoma" w:cs="Tahoma"/>
                <w:sz w:val="20"/>
              </w:rPr>
              <w:t>срок действия банковской гарантии должен заканчиваться не ранее, чем через 30 (тридцать) рабочих дней после наступления крайней даты исполнения обеспеченных банковской гарантией обязательств поставщика;</w:t>
            </w:r>
          </w:p>
          <w:p w14:paraId="1FD16C77" w14:textId="77777777" w:rsidR="007B03CC" w:rsidRPr="007A5BD1" w:rsidRDefault="007B03CC" w:rsidP="007B03CC">
            <w:pPr>
              <w:pStyle w:val="affd"/>
              <w:numPr>
                <w:ilvl w:val="0"/>
                <w:numId w:val="14"/>
              </w:numPr>
              <w:tabs>
                <w:tab w:val="left" w:pos="719"/>
              </w:tabs>
              <w:ind w:left="0" w:firstLine="10"/>
              <w:contextualSpacing/>
              <w:rPr>
                <w:rFonts w:ascii="Tahoma" w:hAnsi="Tahoma" w:cs="Tahoma"/>
                <w:sz w:val="20"/>
              </w:rPr>
            </w:pPr>
            <w:r w:rsidRPr="007A5BD1">
              <w:rPr>
                <w:rFonts w:ascii="Tahoma" w:hAnsi="Tahoma" w:cs="Tahoma"/>
                <w:sz w:val="20"/>
              </w:rPr>
              <w:t>необходимость предоставления продления банковской гарантии, в случае неисполнения обеспеченных банковской гарантией обязательств поставщика, в установленные договором сроки, не позднее чем за 30 (тридцать) рабочих дней до даты истечения срока действия банковской гарантии;</w:t>
            </w:r>
          </w:p>
          <w:p w14:paraId="36EF77F9" w14:textId="403AC47B" w:rsidR="007B03CC" w:rsidRPr="007A5BD1" w:rsidRDefault="007B03CC" w:rsidP="007B03CC">
            <w:pPr>
              <w:rPr>
                <w:rFonts w:ascii="Tahoma" w:hAnsi="Tahoma" w:cs="Tahoma"/>
                <w:sz w:val="20"/>
              </w:rPr>
            </w:pPr>
            <w:r w:rsidRPr="007A5BD1">
              <w:rPr>
                <w:rFonts w:ascii="Tahoma" w:hAnsi="Tahoma" w:cs="Tahoma"/>
                <w:sz w:val="20"/>
              </w:rPr>
              <w:t>гарантом может выступать только банк или его филиал, согласованный заказчиком</w:t>
            </w:r>
          </w:p>
        </w:tc>
      </w:tr>
      <w:tr w:rsidR="007B03CC" w:rsidRPr="007A5BD1" w14:paraId="6D82BD59" w14:textId="77777777" w:rsidTr="004D21EB"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C06E0B" w14:textId="535A4950" w:rsidR="007B03CC" w:rsidRPr="007A5BD1" w:rsidRDefault="007B03CC" w:rsidP="00A21E32">
            <w:pPr>
              <w:pStyle w:val="affd"/>
              <w:numPr>
                <w:ilvl w:val="0"/>
                <w:numId w:val="10"/>
              </w:numPr>
              <w:ind w:left="0" w:firstLine="300"/>
              <w:rPr>
                <w:rFonts w:ascii="Tahoma" w:hAnsi="Tahoma" w:cs="Tahoma"/>
                <w:sz w:val="20"/>
              </w:rPr>
            </w:pPr>
            <w:r w:rsidRPr="007A5BD1">
              <w:rPr>
                <w:rFonts w:ascii="Tahoma" w:hAnsi="Tahoma" w:cs="Tahoma"/>
                <w:sz w:val="20"/>
              </w:rPr>
              <w:t>Требование о представлении документов, подтверждающих благонадежность Поставщика в соответствии с требованиями Положения о договорной работе, в том числе бухгалтерского баланса, отчета о финансовых результатах за последний отчетный период (копия, заверенная уполномоченным лицом или главным бухгалтером Поставщика с указанием даты заверения), а также справки об исполнении налогоплательщиком (плательщиком сборов, налоговым агентом) обязанности по уплате налогов, сборов, пеней, штрафов, выданную не ранее, чем за три месяца до даты подачи Заявки на участие в закупочной процедуре по форме, утвержденной соответствующим Приказом ФНС России.</w:t>
            </w: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F26881" w14:textId="77777777" w:rsidR="007A5BD1" w:rsidRPr="007A5BD1" w:rsidRDefault="007A5BD1" w:rsidP="007A5BD1">
            <w:pPr>
              <w:tabs>
                <w:tab w:val="left" w:pos="520"/>
              </w:tabs>
              <w:suppressAutoHyphens/>
              <w:jc w:val="center"/>
              <w:rPr>
                <w:rFonts w:ascii="Tahoma" w:hAnsi="Tahoma" w:cs="Tahoma"/>
                <w:sz w:val="20"/>
              </w:rPr>
            </w:pPr>
            <w:r w:rsidRPr="007A5BD1">
              <w:rPr>
                <w:rFonts w:ascii="Tahoma" w:hAnsi="Tahoma" w:cs="Tahoma"/>
                <w:sz w:val="20"/>
              </w:rPr>
              <w:t>ВНИМАНИЕ!</w:t>
            </w:r>
          </w:p>
          <w:p w14:paraId="4DA001CB" w14:textId="77777777" w:rsidR="007A5BD1" w:rsidRPr="007A5BD1" w:rsidRDefault="007A5BD1" w:rsidP="007A5BD1">
            <w:pPr>
              <w:tabs>
                <w:tab w:val="left" w:pos="520"/>
              </w:tabs>
              <w:suppressAutoHyphens/>
              <w:jc w:val="center"/>
              <w:rPr>
                <w:rFonts w:ascii="Tahoma" w:hAnsi="Tahoma" w:cs="Tahoma"/>
                <w:sz w:val="20"/>
              </w:rPr>
            </w:pPr>
            <w:r w:rsidRPr="007A5BD1">
              <w:rPr>
                <w:rFonts w:ascii="Tahoma" w:hAnsi="Tahoma" w:cs="Tahoma"/>
                <w:sz w:val="20"/>
              </w:rPr>
              <w:t>ПРИ НАПРАВЛЕНИИ ДОКУМЕНТОВ, КАЖДЫЙ ДОКУМЕНТ ДОЛЖЕН БЫТЬ ПРЕДСТАВЛЕН ОТДЕЛЬНЫМ СКАН-ФАЙЛОМ</w:t>
            </w:r>
          </w:p>
          <w:p w14:paraId="0E719600" w14:textId="77777777" w:rsidR="007A5BD1" w:rsidRPr="007A5BD1" w:rsidRDefault="007A5BD1" w:rsidP="007A5BD1">
            <w:pPr>
              <w:tabs>
                <w:tab w:val="left" w:pos="520"/>
              </w:tabs>
              <w:suppressAutoHyphens/>
              <w:rPr>
                <w:rFonts w:ascii="Tahoma" w:hAnsi="Tahoma" w:cs="Tahoma"/>
                <w:sz w:val="20"/>
              </w:rPr>
            </w:pPr>
          </w:p>
          <w:p w14:paraId="36943BE4" w14:textId="77777777" w:rsidR="007A5BD1" w:rsidRPr="007A5BD1" w:rsidRDefault="007A5BD1" w:rsidP="007A5BD1">
            <w:pPr>
              <w:tabs>
                <w:tab w:val="left" w:pos="520"/>
              </w:tabs>
              <w:suppressAutoHyphens/>
              <w:rPr>
                <w:rFonts w:ascii="Tahoma" w:hAnsi="Tahoma" w:cs="Tahoma"/>
                <w:sz w:val="20"/>
              </w:rPr>
            </w:pPr>
            <w:r w:rsidRPr="007A5BD1">
              <w:rPr>
                <w:rFonts w:ascii="Tahoma" w:hAnsi="Tahoma" w:cs="Tahoma"/>
                <w:sz w:val="20"/>
              </w:rPr>
              <w:t>В составе заявки необходимо предоставить:</w:t>
            </w:r>
          </w:p>
          <w:p w14:paraId="6FCA7503" w14:textId="77777777" w:rsidR="007A5BD1" w:rsidRPr="007A5BD1" w:rsidRDefault="007A5BD1" w:rsidP="007A5BD1">
            <w:pPr>
              <w:tabs>
                <w:tab w:val="left" w:pos="520"/>
              </w:tabs>
              <w:suppressAutoHyphens/>
              <w:rPr>
                <w:rFonts w:ascii="Tahoma" w:hAnsi="Tahoma" w:cs="Tahoma"/>
                <w:sz w:val="20"/>
              </w:rPr>
            </w:pPr>
            <w:r w:rsidRPr="007A5BD1">
              <w:rPr>
                <w:rFonts w:ascii="Tahoma" w:hAnsi="Tahoma" w:cs="Tahoma"/>
                <w:sz w:val="20"/>
              </w:rPr>
              <w:t>1.</w:t>
            </w:r>
            <w:r w:rsidRPr="007A5BD1">
              <w:rPr>
                <w:rFonts w:ascii="Tahoma" w:hAnsi="Tahoma" w:cs="Tahoma"/>
                <w:sz w:val="20"/>
              </w:rPr>
              <w:tab/>
              <w:t>Расшифровки дебиторской и кредиторской задолженности, кредитов банков и заемных средств по состоянию на 1 января предшествующего и текущего года</w:t>
            </w:r>
          </w:p>
          <w:p w14:paraId="44F7F677" w14:textId="77777777" w:rsidR="007A5BD1" w:rsidRPr="007A5BD1" w:rsidRDefault="007A5BD1" w:rsidP="007A5BD1">
            <w:pPr>
              <w:tabs>
                <w:tab w:val="left" w:pos="520"/>
              </w:tabs>
              <w:suppressAutoHyphens/>
              <w:rPr>
                <w:rFonts w:ascii="Tahoma" w:hAnsi="Tahoma" w:cs="Tahoma"/>
                <w:sz w:val="20"/>
              </w:rPr>
            </w:pPr>
            <w:r w:rsidRPr="007A5BD1">
              <w:rPr>
                <w:rFonts w:ascii="Tahoma" w:hAnsi="Tahoma" w:cs="Tahoma"/>
                <w:sz w:val="20"/>
              </w:rPr>
              <w:t>2.</w:t>
            </w:r>
            <w:r w:rsidRPr="007A5BD1">
              <w:rPr>
                <w:rFonts w:ascii="Tahoma" w:hAnsi="Tahoma" w:cs="Tahoma"/>
                <w:sz w:val="20"/>
              </w:rPr>
              <w:tab/>
              <w:t>Свидетельство о государственной регистрации юридического лица (индивидуального предпринимателя), в том числе свидетельство о внесении записи в Единый государственный реестр юридических лиц о юридическом лице, зарегистрированном до 01.07.2002</w:t>
            </w:r>
          </w:p>
          <w:p w14:paraId="77B70F2A" w14:textId="77777777" w:rsidR="007A5BD1" w:rsidRPr="007A5BD1" w:rsidRDefault="007A5BD1" w:rsidP="007A5BD1">
            <w:pPr>
              <w:tabs>
                <w:tab w:val="left" w:pos="520"/>
              </w:tabs>
              <w:suppressAutoHyphens/>
              <w:rPr>
                <w:rFonts w:ascii="Tahoma" w:hAnsi="Tahoma" w:cs="Tahoma"/>
                <w:sz w:val="20"/>
              </w:rPr>
            </w:pPr>
            <w:r w:rsidRPr="007A5BD1">
              <w:rPr>
                <w:rFonts w:ascii="Tahoma" w:hAnsi="Tahoma" w:cs="Tahoma"/>
                <w:sz w:val="20"/>
              </w:rPr>
              <w:lastRenderedPageBreak/>
              <w:t>3.</w:t>
            </w:r>
            <w:r w:rsidRPr="007A5BD1">
              <w:rPr>
                <w:rFonts w:ascii="Tahoma" w:hAnsi="Tahoma" w:cs="Tahoma"/>
                <w:sz w:val="20"/>
              </w:rPr>
              <w:tab/>
              <w:t>Выписка из Единого государственного реестра юридических лиц (индивидуальных предпринимателей)</w:t>
            </w:r>
          </w:p>
          <w:p w14:paraId="44CDB997" w14:textId="77777777" w:rsidR="007A5BD1" w:rsidRPr="007A5BD1" w:rsidRDefault="007A5BD1" w:rsidP="007A5BD1">
            <w:pPr>
              <w:tabs>
                <w:tab w:val="left" w:pos="520"/>
              </w:tabs>
              <w:suppressAutoHyphens/>
              <w:rPr>
                <w:rFonts w:ascii="Tahoma" w:hAnsi="Tahoma" w:cs="Tahoma"/>
                <w:sz w:val="20"/>
              </w:rPr>
            </w:pPr>
            <w:r w:rsidRPr="007A5BD1">
              <w:rPr>
                <w:rFonts w:ascii="Tahoma" w:hAnsi="Tahoma" w:cs="Tahoma"/>
                <w:sz w:val="20"/>
              </w:rPr>
              <w:t>4.</w:t>
            </w:r>
            <w:r w:rsidRPr="007A5BD1">
              <w:rPr>
                <w:rFonts w:ascii="Tahoma" w:hAnsi="Tahoma" w:cs="Tahoma"/>
                <w:sz w:val="20"/>
              </w:rPr>
              <w:tab/>
              <w:t>Учредительные документы со всеми изменениями (Устав в последней редакции)</w:t>
            </w:r>
          </w:p>
          <w:p w14:paraId="2355AF19" w14:textId="77777777" w:rsidR="007A5BD1" w:rsidRPr="007A5BD1" w:rsidRDefault="007A5BD1" w:rsidP="007A5BD1">
            <w:pPr>
              <w:tabs>
                <w:tab w:val="left" w:pos="520"/>
              </w:tabs>
              <w:suppressAutoHyphens/>
              <w:rPr>
                <w:rFonts w:ascii="Tahoma" w:hAnsi="Tahoma" w:cs="Tahoma"/>
                <w:sz w:val="20"/>
              </w:rPr>
            </w:pPr>
            <w:r w:rsidRPr="007A5BD1">
              <w:rPr>
                <w:rFonts w:ascii="Tahoma" w:hAnsi="Tahoma" w:cs="Tahoma"/>
                <w:sz w:val="20"/>
              </w:rPr>
              <w:t>5.</w:t>
            </w:r>
            <w:r w:rsidRPr="007A5BD1">
              <w:rPr>
                <w:rFonts w:ascii="Tahoma" w:hAnsi="Tahoma" w:cs="Tahoma"/>
                <w:sz w:val="20"/>
              </w:rPr>
              <w:tab/>
              <w:t>Свидетельство о постановке на учет в налоговом органе</w:t>
            </w:r>
          </w:p>
          <w:p w14:paraId="292B125F" w14:textId="77777777" w:rsidR="007A5BD1" w:rsidRPr="007A5BD1" w:rsidRDefault="007A5BD1" w:rsidP="007A5BD1">
            <w:pPr>
              <w:tabs>
                <w:tab w:val="left" w:pos="520"/>
              </w:tabs>
              <w:suppressAutoHyphens/>
              <w:rPr>
                <w:rFonts w:ascii="Tahoma" w:hAnsi="Tahoma" w:cs="Tahoma"/>
                <w:sz w:val="20"/>
              </w:rPr>
            </w:pPr>
            <w:r w:rsidRPr="007A5BD1">
              <w:rPr>
                <w:rFonts w:ascii="Tahoma" w:hAnsi="Tahoma" w:cs="Tahoma"/>
                <w:sz w:val="20"/>
              </w:rPr>
              <w:t>6.</w:t>
            </w:r>
            <w:r w:rsidRPr="007A5BD1">
              <w:rPr>
                <w:rFonts w:ascii="Tahoma" w:hAnsi="Tahoma" w:cs="Tahoma"/>
                <w:sz w:val="20"/>
              </w:rPr>
              <w:tab/>
              <w:t>Бухгалтерский баланс</w:t>
            </w:r>
          </w:p>
          <w:p w14:paraId="746C9A81" w14:textId="77777777" w:rsidR="007A5BD1" w:rsidRPr="007A5BD1" w:rsidRDefault="007A5BD1" w:rsidP="007A5BD1">
            <w:pPr>
              <w:tabs>
                <w:tab w:val="left" w:pos="520"/>
              </w:tabs>
              <w:suppressAutoHyphens/>
              <w:rPr>
                <w:rFonts w:ascii="Tahoma" w:hAnsi="Tahoma" w:cs="Tahoma"/>
                <w:sz w:val="20"/>
              </w:rPr>
            </w:pPr>
            <w:r w:rsidRPr="007A5BD1">
              <w:rPr>
                <w:rFonts w:ascii="Tahoma" w:hAnsi="Tahoma" w:cs="Tahoma"/>
                <w:sz w:val="20"/>
              </w:rPr>
              <w:t>7.</w:t>
            </w:r>
            <w:r w:rsidRPr="007A5BD1">
              <w:rPr>
                <w:rFonts w:ascii="Tahoma" w:hAnsi="Tahoma" w:cs="Tahoma"/>
                <w:sz w:val="20"/>
              </w:rPr>
              <w:tab/>
              <w:t>Отчет о прибылях и убытках</w:t>
            </w:r>
          </w:p>
          <w:p w14:paraId="05703875" w14:textId="77777777" w:rsidR="007A5BD1" w:rsidRPr="007A5BD1" w:rsidRDefault="007A5BD1" w:rsidP="007A5BD1">
            <w:pPr>
              <w:tabs>
                <w:tab w:val="left" w:pos="520"/>
              </w:tabs>
              <w:suppressAutoHyphens/>
              <w:rPr>
                <w:rFonts w:ascii="Tahoma" w:hAnsi="Tahoma" w:cs="Tahoma"/>
                <w:sz w:val="20"/>
              </w:rPr>
            </w:pPr>
            <w:r w:rsidRPr="007A5BD1">
              <w:rPr>
                <w:rFonts w:ascii="Tahoma" w:hAnsi="Tahoma" w:cs="Tahoma"/>
                <w:sz w:val="20"/>
              </w:rPr>
              <w:t>8.</w:t>
            </w:r>
            <w:r w:rsidRPr="007A5BD1">
              <w:rPr>
                <w:rFonts w:ascii="Tahoma" w:hAnsi="Tahoma" w:cs="Tahoma"/>
                <w:sz w:val="20"/>
              </w:rPr>
              <w:tab/>
              <w:t>Информационное письмо Госкомстата о присвоении кодов ОКПО</w:t>
            </w:r>
          </w:p>
          <w:p w14:paraId="3D32A211" w14:textId="77777777" w:rsidR="007A5BD1" w:rsidRPr="007A5BD1" w:rsidRDefault="007A5BD1" w:rsidP="007A5BD1">
            <w:pPr>
              <w:tabs>
                <w:tab w:val="left" w:pos="520"/>
              </w:tabs>
              <w:suppressAutoHyphens/>
              <w:rPr>
                <w:rFonts w:ascii="Tahoma" w:hAnsi="Tahoma" w:cs="Tahoma"/>
                <w:sz w:val="20"/>
              </w:rPr>
            </w:pPr>
            <w:r w:rsidRPr="007A5BD1">
              <w:rPr>
                <w:rFonts w:ascii="Tahoma" w:hAnsi="Tahoma" w:cs="Tahoma"/>
                <w:sz w:val="20"/>
              </w:rPr>
              <w:t>9.</w:t>
            </w:r>
            <w:r w:rsidRPr="007A5BD1">
              <w:rPr>
                <w:rFonts w:ascii="Tahoma" w:hAnsi="Tahoma" w:cs="Tahoma"/>
                <w:sz w:val="20"/>
              </w:rPr>
              <w:tab/>
              <w:t>Решение либо выписка из решения органа управления участника, к компетенции которого уставом отнесен вопрос об избрании (назначении) единоличного исполнительного органа</w:t>
            </w:r>
          </w:p>
          <w:p w14:paraId="5A803D8A" w14:textId="77777777" w:rsidR="007A5BD1" w:rsidRPr="007A5BD1" w:rsidRDefault="007A5BD1" w:rsidP="007A5BD1">
            <w:pPr>
              <w:tabs>
                <w:tab w:val="left" w:pos="520"/>
              </w:tabs>
              <w:suppressAutoHyphens/>
              <w:rPr>
                <w:rFonts w:ascii="Tahoma" w:hAnsi="Tahoma" w:cs="Tahoma"/>
                <w:sz w:val="20"/>
              </w:rPr>
            </w:pPr>
            <w:r w:rsidRPr="007A5BD1">
              <w:rPr>
                <w:rFonts w:ascii="Tahoma" w:hAnsi="Tahoma" w:cs="Tahoma"/>
                <w:sz w:val="20"/>
              </w:rPr>
              <w:t>10.</w:t>
            </w:r>
            <w:r w:rsidRPr="007A5BD1">
              <w:rPr>
                <w:rFonts w:ascii="Tahoma" w:hAnsi="Tahoma" w:cs="Tahoma"/>
                <w:sz w:val="20"/>
              </w:rPr>
              <w:tab/>
              <w:t>Справка об отсутствии задолженности перед бюджетом, выданная налоговым органом, в котором участник стоит на налоговом учете</w:t>
            </w:r>
          </w:p>
          <w:p w14:paraId="04C5CF66" w14:textId="77777777" w:rsidR="007A5BD1" w:rsidRPr="007A5BD1" w:rsidRDefault="007A5BD1" w:rsidP="007A5BD1">
            <w:pPr>
              <w:tabs>
                <w:tab w:val="left" w:pos="520"/>
              </w:tabs>
              <w:suppressAutoHyphens/>
              <w:rPr>
                <w:rFonts w:ascii="Tahoma" w:hAnsi="Tahoma" w:cs="Tahoma"/>
                <w:sz w:val="20"/>
              </w:rPr>
            </w:pPr>
            <w:r w:rsidRPr="007A5BD1">
              <w:rPr>
                <w:rFonts w:ascii="Tahoma" w:hAnsi="Tahoma" w:cs="Tahoma"/>
                <w:sz w:val="20"/>
              </w:rPr>
              <w:t>11.</w:t>
            </w:r>
            <w:r w:rsidRPr="007A5BD1">
              <w:rPr>
                <w:rFonts w:ascii="Tahoma" w:hAnsi="Tahoma" w:cs="Tahoma"/>
                <w:sz w:val="20"/>
              </w:rPr>
              <w:tab/>
              <w:t xml:space="preserve">Письмо о применяемой системе налогообложения </w:t>
            </w:r>
          </w:p>
          <w:p w14:paraId="33B21DA0" w14:textId="77777777" w:rsidR="007A5BD1" w:rsidRPr="007A5BD1" w:rsidRDefault="007A5BD1" w:rsidP="007A5BD1">
            <w:pPr>
              <w:tabs>
                <w:tab w:val="left" w:pos="520"/>
              </w:tabs>
              <w:suppressAutoHyphens/>
              <w:rPr>
                <w:rFonts w:ascii="Tahoma" w:hAnsi="Tahoma" w:cs="Tahoma"/>
                <w:sz w:val="20"/>
              </w:rPr>
            </w:pPr>
            <w:r w:rsidRPr="007A5BD1">
              <w:rPr>
                <w:rFonts w:ascii="Tahoma" w:hAnsi="Tahoma" w:cs="Tahoma"/>
                <w:sz w:val="20"/>
              </w:rPr>
              <w:t>12.</w:t>
            </w:r>
            <w:r w:rsidRPr="007A5BD1">
              <w:rPr>
                <w:rFonts w:ascii="Tahoma" w:hAnsi="Tahoma" w:cs="Tahoma"/>
                <w:sz w:val="20"/>
              </w:rPr>
              <w:tab/>
              <w:t>Карточка контрагента - юридического лица в соответствии с Приложением 10</w:t>
            </w:r>
          </w:p>
          <w:p w14:paraId="532744FC" w14:textId="77777777" w:rsidR="007A5BD1" w:rsidRPr="007A5BD1" w:rsidRDefault="007A5BD1" w:rsidP="007A5BD1">
            <w:pPr>
              <w:tabs>
                <w:tab w:val="left" w:pos="520"/>
              </w:tabs>
              <w:suppressAutoHyphens/>
              <w:rPr>
                <w:rFonts w:ascii="Tahoma" w:hAnsi="Tahoma" w:cs="Tahoma"/>
                <w:sz w:val="20"/>
              </w:rPr>
            </w:pPr>
            <w:r w:rsidRPr="007A5BD1">
              <w:rPr>
                <w:rFonts w:ascii="Tahoma" w:hAnsi="Tahoma" w:cs="Tahoma"/>
                <w:sz w:val="20"/>
              </w:rPr>
              <w:t>При заполнении Карточки следует обратить внимание на следующее:</w:t>
            </w:r>
          </w:p>
          <w:p w14:paraId="248E6ACA" w14:textId="77777777" w:rsidR="007A5BD1" w:rsidRPr="007A5BD1" w:rsidRDefault="007A5BD1" w:rsidP="007A5BD1">
            <w:pPr>
              <w:tabs>
                <w:tab w:val="left" w:pos="520"/>
              </w:tabs>
              <w:suppressAutoHyphens/>
              <w:rPr>
                <w:rFonts w:ascii="Tahoma" w:hAnsi="Tahoma" w:cs="Tahoma"/>
                <w:sz w:val="20"/>
              </w:rPr>
            </w:pPr>
            <w:r w:rsidRPr="007A5BD1">
              <w:rPr>
                <w:rFonts w:ascii="Tahoma" w:hAnsi="Tahoma" w:cs="Tahoma"/>
                <w:sz w:val="20"/>
              </w:rPr>
              <w:t>- все поля обязательны для заполнения;</w:t>
            </w:r>
          </w:p>
          <w:p w14:paraId="06A388CD" w14:textId="77777777" w:rsidR="007A5BD1" w:rsidRPr="007A5BD1" w:rsidRDefault="007A5BD1" w:rsidP="007A5BD1">
            <w:pPr>
              <w:tabs>
                <w:tab w:val="left" w:pos="520"/>
              </w:tabs>
              <w:suppressAutoHyphens/>
              <w:rPr>
                <w:rFonts w:ascii="Tahoma" w:hAnsi="Tahoma" w:cs="Tahoma"/>
                <w:sz w:val="20"/>
              </w:rPr>
            </w:pPr>
            <w:r w:rsidRPr="007A5BD1">
              <w:rPr>
                <w:rFonts w:ascii="Tahoma" w:hAnsi="Tahoma" w:cs="Tahoma"/>
                <w:sz w:val="20"/>
              </w:rPr>
              <w:t xml:space="preserve">- проставление прочерков в полях анкеты не допускается; </w:t>
            </w:r>
          </w:p>
          <w:p w14:paraId="4AC3C38A" w14:textId="77777777" w:rsidR="007A5BD1" w:rsidRPr="007A5BD1" w:rsidRDefault="007A5BD1" w:rsidP="007A5BD1">
            <w:pPr>
              <w:tabs>
                <w:tab w:val="left" w:pos="520"/>
              </w:tabs>
              <w:suppressAutoHyphens/>
              <w:rPr>
                <w:rFonts w:ascii="Tahoma" w:hAnsi="Tahoma" w:cs="Tahoma"/>
                <w:sz w:val="20"/>
              </w:rPr>
            </w:pPr>
            <w:r w:rsidRPr="007A5BD1">
              <w:rPr>
                <w:rFonts w:ascii="Tahoma" w:hAnsi="Tahoma" w:cs="Tahoma"/>
                <w:sz w:val="20"/>
              </w:rPr>
              <w:t>- в случае отсутствия какого-либо реквизита, предусмотренного в карточке, следует вносить запись: «Отсутствует».</w:t>
            </w:r>
          </w:p>
          <w:p w14:paraId="53315F45" w14:textId="77777777" w:rsidR="007A5BD1" w:rsidRPr="007A5BD1" w:rsidRDefault="007A5BD1" w:rsidP="007A5BD1">
            <w:pPr>
              <w:tabs>
                <w:tab w:val="left" w:pos="520"/>
              </w:tabs>
              <w:suppressAutoHyphens/>
              <w:rPr>
                <w:rFonts w:ascii="Tahoma" w:hAnsi="Tahoma" w:cs="Tahoma"/>
                <w:sz w:val="20"/>
              </w:rPr>
            </w:pPr>
          </w:p>
          <w:p w14:paraId="2820C79D" w14:textId="77777777" w:rsidR="007A5BD1" w:rsidRPr="007A5BD1" w:rsidRDefault="007A5BD1" w:rsidP="007A5BD1">
            <w:pPr>
              <w:tabs>
                <w:tab w:val="left" w:pos="520"/>
              </w:tabs>
              <w:suppressAutoHyphens/>
              <w:rPr>
                <w:rFonts w:ascii="Tahoma" w:hAnsi="Tahoma" w:cs="Tahoma"/>
                <w:sz w:val="20"/>
              </w:rPr>
            </w:pPr>
            <w:r w:rsidRPr="007A5BD1">
              <w:rPr>
                <w:rFonts w:ascii="Tahoma" w:hAnsi="Tahoma" w:cs="Tahoma"/>
                <w:sz w:val="20"/>
              </w:rPr>
              <w:t>Копии документов предоставляются заверенные следующим образом:</w:t>
            </w:r>
          </w:p>
          <w:p w14:paraId="0C969AF2" w14:textId="77777777" w:rsidR="007A5BD1" w:rsidRPr="007A5BD1" w:rsidRDefault="007A5BD1" w:rsidP="007A5BD1">
            <w:pPr>
              <w:tabs>
                <w:tab w:val="left" w:pos="520"/>
              </w:tabs>
              <w:suppressAutoHyphens/>
              <w:rPr>
                <w:rFonts w:ascii="Tahoma" w:hAnsi="Tahoma" w:cs="Tahoma"/>
                <w:sz w:val="20"/>
              </w:rPr>
            </w:pPr>
            <w:r w:rsidRPr="007A5BD1">
              <w:rPr>
                <w:rFonts w:ascii="Tahoma" w:hAnsi="Tahoma" w:cs="Tahoma"/>
                <w:sz w:val="20"/>
              </w:rPr>
              <w:t>Заверительная надпись на копии документа должна содержать следующие реквизиты:</w:t>
            </w:r>
          </w:p>
          <w:p w14:paraId="08C2DF47" w14:textId="77777777" w:rsidR="007A5BD1" w:rsidRPr="007A5BD1" w:rsidRDefault="007A5BD1" w:rsidP="007A5BD1">
            <w:pPr>
              <w:tabs>
                <w:tab w:val="left" w:pos="520"/>
              </w:tabs>
              <w:suppressAutoHyphens/>
              <w:rPr>
                <w:rFonts w:ascii="Tahoma" w:hAnsi="Tahoma" w:cs="Tahoma"/>
                <w:sz w:val="20"/>
              </w:rPr>
            </w:pPr>
            <w:r w:rsidRPr="007A5BD1">
              <w:rPr>
                <w:rFonts w:ascii="Tahoma" w:hAnsi="Tahoma" w:cs="Tahoma"/>
                <w:sz w:val="20"/>
              </w:rPr>
              <w:t>• слово "Верно" или "Копия верна";</w:t>
            </w:r>
          </w:p>
          <w:p w14:paraId="36FC6476" w14:textId="77777777" w:rsidR="007A5BD1" w:rsidRPr="007A5BD1" w:rsidRDefault="007A5BD1" w:rsidP="007A5BD1">
            <w:pPr>
              <w:tabs>
                <w:tab w:val="left" w:pos="520"/>
              </w:tabs>
              <w:suppressAutoHyphens/>
              <w:rPr>
                <w:rFonts w:ascii="Tahoma" w:hAnsi="Tahoma" w:cs="Tahoma"/>
                <w:sz w:val="20"/>
              </w:rPr>
            </w:pPr>
            <w:r w:rsidRPr="007A5BD1">
              <w:rPr>
                <w:rFonts w:ascii="Tahoma" w:hAnsi="Tahoma" w:cs="Tahoma"/>
                <w:sz w:val="20"/>
              </w:rPr>
              <w:t>• должность лица, заверившего копию;</w:t>
            </w:r>
          </w:p>
          <w:p w14:paraId="0BA6C927" w14:textId="77777777" w:rsidR="007A5BD1" w:rsidRPr="007A5BD1" w:rsidRDefault="007A5BD1" w:rsidP="007A5BD1">
            <w:pPr>
              <w:tabs>
                <w:tab w:val="left" w:pos="520"/>
              </w:tabs>
              <w:suppressAutoHyphens/>
              <w:rPr>
                <w:rFonts w:ascii="Tahoma" w:hAnsi="Tahoma" w:cs="Tahoma"/>
                <w:sz w:val="20"/>
              </w:rPr>
            </w:pPr>
            <w:r w:rsidRPr="007A5BD1">
              <w:rPr>
                <w:rFonts w:ascii="Tahoma" w:hAnsi="Tahoma" w:cs="Tahoma"/>
                <w:sz w:val="20"/>
              </w:rPr>
              <w:t>• подпись лица, заверившего копию;</w:t>
            </w:r>
          </w:p>
          <w:p w14:paraId="187F9F2F" w14:textId="77777777" w:rsidR="007A5BD1" w:rsidRPr="007A5BD1" w:rsidRDefault="007A5BD1" w:rsidP="007A5BD1">
            <w:pPr>
              <w:tabs>
                <w:tab w:val="left" w:pos="520"/>
              </w:tabs>
              <w:suppressAutoHyphens/>
              <w:rPr>
                <w:rFonts w:ascii="Tahoma" w:hAnsi="Tahoma" w:cs="Tahoma"/>
                <w:sz w:val="20"/>
              </w:rPr>
            </w:pPr>
            <w:r w:rsidRPr="007A5BD1">
              <w:rPr>
                <w:rFonts w:ascii="Tahoma" w:hAnsi="Tahoma" w:cs="Tahoma"/>
                <w:sz w:val="20"/>
              </w:rPr>
              <w:t>• расшифровка подписи (инициалы, фамилия);</w:t>
            </w:r>
          </w:p>
          <w:p w14:paraId="730A8285" w14:textId="77777777" w:rsidR="007A5BD1" w:rsidRPr="007A5BD1" w:rsidRDefault="007A5BD1" w:rsidP="007A5BD1">
            <w:pPr>
              <w:tabs>
                <w:tab w:val="left" w:pos="520"/>
              </w:tabs>
              <w:suppressAutoHyphens/>
              <w:rPr>
                <w:rFonts w:ascii="Tahoma" w:hAnsi="Tahoma" w:cs="Tahoma"/>
                <w:sz w:val="20"/>
              </w:rPr>
            </w:pPr>
            <w:r w:rsidRPr="007A5BD1">
              <w:rPr>
                <w:rFonts w:ascii="Tahoma" w:hAnsi="Tahoma" w:cs="Tahoma"/>
                <w:sz w:val="20"/>
              </w:rPr>
              <w:t>• печать;</w:t>
            </w:r>
          </w:p>
          <w:p w14:paraId="753E2E36" w14:textId="77777777" w:rsidR="007A5BD1" w:rsidRPr="007A5BD1" w:rsidRDefault="007A5BD1" w:rsidP="007A5BD1">
            <w:pPr>
              <w:tabs>
                <w:tab w:val="left" w:pos="520"/>
              </w:tabs>
              <w:suppressAutoHyphens/>
              <w:rPr>
                <w:rFonts w:ascii="Tahoma" w:hAnsi="Tahoma" w:cs="Tahoma"/>
                <w:sz w:val="20"/>
              </w:rPr>
            </w:pPr>
            <w:r w:rsidRPr="007A5BD1">
              <w:rPr>
                <w:rFonts w:ascii="Tahoma" w:hAnsi="Tahoma" w:cs="Tahoma"/>
                <w:sz w:val="20"/>
              </w:rPr>
              <w:t>• дата заверения.</w:t>
            </w:r>
          </w:p>
          <w:p w14:paraId="6D7FBE3B" w14:textId="77777777" w:rsidR="007A5BD1" w:rsidRPr="007A5BD1" w:rsidRDefault="007A5BD1" w:rsidP="007A5BD1">
            <w:pPr>
              <w:tabs>
                <w:tab w:val="left" w:pos="520"/>
              </w:tabs>
              <w:suppressAutoHyphens/>
              <w:rPr>
                <w:rFonts w:ascii="Tahoma" w:hAnsi="Tahoma" w:cs="Tahoma"/>
                <w:sz w:val="20"/>
              </w:rPr>
            </w:pPr>
            <w:r w:rsidRPr="007A5BD1">
              <w:rPr>
                <w:rFonts w:ascii="Tahoma" w:hAnsi="Tahoma" w:cs="Tahoma"/>
                <w:sz w:val="20"/>
              </w:rPr>
              <w:t>Копия многостраничного документа должна быть заверена одним из двух способов:</w:t>
            </w:r>
          </w:p>
          <w:p w14:paraId="58B1DDEF" w14:textId="77777777" w:rsidR="007A5BD1" w:rsidRPr="007A5BD1" w:rsidRDefault="007A5BD1" w:rsidP="007A5BD1">
            <w:pPr>
              <w:tabs>
                <w:tab w:val="left" w:pos="520"/>
              </w:tabs>
              <w:suppressAutoHyphens/>
              <w:rPr>
                <w:rFonts w:ascii="Tahoma" w:hAnsi="Tahoma" w:cs="Tahoma"/>
                <w:sz w:val="20"/>
              </w:rPr>
            </w:pPr>
            <w:r w:rsidRPr="007A5BD1">
              <w:rPr>
                <w:rFonts w:ascii="Tahoma" w:hAnsi="Tahoma" w:cs="Tahoma"/>
                <w:sz w:val="20"/>
              </w:rPr>
              <w:t>• отдельно заверить каждый лист копии;</w:t>
            </w:r>
          </w:p>
          <w:p w14:paraId="3A9C0772" w14:textId="77777777" w:rsidR="007A5BD1" w:rsidRPr="007A5BD1" w:rsidRDefault="007A5BD1" w:rsidP="007A5BD1">
            <w:pPr>
              <w:tabs>
                <w:tab w:val="left" w:pos="520"/>
              </w:tabs>
              <w:suppressAutoHyphens/>
              <w:rPr>
                <w:rFonts w:ascii="Tahoma" w:hAnsi="Tahoma" w:cs="Tahoma"/>
                <w:sz w:val="20"/>
              </w:rPr>
            </w:pPr>
            <w:r w:rsidRPr="007A5BD1">
              <w:rPr>
                <w:rFonts w:ascii="Tahoma" w:hAnsi="Tahoma" w:cs="Tahoma"/>
                <w:sz w:val="20"/>
              </w:rPr>
              <w:t>• прошить все листы, пронумеровать их и заверить на обратной стороне последнего листа на месте прошивки с указанием количества листов, например: "Копия на 6 листах верна"</w:t>
            </w:r>
          </w:p>
          <w:p w14:paraId="42706941" w14:textId="0ED6704A" w:rsidR="007B03CC" w:rsidRPr="007A5BD1" w:rsidRDefault="007A5BD1" w:rsidP="007A5BD1">
            <w:pPr>
              <w:tabs>
                <w:tab w:val="left" w:pos="520"/>
              </w:tabs>
              <w:suppressAutoHyphens/>
              <w:rPr>
                <w:rFonts w:ascii="Tahoma" w:hAnsi="Tahoma" w:cs="Tahoma"/>
                <w:sz w:val="20"/>
              </w:rPr>
            </w:pPr>
            <w:r w:rsidRPr="007A5BD1">
              <w:rPr>
                <w:rFonts w:ascii="Tahoma" w:hAnsi="Tahoma" w:cs="Tahoma"/>
                <w:sz w:val="20"/>
              </w:rPr>
              <w:t>В случае заверения копий документов должностным лицом отличным от директора / Генерального директора необходимо предоставить документы, подтверждающие полномочия должностных лиц по заверению копий документов (доверенность, приказ организации, положение о документообороте и др.)</w:t>
            </w:r>
          </w:p>
        </w:tc>
      </w:tr>
      <w:tr w:rsidR="007B03CC" w:rsidRPr="007A5BD1" w14:paraId="082B0C0B" w14:textId="77777777" w:rsidTr="004D21EB"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A6FE43" w14:textId="00487A98" w:rsidR="007B03CC" w:rsidRPr="007A5BD1" w:rsidRDefault="007B03CC" w:rsidP="00A21E32">
            <w:pPr>
              <w:pStyle w:val="affd"/>
              <w:numPr>
                <w:ilvl w:val="0"/>
                <w:numId w:val="10"/>
              </w:numPr>
              <w:ind w:left="0" w:firstLine="300"/>
              <w:rPr>
                <w:rFonts w:ascii="Tahoma" w:hAnsi="Tahoma" w:cs="Tahoma"/>
                <w:sz w:val="20"/>
              </w:rPr>
            </w:pPr>
            <w:r w:rsidRPr="007A5BD1">
              <w:rPr>
                <w:rFonts w:ascii="Tahoma" w:hAnsi="Tahoma" w:cs="Tahoma"/>
                <w:sz w:val="20"/>
              </w:rPr>
              <w:lastRenderedPageBreak/>
              <w:t xml:space="preserve"> Требование по представлению документов, подтверждающих правоспособность и наличие деловых отношений между Поставщиком и производителем Продукции.</w:t>
            </w: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751ECA" w14:textId="40A55AEF" w:rsidR="007B03CC" w:rsidRPr="007A5BD1" w:rsidRDefault="00CA57E9" w:rsidP="007B03CC">
            <w:pPr>
              <w:rPr>
                <w:rFonts w:ascii="Tahoma" w:hAnsi="Tahoma" w:cs="Tahoma"/>
                <w:sz w:val="20"/>
              </w:rPr>
            </w:pPr>
            <w:r w:rsidRPr="007A5BD1">
              <w:rPr>
                <w:rFonts w:ascii="Tahoma" w:hAnsi="Tahoma" w:cs="Tahoma"/>
                <w:sz w:val="20"/>
              </w:rPr>
              <w:t>В случае наличия документов, приложить заверенную копию</w:t>
            </w:r>
          </w:p>
        </w:tc>
      </w:tr>
      <w:tr w:rsidR="007B03CC" w:rsidRPr="007A5BD1" w14:paraId="4134602A" w14:textId="77777777" w:rsidTr="004D21EB"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79C19B" w14:textId="7D3A8A1E" w:rsidR="007B03CC" w:rsidRPr="007A5BD1" w:rsidRDefault="007B03CC" w:rsidP="00A21E32">
            <w:pPr>
              <w:pStyle w:val="affd"/>
              <w:numPr>
                <w:ilvl w:val="0"/>
                <w:numId w:val="10"/>
              </w:numPr>
              <w:ind w:left="0" w:firstLine="300"/>
              <w:rPr>
                <w:rFonts w:ascii="Tahoma" w:hAnsi="Tahoma" w:cs="Tahoma"/>
                <w:sz w:val="20"/>
              </w:rPr>
            </w:pPr>
            <w:r w:rsidRPr="007A5BD1">
              <w:rPr>
                <w:rFonts w:ascii="Tahoma" w:hAnsi="Tahoma" w:cs="Tahoma"/>
                <w:sz w:val="20"/>
              </w:rPr>
              <w:lastRenderedPageBreak/>
              <w:t xml:space="preserve"> </w:t>
            </w:r>
            <w:r w:rsidR="00E64308" w:rsidRPr="00EC044D">
              <w:rPr>
                <w:rFonts w:ascii="Tahoma" w:eastAsia="Calibri" w:hAnsi="Tahoma" w:cs="Tahoma"/>
                <w:sz w:val="20"/>
                <w:lang w:eastAsia="en-US"/>
              </w:rPr>
              <w:t>Условия договора, заключаемого по результатам закупочной процедуры, в том числе, ответственность за нарушение обязательств, применимое право, подсудность.</w:t>
            </w: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C7E608" w14:textId="77777777" w:rsidR="007A5BD1" w:rsidRPr="007A5BD1" w:rsidRDefault="007B03CC" w:rsidP="007A5BD1">
            <w:pPr>
              <w:tabs>
                <w:tab w:val="left" w:pos="9214"/>
              </w:tabs>
              <w:ind w:right="152"/>
              <w:rPr>
                <w:rFonts w:ascii="Tahoma" w:hAnsi="Tahoma" w:cs="Tahoma"/>
                <w:sz w:val="20"/>
              </w:rPr>
            </w:pPr>
            <w:r w:rsidRPr="007A5BD1">
              <w:rPr>
                <w:rFonts w:ascii="Tahoma" w:hAnsi="Tahoma" w:cs="Tahoma"/>
                <w:sz w:val="20"/>
              </w:rPr>
              <w:t xml:space="preserve">Согласно договору </w:t>
            </w:r>
            <w:r w:rsidR="00CA57E9" w:rsidRPr="007A5BD1">
              <w:rPr>
                <w:rFonts w:ascii="Tahoma" w:hAnsi="Tahoma" w:cs="Tahoma"/>
                <w:sz w:val="20"/>
              </w:rPr>
              <w:t>поставки</w:t>
            </w:r>
            <w:r w:rsidR="007A5BD1" w:rsidRPr="007A5BD1">
              <w:rPr>
                <w:rFonts w:ascii="Tahoma" w:hAnsi="Tahoma" w:cs="Tahoma"/>
                <w:sz w:val="20"/>
              </w:rPr>
              <w:t xml:space="preserve"> по типовой форме ООО «НТПО». Условия ответственности определены соответствующим разделом формы договора.</w:t>
            </w:r>
          </w:p>
          <w:p w14:paraId="6ED0A289" w14:textId="77777777" w:rsidR="007A5BD1" w:rsidRPr="007A5BD1" w:rsidRDefault="007A5BD1" w:rsidP="007A5BD1">
            <w:pPr>
              <w:tabs>
                <w:tab w:val="left" w:pos="9214"/>
              </w:tabs>
              <w:ind w:right="152"/>
              <w:rPr>
                <w:rFonts w:ascii="Tahoma" w:hAnsi="Tahoma" w:cs="Tahoma"/>
                <w:sz w:val="20"/>
              </w:rPr>
            </w:pPr>
            <w:r w:rsidRPr="007A5BD1">
              <w:rPr>
                <w:rFonts w:ascii="Tahoma" w:hAnsi="Tahoma" w:cs="Tahoma"/>
                <w:sz w:val="20"/>
              </w:rPr>
              <w:t>При рассмотрении споров применяются нормы права Российской Федерации.</w:t>
            </w:r>
          </w:p>
          <w:p w14:paraId="38055FAE" w14:textId="55FBF46A" w:rsidR="007B03CC" w:rsidRPr="007A5BD1" w:rsidRDefault="007A5BD1" w:rsidP="007A5BD1">
            <w:pPr>
              <w:rPr>
                <w:rFonts w:ascii="Tahoma" w:hAnsi="Tahoma" w:cs="Tahoma"/>
                <w:sz w:val="20"/>
              </w:rPr>
            </w:pPr>
            <w:r w:rsidRPr="007A5BD1">
              <w:rPr>
                <w:rFonts w:ascii="Tahoma" w:hAnsi="Tahoma" w:cs="Tahoma"/>
                <w:sz w:val="20"/>
              </w:rPr>
              <w:t>За неисполнение и ненадлежащее исполнение обязательств Поставщик обязан нести ответственность в соответствии с действующим законодательством РФ.</w:t>
            </w:r>
          </w:p>
        </w:tc>
      </w:tr>
      <w:tr w:rsidR="007B03CC" w:rsidRPr="007A5BD1" w14:paraId="4F4228DE" w14:textId="77777777" w:rsidTr="004D21EB"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5A0FD1" w14:textId="49D18E38" w:rsidR="007B03CC" w:rsidRPr="007A5BD1" w:rsidRDefault="007B03CC" w:rsidP="00A21E32">
            <w:pPr>
              <w:pStyle w:val="affd"/>
              <w:numPr>
                <w:ilvl w:val="0"/>
                <w:numId w:val="10"/>
              </w:numPr>
              <w:ind w:left="0" w:firstLine="300"/>
              <w:rPr>
                <w:rFonts w:ascii="Tahoma" w:hAnsi="Tahoma" w:cs="Tahoma"/>
                <w:sz w:val="20"/>
              </w:rPr>
            </w:pPr>
            <w:r w:rsidRPr="007A5BD1">
              <w:rPr>
                <w:rFonts w:ascii="Tahoma" w:hAnsi="Tahoma" w:cs="Tahoma"/>
                <w:sz w:val="20"/>
              </w:rPr>
              <w:t xml:space="preserve"> Иные специальные требования Заказчика (если применимо)</w:t>
            </w:r>
            <w:r w:rsidR="00E64308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1803BB" w14:textId="2950F153" w:rsidR="007B03CC" w:rsidRPr="007A5BD1" w:rsidRDefault="007B03CC" w:rsidP="007B03CC">
            <w:pPr>
              <w:rPr>
                <w:rFonts w:ascii="Tahoma" w:hAnsi="Tahoma" w:cs="Tahoma"/>
                <w:sz w:val="20"/>
              </w:rPr>
            </w:pPr>
            <w:r w:rsidRPr="007A5BD1">
              <w:rPr>
                <w:rFonts w:ascii="Tahoma" w:hAnsi="Tahoma" w:cs="Tahoma"/>
                <w:sz w:val="20"/>
              </w:rPr>
              <w:t xml:space="preserve">Исполнитель обязуется заключить Договор </w:t>
            </w:r>
            <w:r w:rsidR="00CA57E9" w:rsidRPr="007A5BD1">
              <w:rPr>
                <w:rFonts w:ascii="Tahoma" w:hAnsi="Tahoma" w:cs="Tahoma"/>
                <w:sz w:val="20"/>
              </w:rPr>
              <w:t>поставки</w:t>
            </w:r>
            <w:r w:rsidRPr="007A5BD1">
              <w:rPr>
                <w:rFonts w:ascii="Tahoma" w:hAnsi="Tahoma" w:cs="Tahoma"/>
                <w:sz w:val="20"/>
              </w:rPr>
              <w:t xml:space="preserve"> по ФОРМЕ Договора ООО «НТПО»</w:t>
            </w:r>
            <w:r w:rsidR="00442E77">
              <w:rPr>
                <w:rFonts w:ascii="Tahoma" w:hAnsi="Tahoma" w:cs="Tahoma"/>
                <w:sz w:val="20"/>
              </w:rPr>
              <w:t>.</w:t>
            </w:r>
            <w:bookmarkStart w:id="1" w:name="_GoBack"/>
            <w:bookmarkEnd w:id="1"/>
          </w:p>
          <w:p w14:paraId="507DA408" w14:textId="77777777" w:rsidR="007B03CC" w:rsidRPr="007A5BD1" w:rsidRDefault="007B03CC" w:rsidP="007B03CC">
            <w:pPr>
              <w:rPr>
                <w:rFonts w:ascii="Tahoma" w:hAnsi="Tahoma" w:cs="Tahoma"/>
                <w:sz w:val="20"/>
              </w:rPr>
            </w:pPr>
          </w:p>
          <w:p w14:paraId="471D6F43" w14:textId="1E501CB1" w:rsidR="007B03CC" w:rsidRPr="007A5BD1" w:rsidRDefault="007B03CC" w:rsidP="007B03CC">
            <w:pPr>
              <w:rPr>
                <w:rFonts w:ascii="Tahoma" w:hAnsi="Tahoma" w:cs="Tahoma"/>
                <w:sz w:val="20"/>
              </w:rPr>
            </w:pPr>
            <w:r w:rsidRPr="007A5BD1">
              <w:rPr>
                <w:rFonts w:ascii="Tahoma" w:hAnsi="Tahoma" w:cs="Tahoma"/>
                <w:sz w:val="20"/>
              </w:rPr>
              <w:t>Подтверждается выражением согласия в заявке на участие</w:t>
            </w:r>
            <w:r w:rsidR="00442E77">
              <w:rPr>
                <w:rFonts w:ascii="Tahoma" w:hAnsi="Tahoma" w:cs="Tahoma"/>
                <w:sz w:val="20"/>
              </w:rPr>
              <w:t>.</w:t>
            </w:r>
          </w:p>
        </w:tc>
      </w:tr>
      <w:tr w:rsidR="007B03CC" w:rsidRPr="007A5BD1" w14:paraId="4A8E68C5" w14:textId="77777777" w:rsidTr="003E272B"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D42F46" w14:textId="3EABFFC5" w:rsidR="007B03CC" w:rsidRPr="007A5BD1" w:rsidRDefault="00E64308" w:rsidP="007B03CC">
            <w:pPr>
              <w:pStyle w:val="affd"/>
              <w:numPr>
                <w:ilvl w:val="0"/>
                <w:numId w:val="10"/>
              </w:numPr>
              <w:ind w:left="300"/>
              <w:rPr>
                <w:rFonts w:ascii="Tahoma" w:hAnsi="Tahoma" w:cs="Tahoma"/>
                <w:sz w:val="20"/>
              </w:rPr>
            </w:pPr>
            <w:r w:rsidRPr="00EC044D">
              <w:rPr>
                <w:rFonts w:ascii="Tahoma" w:hAnsi="Tahoma" w:cs="Tahoma"/>
                <w:sz w:val="20"/>
              </w:rPr>
              <w:t>Необходимые требования к Поставщику</w:t>
            </w:r>
            <w:r w:rsidR="007B03CC" w:rsidRPr="007A5BD1">
              <w:rPr>
                <w:rFonts w:ascii="Tahoma" w:hAnsi="Tahoma" w:cs="Tahoma"/>
                <w:sz w:val="20"/>
              </w:rPr>
              <w:t>:</w:t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34"/>
              <w:gridCol w:w="3837"/>
              <w:gridCol w:w="4740"/>
            </w:tblGrid>
            <w:tr w:rsidR="007B03CC" w:rsidRPr="007A5BD1" w14:paraId="3BA6A2C9" w14:textId="77777777" w:rsidTr="007B09FD">
              <w:trPr>
                <w:tblHeader/>
              </w:trPr>
              <w:tc>
                <w:tcPr>
                  <w:tcW w:w="49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C1B917E" w14:textId="77777777" w:rsidR="007B03CC" w:rsidRPr="007A5BD1" w:rsidRDefault="007B03CC" w:rsidP="007B03C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ahoma" w:hAnsi="Tahoma" w:cs="Tahoma"/>
                      <w:b/>
                      <w:sz w:val="20"/>
                    </w:rPr>
                  </w:pPr>
                  <w:r w:rsidRPr="007A5BD1">
                    <w:rPr>
                      <w:rFonts w:ascii="Tahoma" w:hAnsi="Tahoma" w:cs="Tahoma"/>
                      <w:b/>
                      <w:sz w:val="20"/>
                    </w:rPr>
                    <w:t>Номер п/п</w:t>
                  </w:r>
                </w:p>
              </w:tc>
              <w:tc>
                <w:tcPr>
                  <w:tcW w:w="201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8A98DC7" w14:textId="77777777" w:rsidR="007B03CC" w:rsidRPr="007A5BD1" w:rsidRDefault="007B03CC" w:rsidP="007B03C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ahoma" w:hAnsi="Tahoma" w:cs="Tahoma"/>
                      <w:b/>
                      <w:sz w:val="20"/>
                    </w:rPr>
                  </w:pPr>
                  <w:r w:rsidRPr="007A5BD1">
                    <w:rPr>
                      <w:rFonts w:ascii="Tahoma" w:hAnsi="Tahoma" w:cs="Tahoma"/>
                      <w:b/>
                      <w:sz w:val="20"/>
                    </w:rPr>
                    <w:t>Наименование</w:t>
                  </w:r>
                </w:p>
              </w:tc>
              <w:tc>
                <w:tcPr>
                  <w:tcW w:w="249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BB0E0A3" w14:textId="77777777" w:rsidR="007B03CC" w:rsidRPr="007A5BD1" w:rsidRDefault="007B03CC" w:rsidP="007B03C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ahoma" w:hAnsi="Tahoma" w:cs="Tahoma"/>
                      <w:b/>
                      <w:sz w:val="20"/>
                    </w:rPr>
                  </w:pPr>
                  <w:r w:rsidRPr="007A5BD1">
                    <w:rPr>
                      <w:rFonts w:ascii="Tahoma" w:hAnsi="Tahoma" w:cs="Tahoma"/>
                      <w:b/>
                      <w:sz w:val="20"/>
                    </w:rPr>
                    <w:t>Критерий преодоления</w:t>
                  </w:r>
                </w:p>
              </w:tc>
            </w:tr>
            <w:tr w:rsidR="00CA57E9" w:rsidRPr="007A5BD1" w14:paraId="2F2FE143" w14:textId="77777777" w:rsidTr="007B09FD">
              <w:trPr>
                <w:trHeight w:val="909"/>
              </w:trPr>
              <w:tc>
                <w:tcPr>
                  <w:tcW w:w="49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BFBD22" w14:textId="77777777" w:rsidR="00CA57E9" w:rsidRPr="007A5BD1" w:rsidRDefault="00CA57E9" w:rsidP="00CA57E9">
                  <w:pPr>
                    <w:pStyle w:val="affd"/>
                    <w:numPr>
                      <w:ilvl w:val="0"/>
                      <w:numId w:val="11"/>
                    </w:numPr>
                    <w:autoSpaceDE w:val="0"/>
                    <w:autoSpaceDN w:val="0"/>
                    <w:adjustRightInd w:val="0"/>
                    <w:contextualSpacing/>
                    <w:jc w:val="left"/>
                    <w:rPr>
                      <w:rFonts w:ascii="Tahoma" w:hAnsi="Tahoma" w:cs="Tahoma"/>
                      <w:sz w:val="20"/>
                    </w:rPr>
                  </w:pPr>
                </w:p>
              </w:tc>
              <w:tc>
                <w:tcPr>
                  <w:tcW w:w="201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C7791A" w14:textId="604A8084" w:rsidR="00CA57E9" w:rsidRPr="007A5BD1" w:rsidRDefault="00CA57E9" w:rsidP="00CA57E9">
                  <w:pPr>
                    <w:spacing w:line="22" w:lineRule="atLeast"/>
                    <w:rPr>
                      <w:rFonts w:ascii="Tahoma" w:hAnsi="Tahoma" w:cs="Tahoma"/>
                      <w:sz w:val="20"/>
                    </w:rPr>
                  </w:pPr>
                  <w:r w:rsidRPr="007A5BD1">
                    <w:rPr>
                      <w:rFonts w:ascii="Tahoma" w:hAnsi="Tahoma" w:cs="Tahoma"/>
                      <w:sz w:val="20"/>
                    </w:rPr>
                    <w:t>Безавансовая форма расчетов</w:t>
                  </w:r>
                </w:p>
              </w:tc>
              <w:tc>
                <w:tcPr>
                  <w:tcW w:w="249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ECEC3E" w14:textId="6D7F05A7" w:rsidR="00CA57E9" w:rsidRPr="007A5BD1" w:rsidRDefault="00CA57E9" w:rsidP="00CA57E9">
                  <w:pPr>
                    <w:spacing w:line="22" w:lineRule="atLeast"/>
                    <w:rPr>
                      <w:rFonts w:ascii="Tahoma" w:hAnsi="Tahoma" w:cs="Tahoma"/>
                      <w:sz w:val="20"/>
                    </w:rPr>
                  </w:pPr>
                  <w:r w:rsidRPr="007A5BD1">
                    <w:rPr>
                      <w:rFonts w:ascii="Tahoma" w:hAnsi="Tahoma" w:cs="Tahoma"/>
                      <w:sz w:val="20"/>
                    </w:rPr>
                    <w:t>Безавансовая форма расчетов подтверждается в заявке на участие в закупочной процедуре</w:t>
                  </w:r>
                </w:p>
              </w:tc>
            </w:tr>
            <w:tr w:rsidR="00CA57E9" w:rsidRPr="007A5BD1" w14:paraId="1F15832F" w14:textId="77777777" w:rsidTr="007B09FD">
              <w:trPr>
                <w:trHeight w:val="600"/>
              </w:trPr>
              <w:tc>
                <w:tcPr>
                  <w:tcW w:w="49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AE19FE7" w14:textId="5B82B148" w:rsidR="00CA57E9" w:rsidRPr="007A5BD1" w:rsidRDefault="00CA57E9" w:rsidP="00CA57E9">
                  <w:pPr>
                    <w:pStyle w:val="affd"/>
                    <w:numPr>
                      <w:ilvl w:val="0"/>
                      <w:numId w:val="11"/>
                    </w:numPr>
                    <w:autoSpaceDE w:val="0"/>
                    <w:autoSpaceDN w:val="0"/>
                    <w:adjustRightInd w:val="0"/>
                    <w:contextualSpacing/>
                    <w:jc w:val="left"/>
                    <w:rPr>
                      <w:rFonts w:ascii="Tahoma" w:hAnsi="Tahoma" w:cs="Tahoma"/>
                      <w:sz w:val="20"/>
                    </w:rPr>
                  </w:pPr>
                </w:p>
              </w:tc>
              <w:tc>
                <w:tcPr>
                  <w:tcW w:w="201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CC05595" w14:textId="4669D1AC" w:rsidR="00CA57E9" w:rsidRPr="007A5BD1" w:rsidRDefault="00CA57E9" w:rsidP="007A5BD1">
                  <w:pPr>
                    <w:spacing w:line="22" w:lineRule="atLeast"/>
                    <w:rPr>
                      <w:rFonts w:ascii="Tahoma" w:hAnsi="Tahoma" w:cs="Tahoma"/>
                      <w:sz w:val="20"/>
                    </w:rPr>
                  </w:pPr>
                  <w:r w:rsidRPr="007A5BD1">
                    <w:rPr>
                      <w:rFonts w:ascii="Tahoma" w:hAnsi="Tahoma" w:cs="Tahoma"/>
                      <w:sz w:val="20"/>
                    </w:rPr>
                    <w:t>Соответствие технико-коммерческого предложения поставщика требованиям заказчика</w:t>
                  </w:r>
                </w:p>
              </w:tc>
              <w:tc>
                <w:tcPr>
                  <w:tcW w:w="249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E72AD1C" w14:textId="77777777" w:rsidR="00CA57E9" w:rsidRPr="007A5BD1" w:rsidRDefault="00CA57E9" w:rsidP="00CA57E9">
                  <w:pPr>
                    <w:spacing w:line="22" w:lineRule="atLeast"/>
                    <w:rPr>
                      <w:rFonts w:ascii="Tahoma" w:hAnsi="Tahoma" w:cs="Tahoma"/>
                      <w:sz w:val="20"/>
                    </w:rPr>
                  </w:pPr>
                  <w:r w:rsidRPr="007A5BD1">
                    <w:rPr>
                      <w:rFonts w:ascii="Tahoma" w:hAnsi="Tahoma" w:cs="Tahoma"/>
                      <w:sz w:val="20"/>
                    </w:rPr>
                    <w:t>Предлагаемая продукция должна полностью соответствовать требованиям технического задания, в полном объеме и в сроки в соответствии с приложением 3 к приглашению на участие в закупочной процедуре.</w:t>
                  </w:r>
                </w:p>
                <w:p w14:paraId="3067C40B" w14:textId="77777777" w:rsidR="00CA57E9" w:rsidRPr="007A5BD1" w:rsidRDefault="00CA57E9" w:rsidP="00CA57E9">
                  <w:pPr>
                    <w:spacing w:line="22" w:lineRule="atLeast"/>
                    <w:rPr>
                      <w:rFonts w:ascii="Tahoma" w:hAnsi="Tahoma" w:cs="Tahoma"/>
                      <w:sz w:val="20"/>
                    </w:rPr>
                  </w:pPr>
                </w:p>
                <w:p w14:paraId="367419FB" w14:textId="17D8AEAB" w:rsidR="00CA57E9" w:rsidRPr="007A5BD1" w:rsidRDefault="00CA57E9" w:rsidP="00CA57E9">
                  <w:pPr>
                    <w:spacing w:line="22" w:lineRule="atLeast"/>
                    <w:rPr>
                      <w:rFonts w:ascii="Tahoma" w:hAnsi="Tahoma" w:cs="Tahoma"/>
                      <w:sz w:val="20"/>
                    </w:rPr>
                  </w:pPr>
                  <w:r w:rsidRPr="007A5BD1">
                    <w:rPr>
                      <w:rFonts w:ascii="Tahoma" w:hAnsi="Tahoma" w:cs="Tahoma"/>
                      <w:sz w:val="20"/>
                    </w:rPr>
                    <w:t>Подтверждается в заявке на участие в закупочной процедуре и предоставлением технико-коммерческого предложения</w:t>
                  </w:r>
                </w:p>
              </w:tc>
            </w:tr>
            <w:tr w:rsidR="00CA57E9" w:rsidRPr="007A5BD1" w14:paraId="5AF738DC" w14:textId="77777777" w:rsidTr="007B09FD">
              <w:trPr>
                <w:trHeight w:val="909"/>
              </w:trPr>
              <w:tc>
                <w:tcPr>
                  <w:tcW w:w="49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756631D" w14:textId="3FD7F4F8" w:rsidR="00CA57E9" w:rsidRPr="007A5BD1" w:rsidRDefault="00CA57E9" w:rsidP="00CA57E9">
                  <w:pPr>
                    <w:pStyle w:val="affd"/>
                    <w:numPr>
                      <w:ilvl w:val="0"/>
                      <w:numId w:val="11"/>
                    </w:numPr>
                    <w:autoSpaceDE w:val="0"/>
                    <w:autoSpaceDN w:val="0"/>
                    <w:adjustRightInd w:val="0"/>
                    <w:contextualSpacing/>
                    <w:jc w:val="left"/>
                    <w:rPr>
                      <w:rFonts w:ascii="Tahoma" w:hAnsi="Tahoma" w:cs="Tahoma"/>
                      <w:sz w:val="20"/>
                    </w:rPr>
                  </w:pPr>
                </w:p>
              </w:tc>
              <w:tc>
                <w:tcPr>
                  <w:tcW w:w="201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8251C7C" w14:textId="2D6E3371" w:rsidR="00CA57E9" w:rsidRPr="007A5BD1" w:rsidRDefault="00CA57E9" w:rsidP="00CA57E9">
                  <w:pPr>
                    <w:autoSpaceDE w:val="0"/>
                    <w:autoSpaceDN w:val="0"/>
                    <w:adjustRightInd w:val="0"/>
                    <w:rPr>
                      <w:rFonts w:ascii="Tahoma" w:hAnsi="Tahoma" w:cs="Tahoma"/>
                      <w:sz w:val="20"/>
                    </w:rPr>
                  </w:pPr>
                  <w:r w:rsidRPr="007A5BD1">
                    <w:rPr>
                      <w:rFonts w:ascii="Tahoma" w:eastAsia="Calibri" w:hAnsi="Tahoma" w:cs="Tahoma"/>
                      <w:sz w:val="20"/>
                    </w:rPr>
                    <w:t>С</w:t>
                  </w:r>
                  <w:r w:rsidRPr="007A5BD1">
                    <w:rPr>
                      <w:rFonts w:ascii="Tahoma" w:eastAsia="Calibri" w:hAnsi="Tahoma" w:cs="Tahoma"/>
                      <w:iCs/>
                      <w:sz w:val="20"/>
                    </w:rPr>
                    <w:t xml:space="preserve">огласие поставщика на заключение договора по форме, являющейся приложением к приглашению к участию в закупочной процедуре </w:t>
                  </w:r>
                  <w:r w:rsidRPr="007A5BD1">
                    <w:rPr>
                      <w:rFonts w:ascii="Tahoma" w:hAnsi="Tahoma" w:cs="Tahoma"/>
                      <w:sz w:val="20"/>
                    </w:rPr>
                    <w:t>в соответствии с пунктом 8 приглашения</w:t>
                  </w:r>
                </w:p>
              </w:tc>
              <w:tc>
                <w:tcPr>
                  <w:tcW w:w="249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242E27B" w14:textId="75002DF2" w:rsidR="00CA57E9" w:rsidRPr="007A5BD1" w:rsidRDefault="00CA57E9" w:rsidP="00CA57E9">
                  <w:pPr>
                    <w:autoSpaceDE w:val="0"/>
                    <w:autoSpaceDN w:val="0"/>
                    <w:adjustRightInd w:val="0"/>
                    <w:rPr>
                      <w:rFonts w:ascii="Tahoma" w:hAnsi="Tahoma" w:cs="Tahoma"/>
                      <w:sz w:val="20"/>
                    </w:rPr>
                  </w:pPr>
                  <w:r w:rsidRPr="007A5BD1">
                    <w:rPr>
                      <w:rFonts w:ascii="Tahoma" w:eastAsia="Calibri" w:hAnsi="Tahoma" w:cs="Tahoma"/>
                      <w:bCs/>
                      <w:sz w:val="20"/>
                    </w:rPr>
                    <w:t xml:space="preserve">Подтверждается </w:t>
                  </w:r>
                  <w:r w:rsidRPr="007A5BD1">
                    <w:rPr>
                      <w:rFonts w:ascii="Tahoma" w:hAnsi="Tahoma" w:cs="Tahoma"/>
                      <w:sz w:val="20"/>
                    </w:rPr>
                    <w:t>в заявке на участие в закупочной процедуре</w:t>
                  </w:r>
                </w:p>
              </w:tc>
            </w:tr>
          </w:tbl>
          <w:p w14:paraId="3E57D4E0" w14:textId="791355EC" w:rsidR="007B03CC" w:rsidRPr="007A5BD1" w:rsidRDefault="007B03CC" w:rsidP="007B03CC">
            <w:pPr>
              <w:rPr>
                <w:rFonts w:ascii="Tahoma" w:hAnsi="Tahoma" w:cs="Tahoma"/>
                <w:sz w:val="20"/>
              </w:rPr>
            </w:pPr>
          </w:p>
        </w:tc>
      </w:tr>
      <w:tr w:rsidR="00CA57E9" w:rsidRPr="007A5BD1" w14:paraId="348A6E3D" w14:textId="77777777" w:rsidTr="004D21EB"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562DC6" w14:textId="0FB1A61B" w:rsidR="00CA57E9" w:rsidRPr="007A5BD1" w:rsidRDefault="00CA57E9" w:rsidP="00A21E32">
            <w:pPr>
              <w:pStyle w:val="affd"/>
              <w:numPr>
                <w:ilvl w:val="0"/>
                <w:numId w:val="10"/>
              </w:numPr>
              <w:ind w:left="0" w:firstLine="300"/>
              <w:rPr>
                <w:rFonts w:ascii="Tahoma" w:hAnsi="Tahoma" w:cs="Tahoma"/>
                <w:sz w:val="20"/>
              </w:rPr>
            </w:pPr>
            <w:r w:rsidRPr="007A5BD1">
              <w:rPr>
                <w:rFonts w:ascii="Tahoma" w:hAnsi="Tahoma" w:cs="Tahoma"/>
                <w:sz w:val="20"/>
              </w:rPr>
              <w:t>Перечень и значения отдельных характеристик, которыми должна обладать продукция</w:t>
            </w: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26E777" w14:textId="41BE7754" w:rsidR="00CA57E9" w:rsidRPr="007A5BD1" w:rsidRDefault="00A505AF" w:rsidP="00CA57E9">
            <w:pPr>
              <w:rPr>
                <w:rFonts w:ascii="Tahoma" w:hAnsi="Tahoma" w:cs="Tahoma"/>
                <w:sz w:val="20"/>
              </w:rPr>
            </w:pPr>
            <w:r w:rsidRPr="007A5BD1">
              <w:rPr>
                <w:rFonts w:ascii="Tahoma" w:hAnsi="Tahoma" w:cs="Tahoma"/>
                <w:sz w:val="20"/>
              </w:rPr>
              <w:t>Согласно технического задания на поставку комплексной трансформаторной подстанции наружной установки (КТПН) для Распределительного центра по торговле ООО «НТПО».</w:t>
            </w:r>
          </w:p>
        </w:tc>
      </w:tr>
      <w:tr w:rsidR="00CA57E9" w:rsidRPr="007A5BD1" w14:paraId="235EEB8E" w14:textId="77777777" w:rsidTr="004D21EB"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B3E1DE" w14:textId="3E3DDB74" w:rsidR="00CA57E9" w:rsidRPr="007A5BD1" w:rsidRDefault="00CA57E9" w:rsidP="00A21E32">
            <w:pPr>
              <w:pStyle w:val="affd"/>
              <w:numPr>
                <w:ilvl w:val="0"/>
                <w:numId w:val="10"/>
              </w:numPr>
              <w:ind w:left="0" w:firstLine="300"/>
              <w:rPr>
                <w:rFonts w:ascii="Tahoma" w:hAnsi="Tahoma" w:cs="Tahoma"/>
                <w:sz w:val="20"/>
              </w:rPr>
            </w:pPr>
            <w:r w:rsidRPr="007A5BD1">
              <w:rPr>
                <w:rFonts w:ascii="Tahoma" w:hAnsi="Tahoma" w:cs="Tahoma"/>
                <w:sz w:val="20"/>
              </w:rPr>
              <w:t>Другая необходимая информация и требования (к Квалификации поставщика, возможности представлять аналоги, гарантии по сертификации Продукции, году изготовления Продукции и т.д.)</w:t>
            </w: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2D2E88" w14:textId="40D722CA" w:rsidR="00CA57E9" w:rsidRPr="007A5BD1" w:rsidRDefault="00A505AF" w:rsidP="00CA57E9">
            <w:pPr>
              <w:rPr>
                <w:rFonts w:ascii="Tahoma" w:hAnsi="Tahoma" w:cs="Tahoma"/>
                <w:sz w:val="20"/>
              </w:rPr>
            </w:pPr>
            <w:r w:rsidRPr="007A5BD1">
              <w:rPr>
                <w:rFonts w:ascii="Tahoma" w:hAnsi="Tahoma" w:cs="Tahoma"/>
                <w:sz w:val="20"/>
              </w:rPr>
              <w:t>Согласно технического задания на поставку комплексной трансформаторной подстанции наружной установки (КТПН) для Распределительного центра по торговле ООО «НТПО».</w:t>
            </w:r>
          </w:p>
        </w:tc>
      </w:tr>
      <w:tr w:rsidR="007B03CC" w:rsidRPr="007A5BD1" w14:paraId="03C65A6D" w14:textId="77777777" w:rsidTr="004D21EB"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7F5964" w14:textId="6865AE26" w:rsidR="007B03CC" w:rsidRPr="007A5BD1" w:rsidRDefault="007B03CC" w:rsidP="00A21E32">
            <w:pPr>
              <w:pStyle w:val="affd"/>
              <w:numPr>
                <w:ilvl w:val="0"/>
                <w:numId w:val="10"/>
              </w:numPr>
              <w:ind w:left="0" w:firstLine="300"/>
              <w:rPr>
                <w:rFonts w:ascii="Tahoma" w:hAnsi="Tahoma" w:cs="Tahoma"/>
                <w:sz w:val="20"/>
              </w:rPr>
            </w:pPr>
            <w:r w:rsidRPr="007A5BD1">
              <w:rPr>
                <w:rFonts w:ascii="Tahoma" w:hAnsi="Tahoma" w:cs="Tahoma"/>
                <w:sz w:val="20"/>
              </w:rPr>
              <w:t>Срок действия КП/ТКП</w:t>
            </w: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950AA6" w14:textId="77777777" w:rsidR="007B03CC" w:rsidRPr="007A5BD1" w:rsidRDefault="007B03CC" w:rsidP="007B03CC">
            <w:pPr>
              <w:rPr>
                <w:rFonts w:ascii="Tahoma" w:hAnsi="Tahoma" w:cs="Tahoma"/>
                <w:sz w:val="20"/>
              </w:rPr>
            </w:pPr>
            <w:r w:rsidRPr="007A5BD1">
              <w:rPr>
                <w:rFonts w:ascii="Tahoma" w:hAnsi="Tahoma" w:cs="Tahoma"/>
                <w:sz w:val="20"/>
              </w:rPr>
              <w:t>Не менее 90 календарных дней с даты направления</w:t>
            </w:r>
          </w:p>
        </w:tc>
      </w:tr>
    </w:tbl>
    <w:p w14:paraId="0484BFB5" w14:textId="77777777" w:rsidR="00DC3F1F" w:rsidRPr="007A5BD1" w:rsidRDefault="00DC3F1F" w:rsidP="00DC3F1F">
      <w:pPr>
        <w:ind w:firstLine="567"/>
        <w:rPr>
          <w:rFonts w:ascii="Tahoma" w:hAnsi="Tahoma" w:cs="Tahoma"/>
          <w:sz w:val="20"/>
        </w:rPr>
      </w:pPr>
    </w:p>
    <w:p w14:paraId="6509AB84" w14:textId="0639F33F" w:rsidR="00D6064C" w:rsidRPr="007A5BD1" w:rsidRDefault="00D6064C" w:rsidP="00D6064C">
      <w:pPr>
        <w:tabs>
          <w:tab w:val="left" w:pos="426"/>
        </w:tabs>
        <w:spacing w:after="200" w:line="276" w:lineRule="auto"/>
        <w:jc w:val="left"/>
        <w:rPr>
          <w:rFonts w:ascii="Tahoma" w:hAnsi="Tahoma" w:cs="Tahoma"/>
          <w:b/>
          <w:sz w:val="20"/>
        </w:rPr>
      </w:pPr>
      <w:r w:rsidRPr="007A5BD1">
        <w:rPr>
          <w:rFonts w:ascii="Tahoma" w:hAnsi="Tahoma" w:cs="Tahoma"/>
          <w:b/>
          <w:sz w:val="20"/>
        </w:rPr>
        <w:t>Приложения к Приглашению:</w:t>
      </w:r>
    </w:p>
    <w:p w14:paraId="536CE99A" w14:textId="0E377EFF" w:rsidR="00BB676E" w:rsidRPr="007A5BD1" w:rsidRDefault="00BB676E" w:rsidP="00BB676E">
      <w:pPr>
        <w:pStyle w:val="afff9"/>
        <w:numPr>
          <w:ilvl w:val="0"/>
          <w:numId w:val="6"/>
        </w:numPr>
        <w:ind w:left="426"/>
        <w:rPr>
          <w:rFonts w:ascii="Tahoma" w:hAnsi="Tahoma" w:cs="Tahoma"/>
          <w:i w:val="0"/>
          <w:lang w:val="ru-RU"/>
        </w:rPr>
      </w:pPr>
      <w:r w:rsidRPr="007A5BD1">
        <w:rPr>
          <w:rFonts w:ascii="Tahoma" w:hAnsi="Tahoma" w:cs="Tahoma"/>
          <w:i w:val="0"/>
          <w:lang w:val="ru-RU"/>
        </w:rPr>
        <w:t>Форма заявки на участие в закупочной процедуре.</w:t>
      </w:r>
    </w:p>
    <w:p w14:paraId="0D6969A0" w14:textId="30A1FC0A" w:rsidR="00BB676E" w:rsidRPr="007A5BD1" w:rsidRDefault="00BB676E" w:rsidP="00BB676E">
      <w:pPr>
        <w:pStyle w:val="afff9"/>
        <w:numPr>
          <w:ilvl w:val="0"/>
          <w:numId w:val="6"/>
        </w:numPr>
        <w:ind w:left="426"/>
        <w:rPr>
          <w:rFonts w:ascii="Tahoma" w:hAnsi="Tahoma" w:cs="Tahoma"/>
          <w:i w:val="0"/>
          <w:lang w:val="ru-RU"/>
        </w:rPr>
      </w:pPr>
      <w:r w:rsidRPr="007A5BD1">
        <w:rPr>
          <w:rFonts w:ascii="Tahoma" w:hAnsi="Tahoma" w:cs="Tahoma"/>
          <w:i w:val="0"/>
          <w:lang w:val="ru-RU"/>
        </w:rPr>
        <w:t>Форма Коммерческого предложения.</w:t>
      </w:r>
    </w:p>
    <w:p w14:paraId="521225C1" w14:textId="5B932FD4" w:rsidR="007E7D30" w:rsidRPr="007A5BD1" w:rsidRDefault="007E7D30" w:rsidP="009A03C6">
      <w:pPr>
        <w:pStyle w:val="afff9"/>
        <w:numPr>
          <w:ilvl w:val="0"/>
          <w:numId w:val="6"/>
        </w:numPr>
        <w:ind w:left="426"/>
        <w:rPr>
          <w:rFonts w:ascii="Tahoma" w:hAnsi="Tahoma" w:cs="Tahoma"/>
          <w:i w:val="0"/>
          <w:lang w:val="ru-RU"/>
        </w:rPr>
      </w:pPr>
      <w:r w:rsidRPr="007A5BD1">
        <w:rPr>
          <w:rFonts w:ascii="Tahoma" w:hAnsi="Tahoma" w:cs="Tahoma"/>
          <w:i w:val="0"/>
          <w:lang w:val="ru-RU"/>
        </w:rPr>
        <w:t xml:space="preserve">Формы </w:t>
      </w:r>
      <w:r w:rsidR="00853F2E" w:rsidRPr="007A5BD1">
        <w:rPr>
          <w:rFonts w:ascii="Tahoma" w:hAnsi="Tahoma" w:cs="Tahoma"/>
          <w:i w:val="0"/>
          <w:lang w:val="ru-RU"/>
        </w:rPr>
        <w:t>к Приглашению в формате «7</w:t>
      </w:r>
      <w:r w:rsidR="00853F2E" w:rsidRPr="007A5BD1">
        <w:rPr>
          <w:rFonts w:ascii="Tahoma" w:hAnsi="Tahoma" w:cs="Tahoma"/>
          <w:i w:val="0"/>
        </w:rPr>
        <w:t>z</w:t>
      </w:r>
      <w:r w:rsidR="00853F2E" w:rsidRPr="007A5BD1">
        <w:rPr>
          <w:rFonts w:ascii="Tahoma" w:hAnsi="Tahoma" w:cs="Tahoma"/>
          <w:i w:val="0"/>
          <w:lang w:val="ru-RU"/>
        </w:rPr>
        <w:t>».</w:t>
      </w:r>
    </w:p>
    <w:p w14:paraId="7CC6FF9C" w14:textId="2479D220" w:rsidR="00A505AF" w:rsidRPr="007A5BD1" w:rsidRDefault="00BB676E" w:rsidP="004D38EC">
      <w:pPr>
        <w:pStyle w:val="afff9"/>
        <w:numPr>
          <w:ilvl w:val="0"/>
          <w:numId w:val="6"/>
        </w:numPr>
        <w:ind w:left="426"/>
        <w:rPr>
          <w:rFonts w:ascii="Tahoma" w:hAnsi="Tahoma" w:cs="Tahoma"/>
          <w:i w:val="0"/>
          <w:lang w:val="ru-RU"/>
        </w:rPr>
      </w:pPr>
      <w:r w:rsidRPr="007A5BD1">
        <w:rPr>
          <w:rFonts w:ascii="Tahoma" w:hAnsi="Tahoma" w:cs="Tahoma"/>
          <w:i w:val="0"/>
          <w:lang w:val="ru-RU"/>
        </w:rPr>
        <w:t xml:space="preserve">Техническое задание </w:t>
      </w:r>
      <w:r w:rsidR="00CA57E9" w:rsidRPr="007A5BD1">
        <w:rPr>
          <w:rFonts w:ascii="Tahoma" w:hAnsi="Tahoma" w:cs="Tahoma"/>
          <w:i w:val="0"/>
          <w:lang w:val="ru-RU"/>
        </w:rPr>
        <w:t xml:space="preserve">на поставку </w:t>
      </w:r>
      <w:r w:rsidR="00A505AF" w:rsidRPr="007A5BD1">
        <w:rPr>
          <w:rFonts w:ascii="Tahoma" w:hAnsi="Tahoma" w:cs="Tahoma"/>
          <w:i w:val="0"/>
          <w:lang w:val="ru-RU"/>
        </w:rPr>
        <w:t>комплексной трансформаторной подстанции наружной установки (КТПН) для Распределительного центра по торговле ООО «НТПО».</w:t>
      </w:r>
    </w:p>
    <w:p w14:paraId="389EC496" w14:textId="1D50F544" w:rsidR="00BB676E" w:rsidRPr="007A5BD1" w:rsidRDefault="00BB676E" w:rsidP="001B3D40">
      <w:pPr>
        <w:pStyle w:val="afff9"/>
        <w:numPr>
          <w:ilvl w:val="0"/>
          <w:numId w:val="6"/>
        </w:numPr>
        <w:ind w:left="426"/>
        <w:rPr>
          <w:rFonts w:ascii="Tahoma" w:hAnsi="Tahoma" w:cs="Tahoma"/>
          <w:i w:val="0"/>
          <w:lang w:val="ru-RU"/>
        </w:rPr>
      </w:pPr>
      <w:r w:rsidRPr="007A5BD1">
        <w:rPr>
          <w:rFonts w:ascii="Tahoma" w:hAnsi="Tahoma" w:cs="Tahoma"/>
          <w:i w:val="0"/>
          <w:lang w:val="ru-RU"/>
        </w:rPr>
        <w:t xml:space="preserve">Договор </w:t>
      </w:r>
      <w:r w:rsidR="001E02F7" w:rsidRPr="007A5BD1">
        <w:rPr>
          <w:rFonts w:ascii="Tahoma" w:hAnsi="Tahoma" w:cs="Tahoma"/>
          <w:i w:val="0"/>
          <w:lang w:val="ru-RU"/>
        </w:rPr>
        <w:t>поставки</w:t>
      </w:r>
      <w:r w:rsidRPr="007A5BD1">
        <w:rPr>
          <w:rFonts w:ascii="Tahoma" w:hAnsi="Tahoma" w:cs="Tahoma"/>
          <w:i w:val="0"/>
          <w:lang w:val="ru-RU"/>
        </w:rPr>
        <w:t xml:space="preserve"> (Типовая форма) ООО «НТПО» </w:t>
      </w:r>
      <w:r w:rsidR="001E02F7" w:rsidRPr="007A5BD1">
        <w:rPr>
          <w:rFonts w:ascii="Tahoma" w:hAnsi="Tahoma" w:cs="Tahoma"/>
          <w:i w:val="0"/>
          <w:lang w:val="ru-RU"/>
        </w:rPr>
        <w:t>в формате «7</w:t>
      </w:r>
      <w:r w:rsidR="001E02F7" w:rsidRPr="007A5BD1">
        <w:rPr>
          <w:rFonts w:ascii="Tahoma" w:hAnsi="Tahoma" w:cs="Tahoma"/>
          <w:i w:val="0"/>
        </w:rPr>
        <w:t>z</w:t>
      </w:r>
      <w:r w:rsidR="001E02F7" w:rsidRPr="007A5BD1">
        <w:rPr>
          <w:rFonts w:ascii="Tahoma" w:hAnsi="Tahoma" w:cs="Tahoma"/>
          <w:i w:val="0"/>
          <w:lang w:val="ru-RU"/>
        </w:rPr>
        <w:t>»</w:t>
      </w:r>
      <w:r w:rsidRPr="007A5BD1">
        <w:rPr>
          <w:rFonts w:ascii="Tahoma" w:hAnsi="Tahoma" w:cs="Tahoma"/>
          <w:i w:val="0"/>
          <w:lang w:val="ru-RU"/>
        </w:rPr>
        <w:t>.</w:t>
      </w:r>
    </w:p>
    <w:p w14:paraId="704F7A82" w14:textId="77777777" w:rsidR="00D6064C" w:rsidRPr="007A5BD1" w:rsidRDefault="00D6064C" w:rsidP="00DC3F1F">
      <w:pPr>
        <w:ind w:firstLine="567"/>
        <w:rPr>
          <w:rFonts w:ascii="Tahoma" w:hAnsi="Tahoma" w:cs="Tahoma"/>
          <w:sz w:val="20"/>
        </w:rPr>
      </w:pPr>
    </w:p>
    <w:p w14:paraId="65210005" w14:textId="77777777" w:rsidR="00853F2E" w:rsidRPr="007A5BD1" w:rsidRDefault="00853F2E" w:rsidP="00853F2E">
      <w:pPr>
        <w:ind w:right="-142" w:firstLine="567"/>
        <w:rPr>
          <w:rFonts w:ascii="Tahoma" w:hAnsi="Tahoma" w:cs="Tahoma"/>
          <w:sz w:val="20"/>
        </w:rPr>
      </w:pPr>
      <w:r w:rsidRPr="007A5BD1">
        <w:rPr>
          <w:rFonts w:ascii="Tahoma" w:hAnsi="Tahoma" w:cs="Tahoma"/>
          <w:sz w:val="20"/>
        </w:rPr>
        <w:t xml:space="preserve">Закупочная процедура, является внутренней процедурой выбора Компанией Поставщиков и не должна рассматриваться в качестве торгов в смысле статей 447–449 Гражданского кодекса Российской </w:t>
      </w:r>
      <w:r w:rsidRPr="007A5BD1">
        <w:rPr>
          <w:rFonts w:ascii="Tahoma" w:hAnsi="Tahoma" w:cs="Tahoma"/>
          <w:sz w:val="20"/>
        </w:rPr>
        <w:lastRenderedPageBreak/>
        <w:t>Федерации, а также не является публичным конкурсом, который регулируется главой 57 Гражданского кодекса Российской Федерации.</w:t>
      </w:r>
    </w:p>
    <w:p w14:paraId="3E0AA8DE" w14:textId="77777777" w:rsidR="00853F2E" w:rsidRPr="007A5BD1" w:rsidRDefault="00853F2E" w:rsidP="00853F2E">
      <w:pPr>
        <w:ind w:right="-142" w:firstLine="567"/>
        <w:rPr>
          <w:rFonts w:ascii="Tahoma" w:hAnsi="Tahoma" w:cs="Tahoma"/>
          <w:sz w:val="20"/>
        </w:rPr>
      </w:pPr>
      <w:r w:rsidRPr="007A5BD1">
        <w:rPr>
          <w:rFonts w:ascii="Tahoma" w:hAnsi="Tahoma" w:cs="Tahoma"/>
          <w:sz w:val="20"/>
        </w:rPr>
        <w:t>ООО «Норильское торгово-производственное объединение» сохраняет за собой право в любое время отказаться от продолжения проведения данной Закупочной процедуры, изменить условия ее проведения, а также отказаться от заключения договора с Поставщиком, предложение которого признано лучшим по результатам проведения Закупочной процедуры.</w:t>
      </w:r>
    </w:p>
    <w:p w14:paraId="39FD1973" w14:textId="77777777" w:rsidR="00853F2E" w:rsidRPr="007A5BD1" w:rsidRDefault="00853F2E" w:rsidP="00853F2E">
      <w:pPr>
        <w:ind w:right="-142" w:firstLine="567"/>
        <w:rPr>
          <w:rFonts w:ascii="Tahoma" w:hAnsi="Tahoma" w:cs="Tahoma"/>
          <w:sz w:val="20"/>
        </w:rPr>
      </w:pPr>
      <w:r w:rsidRPr="007A5BD1">
        <w:rPr>
          <w:rFonts w:ascii="Tahoma" w:hAnsi="Tahoma" w:cs="Tahoma"/>
          <w:sz w:val="20"/>
        </w:rPr>
        <w:t>При этом любые расходы, связанные с участием в закупочной процедуре участник несет самостоятельно, указанные расходы ни при каких обстоятельствах ООО "Норильское торгово-производственное объединение"</w:t>
      </w:r>
      <w:r w:rsidRPr="007A5BD1" w:rsidDel="001131B9">
        <w:rPr>
          <w:rFonts w:ascii="Tahoma" w:hAnsi="Tahoma" w:cs="Tahoma"/>
          <w:sz w:val="20"/>
        </w:rPr>
        <w:t xml:space="preserve"> </w:t>
      </w:r>
      <w:r w:rsidRPr="007A5BD1">
        <w:rPr>
          <w:rFonts w:ascii="Tahoma" w:hAnsi="Tahoma" w:cs="Tahoma"/>
          <w:sz w:val="20"/>
        </w:rPr>
        <w:t>не возмещаются.</w:t>
      </w:r>
    </w:p>
    <w:p w14:paraId="3DC63196" w14:textId="77777777" w:rsidR="00853F2E" w:rsidRPr="007A5BD1" w:rsidRDefault="00853F2E" w:rsidP="00853F2E">
      <w:pPr>
        <w:ind w:right="-142" w:firstLine="567"/>
        <w:rPr>
          <w:rFonts w:ascii="Tahoma" w:hAnsi="Tahoma" w:cs="Tahoma"/>
          <w:sz w:val="20"/>
        </w:rPr>
      </w:pPr>
    </w:p>
    <w:p w14:paraId="7769150A" w14:textId="37D09689" w:rsidR="00853F2E" w:rsidRPr="007A5BD1" w:rsidRDefault="00853F2E" w:rsidP="00853F2E">
      <w:pPr>
        <w:ind w:right="-142" w:firstLine="567"/>
        <w:rPr>
          <w:rFonts w:ascii="Tahoma" w:hAnsi="Tahoma" w:cs="Tahoma"/>
          <w:sz w:val="20"/>
        </w:rPr>
      </w:pPr>
      <w:r w:rsidRPr="007A5BD1">
        <w:rPr>
          <w:rFonts w:ascii="Tahoma" w:hAnsi="Tahoma" w:cs="Tahoma"/>
          <w:sz w:val="20"/>
        </w:rPr>
        <w:t xml:space="preserve">Вопросы, связанные с организацией данной Закупочной процедурой, заполнению документации, предоставлению разъяснений можно направлять на электронный адрес: </w:t>
      </w:r>
      <w:hyperlink r:id="rId19" w:history="1">
        <w:r w:rsidR="00564A66" w:rsidRPr="007A5BD1">
          <w:rPr>
            <w:rStyle w:val="af8"/>
            <w:rFonts w:ascii="Tahoma" w:hAnsi="Tahoma" w:cs="Tahoma"/>
            <w:b/>
            <w:sz w:val="20"/>
            <w:lang w:val="en-US"/>
          </w:rPr>
          <w:t>SpirinSN</w:t>
        </w:r>
        <w:r w:rsidR="00564A66" w:rsidRPr="007A5BD1">
          <w:rPr>
            <w:rStyle w:val="af8"/>
            <w:rFonts w:ascii="Tahoma" w:hAnsi="Tahoma" w:cs="Tahoma"/>
            <w:b/>
            <w:sz w:val="20"/>
          </w:rPr>
          <w:t>@</w:t>
        </w:r>
        <w:r w:rsidR="00564A66" w:rsidRPr="007A5BD1">
          <w:rPr>
            <w:rStyle w:val="af8"/>
            <w:rFonts w:ascii="Tahoma" w:hAnsi="Tahoma" w:cs="Tahoma"/>
            <w:b/>
            <w:sz w:val="20"/>
            <w:lang w:val="en-US"/>
          </w:rPr>
          <w:t>nornik</w:t>
        </w:r>
        <w:r w:rsidR="00564A66" w:rsidRPr="007A5BD1">
          <w:rPr>
            <w:rStyle w:val="af8"/>
            <w:rFonts w:ascii="Tahoma" w:hAnsi="Tahoma" w:cs="Tahoma"/>
            <w:b/>
            <w:sz w:val="20"/>
          </w:rPr>
          <w:t>.</w:t>
        </w:r>
        <w:r w:rsidR="00564A66" w:rsidRPr="007A5BD1">
          <w:rPr>
            <w:rStyle w:val="af8"/>
            <w:rFonts w:ascii="Tahoma" w:hAnsi="Tahoma" w:cs="Tahoma"/>
            <w:b/>
            <w:sz w:val="20"/>
            <w:lang w:val="en-US"/>
          </w:rPr>
          <w:t>ru</w:t>
        </w:r>
      </w:hyperlink>
      <w:r w:rsidR="00564A66" w:rsidRPr="007A5BD1">
        <w:rPr>
          <w:rStyle w:val="af8"/>
          <w:rFonts w:ascii="Tahoma" w:hAnsi="Tahoma" w:cs="Tahoma"/>
          <w:b/>
          <w:sz w:val="20"/>
          <w:u w:val="none"/>
        </w:rPr>
        <w:t xml:space="preserve"> </w:t>
      </w:r>
      <w:r w:rsidRPr="007A5BD1">
        <w:rPr>
          <w:rFonts w:ascii="Tahoma" w:hAnsi="Tahoma" w:cs="Tahoma"/>
          <w:sz w:val="20"/>
        </w:rPr>
        <w:t xml:space="preserve">– главный </w:t>
      </w:r>
      <w:r w:rsidR="00564A66" w:rsidRPr="007A5BD1">
        <w:rPr>
          <w:rFonts w:ascii="Tahoma" w:hAnsi="Tahoma" w:cs="Tahoma"/>
          <w:sz w:val="20"/>
        </w:rPr>
        <w:t xml:space="preserve">специалист по энергообеспечению </w:t>
      </w:r>
      <w:r w:rsidRPr="007A5BD1">
        <w:rPr>
          <w:rFonts w:ascii="Tahoma" w:hAnsi="Tahoma" w:cs="Tahoma"/>
          <w:sz w:val="20"/>
        </w:rPr>
        <w:t xml:space="preserve"> ООО «НТПО» </w:t>
      </w:r>
      <w:r w:rsidR="00564A66" w:rsidRPr="007A5BD1">
        <w:rPr>
          <w:rFonts w:ascii="Tahoma" w:hAnsi="Tahoma" w:cs="Tahoma"/>
          <w:sz w:val="20"/>
        </w:rPr>
        <w:t>Спирин Сергей Николаевич</w:t>
      </w:r>
      <w:r w:rsidRPr="007A5BD1">
        <w:rPr>
          <w:rFonts w:ascii="Tahoma" w:hAnsi="Tahoma" w:cs="Tahoma"/>
          <w:sz w:val="20"/>
        </w:rPr>
        <w:t>, тел. 8 (3919) 22-8</w:t>
      </w:r>
      <w:r w:rsidR="00564A66" w:rsidRPr="007A5BD1">
        <w:rPr>
          <w:rFonts w:ascii="Tahoma" w:hAnsi="Tahoma" w:cs="Tahoma"/>
          <w:sz w:val="20"/>
        </w:rPr>
        <w:t>0-69</w:t>
      </w:r>
      <w:r w:rsidRPr="007A5BD1">
        <w:rPr>
          <w:rFonts w:ascii="Tahoma" w:hAnsi="Tahoma" w:cs="Tahoma"/>
          <w:sz w:val="20"/>
        </w:rPr>
        <w:t>.</w:t>
      </w:r>
    </w:p>
    <w:p w14:paraId="155920C3" w14:textId="01030D60" w:rsidR="00853F2E" w:rsidRPr="007A5BD1" w:rsidRDefault="00853F2E" w:rsidP="00853F2E">
      <w:pPr>
        <w:ind w:right="-142" w:firstLine="567"/>
        <w:rPr>
          <w:rFonts w:ascii="Tahoma" w:hAnsi="Tahoma" w:cs="Tahoma"/>
          <w:sz w:val="20"/>
        </w:rPr>
      </w:pPr>
      <w:r w:rsidRPr="007A5BD1">
        <w:rPr>
          <w:rFonts w:ascii="Tahoma" w:hAnsi="Tahoma" w:cs="Tahoma"/>
          <w:sz w:val="20"/>
        </w:rPr>
        <w:t xml:space="preserve">Вашу Заявку на участие в Закупочной процедуре прошу направлять по электронной почте </w:t>
      </w:r>
      <w:hyperlink r:id="rId20" w:history="1">
        <w:r w:rsidR="009952C8" w:rsidRPr="007A5BD1">
          <w:rPr>
            <w:rStyle w:val="af8"/>
            <w:rFonts w:ascii="Tahoma" w:hAnsi="Tahoma" w:cs="Tahoma"/>
            <w:b/>
            <w:sz w:val="20"/>
            <w:lang w:val="en-US"/>
          </w:rPr>
          <w:t>zakupntpo</w:t>
        </w:r>
        <w:r w:rsidR="009952C8" w:rsidRPr="007A5BD1">
          <w:rPr>
            <w:rStyle w:val="af8"/>
            <w:rFonts w:ascii="Tahoma" w:hAnsi="Tahoma" w:cs="Tahoma"/>
            <w:b/>
            <w:sz w:val="20"/>
          </w:rPr>
          <w:t>@</w:t>
        </w:r>
        <w:r w:rsidR="009952C8" w:rsidRPr="007A5BD1">
          <w:rPr>
            <w:rStyle w:val="af8"/>
            <w:rFonts w:ascii="Tahoma" w:hAnsi="Tahoma" w:cs="Tahoma"/>
            <w:b/>
            <w:sz w:val="20"/>
            <w:lang w:val="en-US"/>
          </w:rPr>
          <w:t>nornik</w:t>
        </w:r>
        <w:r w:rsidR="009952C8" w:rsidRPr="007A5BD1">
          <w:rPr>
            <w:rStyle w:val="af8"/>
            <w:rFonts w:ascii="Tahoma" w:hAnsi="Tahoma" w:cs="Tahoma"/>
            <w:b/>
            <w:sz w:val="20"/>
          </w:rPr>
          <w:t>.</w:t>
        </w:r>
        <w:r w:rsidR="009952C8" w:rsidRPr="007A5BD1">
          <w:rPr>
            <w:rStyle w:val="af8"/>
            <w:rFonts w:ascii="Tahoma" w:hAnsi="Tahoma" w:cs="Tahoma"/>
            <w:b/>
            <w:sz w:val="20"/>
            <w:lang w:val="en-US"/>
          </w:rPr>
          <w:t>ru</w:t>
        </w:r>
      </w:hyperlink>
      <w:r w:rsidRPr="007A5BD1">
        <w:rPr>
          <w:rFonts w:ascii="Tahoma" w:hAnsi="Tahoma" w:cs="Tahoma"/>
          <w:b/>
          <w:sz w:val="20"/>
        </w:rPr>
        <w:t xml:space="preserve"> .</w:t>
      </w:r>
      <w:r w:rsidRPr="007A5BD1">
        <w:rPr>
          <w:rFonts w:ascii="Tahoma" w:hAnsi="Tahoma" w:cs="Tahoma"/>
          <w:sz w:val="20"/>
        </w:rPr>
        <w:t xml:space="preserve"> </w:t>
      </w:r>
    </w:p>
    <w:p w14:paraId="174AA3B2" w14:textId="77777777" w:rsidR="00853F2E" w:rsidRPr="007A5BD1" w:rsidRDefault="00853F2E" w:rsidP="00853F2E">
      <w:pPr>
        <w:ind w:right="-142" w:firstLine="567"/>
        <w:rPr>
          <w:rFonts w:ascii="Tahoma" w:hAnsi="Tahoma" w:cs="Tahoma"/>
          <w:sz w:val="20"/>
        </w:rPr>
      </w:pPr>
      <w:r w:rsidRPr="007A5BD1">
        <w:rPr>
          <w:rFonts w:ascii="Tahoma" w:hAnsi="Tahoma" w:cs="Tahoma"/>
          <w:sz w:val="20"/>
        </w:rPr>
        <w:tab/>
        <w:t>Передача информации другим подразделениям ООО «Норильское торгово-производственное объединение» до объявления результатов Закупочной процедуры не допускается, при обнаружении подобных фактов, ООО «Норильское торгово-производственное объединение» оставляет за собой право исключить потенциального Поставщика из дальнейшего участия в Закупочной процедуре).</w:t>
      </w:r>
    </w:p>
    <w:p w14:paraId="09A684E8" w14:textId="77777777" w:rsidR="00853F2E" w:rsidRPr="007A5BD1" w:rsidRDefault="00853F2E" w:rsidP="00853F2E">
      <w:pPr>
        <w:tabs>
          <w:tab w:val="left" w:pos="10206"/>
        </w:tabs>
        <w:rPr>
          <w:rFonts w:ascii="Tahoma" w:hAnsi="Tahoma" w:cs="Tahoma"/>
          <w:b/>
          <w:sz w:val="20"/>
        </w:rPr>
      </w:pPr>
    </w:p>
    <w:p w14:paraId="6C7D0173" w14:textId="77777777" w:rsidR="00853F2E" w:rsidRPr="007A5BD1" w:rsidRDefault="00853F2E" w:rsidP="00853F2E">
      <w:pPr>
        <w:jc w:val="left"/>
        <w:rPr>
          <w:rFonts w:ascii="Tahoma" w:hAnsi="Tahoma" w:cs="Tahoma"/>
          <w:b/>
          <w:sz w:val="20"/>
        </w:rPr>
      </w:pPr>
      <w:r w:rsidRPr="007A5BD1">
        <w:rPr>
          <w:rFonts w:ascii="Tahoma" w:hAnsi="Tahoma" w:cs="Tahoma"/>
          <w:b/>
          <w:sz w:val="20"/>
        </w:rPr>
        <w:t xml:space="preserve">Исполнитель </w:t>
      </w:r>
    </w:p>
    <w:p w14:paraId="63014401" w14:textId="241CA0E7" w:rsidR="00853F2E" w:rsidRPr="007A5BD1" w:rsidRDefault="00853F2E" w:rsidP="00853F2E">
      <w:pPr>
        <w:jc w:val="left"/>
        <w:rPr>
          <w:rFonts w:ascii="Tahoma" w:hAnsi="Tahoma" w:cs="Tahoma"/>
          <w:i/>
          <w:sz w:val="20"/>
        </w:rPr>
      </w:pPr>
      <w:r w:rsidRPr="007A5BD1">
        <w:rPr>
          <w:rFonts w:ascii="Tahoma" w:hAnsi="Tahoma" w:cs="Tahoma"/>
          <w:b/>
          <w:sz w:val="20"/>
        </w:rPr>
        <w:t>Закупочной процедуры</w:t>
      </w:r>
      <w:r w:rsidRPr="007A5BD1">
        <w:rPr>
          <w:rFonts w:ascii="Tahoma" w:hAnsi="Tahoma" w:cs="Tahoma"/>
          <w:i/>
          <w:sz w:val="20"/>
        </w:rPr>
        <w:t xml:space="preserve">                                        </w:t>
      </w:r>
      <w:r w:rsidRPr="007A5BD1">
        <w:rPr>
          <w:rFonts w:ascii="Tahoma" w:hAnsi="Tahoma" w:cs="Tahoma"/>
          <w:b/>
          <w:sz w:val="20"/>
        </w:rPr>
        <w:t xml:space="preserve">_________    </w:t>
      </w:r>
      <w:r w:rsidR="00564A66" w:rsidRPr="007A5BD1">
        <w:rPr>
          <w:rFonts w:ascii="Tahoma" w:hAnsi="Tahoma" w:cs="Tahoma"/>
          <w:b/>
          <w:sz w:val="20"/>
        </w:rPr>
        <w:t>С</w:t>
      </w:r>
      <w:r w:rsidRPr="007A5BD1">
        <w:rPr>
          <w:rFonts w:ascii="Tahoma" w:hAnsi="Tahoma" w:cs="Tahoma"/>
          <w:b/>
          <w:sz w:val="20"/>
        </w:rPr>
        <w:t>.</w:t>
      </w:r>
      <w:r w:rsidR="00564A66" w:rsidRPr="007A5BD1">
        <w:rPr>
          <w:rFonts w:ascii="Tahoma" w:hAnsi="Tahoma" w:cs="Tahoma"/>
          <w:b/>
          <w:sz w:val="20"/>
        </w:rPr>
        <w:t>Н</w:t>
      </w:r>
      <w:r w:rsidRPr="007A5BD1">
        <w:rPr>
          <w:rFonts w:ascii="Tahoma" w:hAnsi="Tahoma" w:cs="Tahoma"/>
          <w:b/>
          <w:sz w:val="20"/>
        </w:rPr>
        <w:t xml:space="preserve">. </w:t>
      </w:r>
      <w:r w:rsidR="00564A66" w:rsidRPr="007A5BD1">
        <w:rPr>
          <w:rFonts w:ascii="Tahoma" w:hAnsi="Tahoma" w:cs="Tahoma"/>
          <w:b/>
          <w:sz w:val="20"/>
        </w:rPr>
        <w:t>Спирин</w:t>
      </w:r>
      <w:r w:rsidRPr="007A5BD1">
        <w:rPr>
          <w:rFonts w:ascii="Tahoma" w:hAnsi="Tahoma" w:cs="Tahoma"/>
          <w:b/>
          <w:sz w:val="20"/>
        </w:rPr>
        <w:t xml:space="preserve"> </w:t>
      </w:r>
      <w:r w:rsidRPr="007A5BD1">
        <w:rPr>
          <w:rFonts w:ascii="Tahoma" w:hAnsi="Tahoma" w:cs="Tahoma"/>
          <w:sz w:val="20"/>
        </w:rPr>
        <w:t xml:space="preserve">                       </w:t>
      </w:r>
    </w:p>
    <w:p w14:paraId="429ACAAE" w14:textId="77777777" w:rsidR="00853F2E" w:rsidRPr="007A5BD1" w:rsidRDefault="00853F2E" w:rsidP="00853F2E">
      <w:pPr>
        <w:rPr>
          <w:rFonts w:ascii="Tahoma" w:hAnsi="Tahoma" w:cs="Tahoma"/>
          <w:i/>
          <w:sz w:val="20"/>
        </w:rPr>
      </w:pPr>
      <w:r w:rsidRPr="007A5BD1">
        <w:rPr>
          <w:rFonts w:ascii="Tahoma" w:hAnsi="Tahoma" w:cs="Tahoma"/>
          <w:i/>
          <w:sz w:val="20"/>
        </w:rPr>
        <w:t xml:space="preserve">                                                                                                 подпись</w:t>
      </w:r>
    </w:p>
    <w:p w14:paraId="7FDD13D8" w14:textId="1DC9E348" w:rsidR="005556BB" w:rsidRPr="007A5BD1" w:rsidRDefault="005556BB" w:rsidP="00853F2E">
      <w:pPr>
        <w:ind w:right="-142" w:firstLine="567"/>
        <w:rPr>
          <w:rFonts w:ascii="Tahoma" w:hAnsi="Tahoma" w:cs="Tahoma"/>
          <w:b/>
          <w:bCs/>
          <w:sz w:val="20"/>
        </w:rPr>
      </w:pPr>
    </w:p>
    <w:sectPr w:rsidR="005556BB" w:rsidRPr="007A5BD1" w:rsidSect="002F6C7A">
      <w:pgSz w:w="11907" w:h="16840" w:code="9"/>
      <w:pgMar w:top="851" w:right="1134" w:bottom="993" w:left="1418" w:header="0" w:footer="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FB59F7" w14:textId="77777777" w:rsidR="00C73529" w:rsidRDefault="00C73529">
      <w:r>
        <w:separator/>
      </w:r>
    </w:p>
  </w:endnote>
  <w:endnote w:type="continuationSeparator" w:id="0">
    <w:p w14:paraId="38AB3F3A" w14:textId="77777777" w:rsidR="00C73529" w:rsidRDefault="00C73529">
      <w:r>
        <w:continuationSeparator/>
      </w:r>
    </w:p>
  </w:endnote>
  <w:endnote w:type="continuationNotice" w:id="1">
    <w:p w14:paraId="0E90B6B0" w14:textId="77777777" w:rsidR="00C73529" w:rsidRDefault="00C7352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E27DA5" w14:textId="77777777" w:rsidR="00C73529" w:rsidRDefault="00C73529">
      <w:r>
        <w:separator/>
      </w:r>
    </w:p>
    <w:p w14:paraId="2CFAEE52" w14:textId="77777777" w:rsidR="00C73529" w:rsidRDefault="00C73529"/>
  </w:footnote>
  <w:footnote w:type="continuationSeparator" w:id="0">
    <w:p w14:paraId="51A6D902" w14:textId="77777777" w:rsidR="00C73529" w:rsidRDefault="00C73529">
      <w:r>
        <w:continuationSeparator/>
      </w:r>
    </w:p>
  </w:footnote>
  <w:footnote w:type="continuationNotice" w:id="1">
    <w:p w14:paraId="12AEC7C4" w14:textId="77777777" w:rsidR="00C73529" w:rsidRDefault="00C73529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C49E54DE"/>
    <w:name w:val="WW8Num2"/>
    <w:lvl w:ilvl="0">
      <w:start w:val="1"/>
      <w:numFmt w:val="decimal"/>
      <w:lvlText w:val="%1."/>
      <w:lvlJc w:val="left"/>
      <w:pPr>
        <w:tabs>
          <w:tab w:val="num" w:pos="786"/>
        </w:tabs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846"/>
        </w:tabs>
      </w:pPr>
      <w:rPr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</w:pPr>
    </w:lvl>
    <w:lvl w:ilvl="3">
      <w:start w:val="1"/>
      <w:numFmt w:val="decimal"/>
      <w:lvlText w:val="%1.%2.%3.%4."/>
      <w:lvlJc w:val="left"/>
      <w:pPr>
        <w:tabs>
          <w:tab w:val="num" w:pos="1146"/>
        </w:tabs>
      </w:pPr>
    </w:lvl>
    <w:lvl w:ilvl="4">
      <w:start w:val="1"/>
      <w:numFmt w:val="decimal"/>
      <w:lvlText w:val="%1.%2.%3.%4.%5."/>
      <w:lvlJc w:val="left"/>
      <w:pPr>
        <w:tabs>
          <w:tab w:val="num" w:pos="1506"/>
        </w:tabs>
      </w:pPr>
    </w:lvl>
    <w:lvl w:ilvl="5">
      <w:start w:val="1"/>
      <w:numFmt w:val="decimal"/>
      <w:lvlText w:val="%1.%2.%3.%4.%5.%6."/>
      <w:lvlJc w:val="left"/>
      <w:pPr>
        <w:tabs>
          <w:tab w:val="num" w:pos="1506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1866"/>
        </w:tabs>
      </w:pPr>
    </w:lvl>
    <w:lvl w:ilvl="7">
      <w:start w:val="1"/>
      <w:numFmt w:val="decimal"/>
      <w:lvlText w:val="%1.%2.%3.%4.%5.%6.%7.%8."/>
      <w:lvlJc w:val="left"/>
      <w:pPr>
        <w:tabs>
          <w:tab w:val="num" w:pos="1866"/>
        </w:tabs>
      </w:pPr>
    </w:lvl>
    <w:lvl w:ilvl="8">
      <w:start w:val="1"/>
      <w:numFmt w:val="decimal"/>
      <w:lvlText w:val="%1.%2.%3.%4.%5.%6.%7.%8.%9."/>
      <w:lvlJc w:val="left"/>
      <w:pPr>
        <w:tabs>
          <w:tab w:val="num" w:pos="2226"/>
        </w:tabs>
      </w:pPr>
    </w:lvl>
  </w:abstractNum>
  <w:abstractNum w:abstractNumId="1" w15:restartNumberingAfterBreak="0">
    <w:nsid w:val="0DAE77E0"/>
    <w:multiLevelType w:val="multilevel"/>
    <w:tmpl w:val="B6DA59DC"/>
    <w:lvl w:ilvl="0">
      <w:start w:val="1"/>
      <w:numFmt w:val="decimal"/>
      <w:lvlText w:val="%1."/>
      <w:lvlJc w:val="left"/>
      <w:pPr>
        <w:tabs>
          <w:tab w:val="num" w:pos="3403"/>
        </w:tabs>
        <w:ind w:left="2836" w:firstLine="0"/>
      </w:pPr>
      <w:rPr>
        <w:rFonts w:hint="default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1276"/>
        </w:tabs>
        <w:ind w:left="709" w:firstLine="0"/>
      </w:pPr>
      <w:rPr>
        <w:rFonts w:hint="default"/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985"/>
        </w:tabs>
        <w:ind w:left="0" w:firstLine="709"/>
      </w:pPr>
      <w:rPr>
        <w:rFonts w:hint="default"/>
        <w:b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2694"/>
        </w:tabs>
        <w:ind w:left="2127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403"/>
        </w:tabs>
        <w:ind w:left="2836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112"/>
        </w:tabs>
        <w:ind w:left="3545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821"/>
        </w:tabs>
        <w:ind w:left="4254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530"/>
        </w:tabs>
        <w:ind w:left="4963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239"/>
        </w:tabs>
        <w:ind w:left="5672" w:firstLine="0"/>
      </w:pPr>
      <w:rPr>
        <w:rFonts w:hint="default"/>
      </w:rPr>
    </w:lvl>
  </w:abstractNum>
  <w:abstractNum w:abstractNumId="2" w15:restartNumberingAfterBreak="0">
    <w:nsid w:val="176A7526"/>
    <w:multiLevelType w:val="hybridMultilevel"/>
    <w:tmpl w:val="D7CC32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0830AE"/>
    <w:multiLevelType w:val="hybridMultilevel"/>
    <w:tmpl w:val="852C67FA"/>
    <w:lvl w:ilvl="0" w:tplc="B2389A96">
      <w:start w:val="1"/>
      <w:numFmt w:val="bullet"/>
      <w:lvlText w:val=""/>
      <w:lvlJc w:val="left"/>
      <w:pPr>
        <w:ind w:left="6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56" w:hanging="360"/>
      </w:pPr>
      <w:rPr>
        <w:rFonts w:ascii="Wingdings" w:hAnsi="Wingdings" w:hint="default"/>
      </w:rPr>
    </w:lvl>
  </w:abstractNum>
  <w:abstractNum w:abstractNumId="4" w15:restartNumberingAfterBreak="0">
    <w:nsid w:val="1B7D352A"/>
    <w:multiLevelType w:val="hybridMultilevel"/>
    <w:tmpl w:val="17F6C1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4641B8"/>
    <w:multiLevelType w:val="hybridMultilevel"/>
    <w:tmpl w:val="D6AC0A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7B7BDB"/>
    <w:multiLevelType w:val="hybridMultilevel"/>
    <w:tmpl w:val="AFE6A01E"/>
    <w:lvl w:ilvl="0" w:tplc="F2D6B1A4">
      <w:start w:val="1"/>
      <w:numFmt w:val="russianLower"/>
      <w:lvlText w:val="%1."/>
      <w:lvlJc w:val="left"/>
      <w:pPr>
        <w:ind w:left="12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60" w:hanging="360"/>
      </w:pPr>
    </w:lvl>
    <w:lvl w:ilvl="2" w:tplc="0419001B" w:tentative="1">
      <w:start w:val="1"/>
      <w:numFmt w:val="lowerRoman"/>
      <w:lvlText w:val="%3."/>
      <w:lvlJc w:val="right"/>
      <w:pPr>
        <w:ind w:left="2680" w:hanging="180"/>
      </w:pPr>
    </w:lvl>
    <w:lvl w:ilvl="3" w:tplc="0419000F" w:tentative="1">
      <w:start w:val="1"/>
      <w:numFmt w:val="decimal"/>
      <w:lvlText w:val="%4."/>
      <w:lvlJc w:val="left"/>
      <w:pPr>
        <w:ind w:left="3400" w:hanging="360"/>
      </w:pPr>
    </w:lvl>
    <w:lvl w:ilvl="4" w:tplc="04190019" w:tentative="1">
      <w:start w:val="1"/>
      <w:numFmt w:val="lowerLetter"/>
      <w:lvlText w:val="%5."/>
      <w:lvlJc w:val="left"/>
      <w:pPr>
        <w:ind w:left="4120" w:hanging="360"/>
      </w:pPr>
    </w:lvl>
    <w:lvl w:ilvl="5" w:tplc="0419001B" w:tentative="1">
      <w:start w:val="1"/>
      <w:numFmt w:val="lowerRoman"/>
      <w:lvlText w:val="%6."/>
      <w:lvlJc w:val="right"/>
      <w:pPr>
        <w:ind w:left="4840" w:hanging="180"/>
      </w:pPr>
    </w:lvl>
    <w:lvl w:ilvl="6" w:tplc="0419000F" w:tentative="1">
      <w:start w:val="1"/>
      <w:numFmt w:val="decimal"/>
      <w:lvlText w:val="%7."/>
      <w:lvlJc w:val="left"/>
      <w:pPr>
        <w:ind w:left="5560" w:hanging="360"/>
      </w:pPr>
    </w:lvl>
    <w:lvl w:ilvl="7" w:tplc="04190019" w:tentative="1">
      <w:start w:val="1"/>
      <w:numFmt w:val="lowerLetter"/>
      <w:lvlText w:val="%8."/>
      <w:lvlJc w:val="left"/>
      <w:pPr>
        <w:ind w:left="6280" w:hanging="360"/>
      </w:pPr>
    </w:lvl>
    <w:lvl w:ilvl="8" w:tplc="0419001B" w:tentative="1">
      <w:start w:val="1"/>
      <w:numFmt w:val="lowerRoman"/>
      <w:lvlText w:val="%9."/>
      <w:lvlJc w:val="right"/>
      <w:pPr>
        <w:ind w:left="7000" w:hanging="180"/>
      </w:pPr>
    </w:lvl>
  </w:abstractNum>
  <w:abstractNum w:abstractNumId="7" w15:restartNumberingAfterBreak="0">
    <w:nsid w:val="272039C6"/>
    <w:multiLevelType w:val="hybridMultilevel"/>
    <w:tmpl w:val="6E5881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363EE9"/>
    <w:multiLevelType w:val="hybridMultilevel"/>
    <w:tmpl w:val="B0449492"/>
    <w:lvl w:ilvl="0" w:tplc="0419000F">
      <w:start w:val="1"/>
      <w:numFmt w:val="decimal"/>
      <w:lvlText w:val="%1."/>
      <w:lvlJc w:val="left"/>
      <w:pPr>
        <w:ind w:left="720" w:hanging="360"/>
      </w:pPr>
      <w:rPr>
        <w:i w:val="0"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4870CA"/>
    <w:multiLevelType w:val="hybridMultilevel"/>
    <w:tmpl w:val="AB7AE7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80569A"/>
    <w:multiLevelType w:val="hybridMultilevel"/>
    <w:tmpl w:val="10584AFE"/>
    <w:lvl w:ilvl="0" w:tplc="A5646F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75290F"/>
    <w:multiLevelType w:val="hybridMultilevel"/>
    <w:tmpl w:val="EFF8B7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170FF9"/>
    <w:multiLevelType w:val="hybridMultilevel"/>
    <w:tmpl w:val="F43C37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72055D"/>
    <w:multiLevelType w:val="hybridMultilevel"/>
    <w:tmpl w:val="FE52522A"/>
    <w:lvl w:ilvl="0" w:tplc="F2D6B1A4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EF123F"/>
    <w:multiLevelType w:val="hybridMultilevel"/>
    <w:tmpl w:val="2FD096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F3409C"/>
    <w:multiLevelType w:val="multilevel"/>
    <w:tmpl w:val="61C09314"/>
    <w:lvl w:ilvl="0">
      <w:start w:val="1"/>
      <w:numFmt w:val="decimal"/>
      <w:pStyle w:val="a"/>
      <w:suff w:val="space"/>
      <w:lvlText w:val="%1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709"/>
      </w:pPr>
      <w:rPr>
        <w:rFonts w:hint="default"/>
        <w:b w:val="0"/>
        <w:sz w:val="24"/>
        <w:szCs w:val="24"/>
      </w:rPr>
    </w:lvl>
    <w:lvl w:ilvl="3">
      <w:start w:val="1"/>
      <w:numFmt w:val="decimal"/>
      <w:suff w:val="space"/>
      <w:lvlText w:val="%1.%2.%3.%4"/>
      <w:lvlJc w:val="left"/>
      <w:pPr>
        <w:ind w:left="0" w:firstLine="709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135"/>
        </w:tabs>
        <w:ind w:left="3135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79"/>
        </w:tabs>
        <w:ind w:left="3279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423"/>
        </w:tabs>
        <w:ind w:left="3423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567"/>
        </w:tabs>
        <w:ind w:left="35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1"/>
        </w:tabs>
        <w:ind w:left="3711" w:hanging="1584"/>
      </w:pPr>
      <w:rPr>
        <w:rFonts w:hint="default"/>
      </w:rPr>
    </w:lvl>
  </w:abstractNum>
  <w:abstractNum w:abstractNumId="16" w15:restartNumberingAfterBreak="0">
    <w:nsid w:val="65786D99"/>
    <w:multiLevelType w:val="hybridMultilevel"/>
    <w:tmpl w:val="6D9A074C"/>
    <w:lvl w:ilvl="0" w:tplc="AF12EA1C">
      <w:start w:val="1"/>
      <w:numFmt w:val="bullet"/>
      <w:pStyle w:val="a0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200062A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4CB4F920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b w:val="0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17" w15:restartNumberingAfterBreak="0">
    <w:nsid w:val="7FB16F76"/>
    <w:multiLevelType w:val="multilevel"/>
    <w:tmpl w:val="F63CF2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  <w:sz w:val="24"/>
        <w:szCs w:val="24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Tahoma" w:eastAsiaTheme="minorHAnsi" w:hAnsi="Tahoma" w:cs="Tahoma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6"/>
  </w:num>
  <w:num w:numId="2">
    <w:abstractNumId w:val="15"/>
  </w:num>
  <w:num w:numId="3">
    <w:abstractNumId w:val="17"/>
  </w:num>
  <w:num w:numId="4">
    <w:abstractNumId w:val="1"/>
  </w:num>
  <w:num w:numId="5">
    <w:abstractNumId w:val="11"/>
  </w:num>
  <w:num w:numId="6">
    <w:abstractNumId w:val="2"/>
  </w:num>
  <w:num w:numId="7">
    <w:abstractNumId w:val="12"/>
  </w:num>
  <w:num w:numId="8">
    <w:abstractNumId w:val="4"/>
  </w:num>
  <w:num w:numId="9">
    <w:abstractNumId w:val="5"/>
  </w:num>
  <w:num w:numId="10">
    <w:abstractNumId w:val="7"/>
  </w:num>
  <w:num w:numId="11">
    <w:abstractNumId w:val="14"/>
  </w:num>
  <w:num w:numId="12">
    <w:abstractNumId w:val="3"/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</w:num>
  <w:num w:numId="15">
    <w:abstractNumId w:val="9"/>
  </w:num>
  <w:num w:numId="16">
    <w:abstractNumId w:val="13"/>
  </w:num>
  <w:num w:numId="17">
    <w:abstractNumId w:val="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593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568A"/>
    <w:rsid w:val="0000157E"/>
    <w:rsid w:val="00001A5B"/>
    <w:rsid w:val="00002FFD"/>
    <w:rsid w:val="0000312D"/>
    <w:rsid w:val="00003229"/>
    <w:rsid w:val="0000387D"/>
    <w:rsid w:val="00003CD8"/>
    <w:rsid w:val="00003D94"/>
    <w:rsid w:val="00004354"/>
    <w:rsid w:val="00004390"/>
    <w:rsid w:val="00004A6F"/>
    <w:rsid w:val="0000531F"/>
    <w:rsid w:val="000053A3"/>
    <w:rsid w:val="00006096"/>
    <w:rsid w:val="00006542"/>
    <w:rsid w:val="00006880"/>
    <w:rsid w:val="00006A53"/>
    <w:rsid w:val="00007042"/>
    <w:rsid w:val="00007CAE"/>
    <w:rsid w:val="00007CE5"/>
    <w:rsid w:val="00010331"/>
    <w:rsid w:val="00010448"/>
    <w:rsid w:val="00010644"/>
    <w:rsid w:val="0001133A"/>
    <w:rsid w:val="0001173A"/>
    <w:rsid w:val="00011CF2"/>
    <w:rsid w:val="00012945"/>
    <w:rsid w:val="00014197"/>
    <w:rsid w:val="00014E3F"/>
    <w:rsid w:val="000156B3"/>
    <w:rsid w:val="00015A05"/>
    <w:rsid w:val="00016797"/>
    <w:rsid w:val="00016E63"/>
    <w:rsid w:val="00017122"/>
    <w:rsid w:val="00017D1E"/>
    <w:rsid w:val="00017E72"/>
    <w:rsid w:val="0002015B"/>
    <w:rsid w:val="000206DF"/>
    <w:rsid w:val="00020871"/>
    <w:rsid w:val="00021332"/>
    <w:rsid w:val="00021544"/>
    <w:rsid w:val="00021A78"/>
    <w:rsid w:val="00022042"/>
    <w:rsid w:val="000220B4"/>
    <w:rsid w:val="00022DCE"/>
    <w:rsid w:val="00022FF6"/>
    <w:rsid w:val="000232A3"/>
    <w:rsid w:val="000235E1"/>
    <w:rsid w:val="0002468C"/>
    <w:rsid w:val="00024BF4"/>
    <w:rsid w:val="000255D5"/>
    <w:rsid w:val="00025BEE"/>
    <w:rsid w:val="000267A4"/>
    <w:rsid w:val="00027D10"/>
    <w:rsid w:val="00030031"/>
    <w:rsid w:val="00030314"/>
    <w:rsid w:val="000303D8"/>
    <w:rsid w:val="00030977"/>
    <w:rsid w:val="00030A06"/>
    <w:rsid w:val="0003176C"/>
    <w:rsid w:val="000320F3"/>
    <w:rsid w:val="000326F7"/>
    <w:rsid w:val="00033089"/>
    <w:rsid w:val="00033145"/>
    <w:rsid w:val="00033750"/>
    <w:rsid w:val="000338BA"/>
    <w:rsid w:val="00034663"/>
    <w:rsid w:val="00034C04"/>
    <w:rsid w:val="00034E4F"/>
    <w:rsid w:val="000357F8"/>
    <w:rsid w:val="00035E87"/>
    <w:rsid w:val="000366B4"/>
    <w:rsid w:val="00036A26"/>
    <w:rsid w:val="000370FE"/>
    <w:rsid w:val="0003715F"/>
    <w:rsid w:val="00037260"/>
    <w:rsid w:val="00040E30"/>
    <w:rsid w:val="00040E6B"/>
    <w:rsid w:val="000410A6"/>
    <w:rsid w:val="000412D7"/>
    <w:rsid w:val="000417B0"/>
    <w:rsid w:val="000417D0"/>
    <w:rsid w:val="00041EE0"/>
    <w:rsid w:val="00042756"/>
    <w:rsid w:val="00043CAC"/>
    <w:rsid w:val="00043D9E"/>
    <w:rsid w:val="00043FFD"/>
    <w:rsid w:val="00044416"/>
    <w:rsid w:val="00044DAF"/>
    <w:rsid w:val="00044E0F"/>
    <w:rsid w:val="00045D6A"/>
    <w:rsid w:val="000466F1"/>
    <w:rsid w:val="0004685D"/>
    <w:rsid w:val="000472EB"/>
    <w:rsid w:val="00047313"/>
    <w:rsid w:val="00047334"/>
    <w:rsid w:val="00047D2C"/>
    <w:rsid w:val="000507BA"/>
    <w:rsid w:val="0005092B"/>
    <w:rsid w:val="00051E68"/>
    <w:rsid w:val="00052226"/>
    <w:rsid w:val="000523D4"/>
    <w:rsid w:val="00052812"/>
    <w:rsid w:val="000532BD"/>
    <w:rsid w:val="0005347A"/>
    <w:rsid w:val="00053E94"/>
    <w:rsid w:val="00054361"/>
    <w:rsid w:val="00054857"/>
    <w:rsid w:val="00054AD0"/>
    <w:rsid w:val="00054EBD"/>
    <w:rsid w:val="00055131"/>
    <w:rsid w:val="00055994"/>
    <w:rsid w:val="0005616A"/>
    <w:rsid w:val="00056D0F"/>
    <w:rsid w:val="00061523"/>
    <w:rsid w:val="0006161E"/>
    <w:rsid w:val="0006167A"/>
    <w:rsid w:val="000619DF"/>
    <w:rsid w:val="00062742"/>
    <w:rsid w:val="0006375E"/>
    <w:rsid w:val="00063D4F"/>
    <w:rsid w:val="00063E54"/>
    <w:rsid w:val="000640E4"/>
    <w:rsid w:val="00064F61"/>
    <w:rsid w:val="000655F2"/>
    <w:rsid w:val="00065AD1"/>
    <w:rsid w:val="00066B2A"/>
    <w:rsid w:val="0006703F"/>
    <w:rsid w:val="00067421"/>
    <w:rsid w:val="00067E3E"/>
    <w:rsid w:val="00067E88"/>
    <w:rsid w:val="00070B87"/>
    <w:rsid w:val="00071D6C"/>
    <w:rsid w:val="00071FDA"/>
    <w:rsid w:val="0007264E"/>
    <w:rsid w:val="00073717"/>
    <w:rsid w:val="000739F5"/>
    <w:rsid w:val="000744F6"/>
    <w:rsid w:val="00074D2F"/>
    <w:rsid w:val="00076FAD"/>
    <w:rsid w:val="000770DF"/>
    <w:rsid w:val="00077A56"/>
    <w:rsid w:val="00077AEE"/>
    <w:rsid w:val="000805DE"/>
    <w:rsid w:val="0008123C"/>
    <w:rsid w:val="00081D98"/>
    <w:rsid w:val="00082C94"/>
    <w:rsid w:val="00082DB0"/>
    <w:rsid w:val="000831A7"/>
    <w:rsid w:val="000837EE"/>
    <w:rsid w:val="00083F16"/>
    <w:rsid w:val="000846F2"/>
    <w:rsid w:val="00084761"/>
    <w:rsid w:val="0008580F"/>
    <w:rsid w:val="00085AF6"/>
    <w:rsid w:val="00087C6C"/>
    <w:rsid w:val="00090838"/>
    <w:rsid w:val="000908D8"/>
    <w:rsid w:val="00091A3F"/>
    <w:rsid w:val="00091B8B"/>
    <w:rsid w:val="00091EC2"/>
    <w:rsid w:val="00092765"/>
    <w:rsid w:val="000936A2"/>
    <w:rsid w:val="000936EA"/>
    <w:rsid w:val="00093FB2"/>
    <w:rsid w:val="00094198"/>
    <w:rsid w:val="00094251"/>
    <w:rsid w:val="000943D7"/>
    <w:rsid w:val="000946AD"/>
    <w:rsid w:val="00094BD9"/>
    <w:rsid w:val="00094D4A"/>
    <w:rsid w:val="00095F0C"/>
    <w:rsid w:val="0009650A"/>
    <w:rsid w:val="00096684"/>
    <w:rsid w:val="0009675C"/>
    <w:rsid w:val="000A02EF"/>
    <w:rsid w:val="000A0925"/>
    <w:rsid w:val="000A11FF"/>
    <w:rsid w:val="000A1937"/>
    <w:rsid w:val="000A1943"/>
    <w:rsid w:val="000A1F5D"/>
    <w:rsid w:val="000A249C"/>
    <w:rsid w:val="000A2D8B"/>
    <w:rsid w:val="000A2DB1"/>
    <w:rsid w:val="000A3095"/>
    <w:rsid w:val="000A39D3"/>
    <w:rsid w:val="000A3FBF"/>
    <w:rsid w:val="000A4112"/>
    <w:rsid w:val="000A4189"/>
    <w:rsid w:val="000A4B5C"/>
    <w:rsid w:val="000A54C0"/>
    <w:rsid w:val="000A61E3"/>
    <w:rsid w:val="000A679A"/>
    <w:rsid w:val="000B0566"/>
    <w:rsid w:val="000B1221"/>
    <w:rsid w:val="000B2057"/>
    <w:rsid w:val="000B245E"/>
    <w:rsid w:val="000B2A32"/>
    <w:rsid w:val="000B2CF8"/>
    <w:rsid w:val="000B31F9"/>
    <w:rsid w:val="000B34B6"/>
    <w:rsid w:val="000B3730"/>
    <w:rsid w:val="000B38BF"/>
    <w:rsid w:val="000B4D57"/>
    <w:rsid w:val="000B58F1"/>
    <w:rsid w:val="000B5CFF"/>
    <w:rsid w:val="000B7920"/>
    <w:rsid w:val="000B79DE"/>
    <w:rsid w:val="000B7B27"/>
    <w:rsid w:val="000B7CEF"/>
    <w:rsid w:val="000C0201"/>
    <w:rsid w:val="000C0547"/>
    <w:rsid w:val="000C0B7F"/>
    <w:rsid w:val="000C0C69"/>
    <w:rsid w:val="000C0C71"/>
    <w:rsid w:val="000C157C"/>
    <w:rsid w:val="000C2133"/>
    <w:rsid w:val="000C3399"/>
    <w:rsid w:val="000C3C6C"/>
    <w:rsid w:val="000C4C90"/>
    <w:rsid w:val="000C5131"/>
    <w:rsid w:val="000C5606"/>
    <w:rsid w:val="000C58F1"/>
    <w:rsid w:val="000C5A01"/>
    <w:rsid w:val="000C5B23"/>
    <w:rsid w:val="000C6192"/>
    <w:rsid w:val="000C62C3"/>
    <w:rsid w:val="000C705A"/>
    <w:rsid w:val="000C7287"/>
    <w:rsid w:val="000C7BDA"/>
    <w:rsid w:val="000C7EEE"/>
    <w:rsid w:val="000D0739"/>
    <w:rsid w:val="000D093F"/>
    <w:rsid w:val="000D0C19"/>
    <w:rsid w:val="000D19D9"/>
    <w:rsid w:val="000D1BAB"/>
    <w:rsid w:val="000D1CC5"/>
    <w:rsid w:val="000D1FE9"/>
    <w:rsid w:val="000D252C"/>
    <w:rsid w:val="000D2630"/>
    <w:rsid w:val="000D2649"/>
    <w:rsid w:val="000D2892"/>
    <w:rsid w:val="000D2C25"/>
    <w:rsid w:val="000D4159"/>
    <w:rsid w:val="000D4AE4"/>
    <w:rsid w:val="000D4C01"/>
    <w:rsid w:val="000D50CA"/>
    <w:rsid w:val="000D5D80"/>
    <w:rsid w:val="000D6EDD"/>
    <w:rsid w:val="000D71C4"/>
    <w:rsid w:val="000E0912"/>
    <w:rsid w:val="000E0B71"/>
    <w:rsid w:val="000E1863"/>
    <w:rsid w:val="000E19F1"/>
    <w:rsid w:val="000E1A47"/>
    <w:rsid w:val="000E21B9"/>
    <w:rsid w:val="000E2A0C"/>
    <w:rsid w:val="000E2D0F"/>
    <w:rsid w:val="000E437F"/>
    <w:rsid w:val="000E445C"/>
    <w:rsid w:val="000E45FD"/>
    <w:rsid w:val="000E4A4D"/>
    <w:rsid w:val="000E5994"/>
    <w:rsid w:val="000E5F91"/>
    <w:rsid w:val="000E6322"/>
    <w:rsid w:val="000E702C"/>
    <w:rsid w:val="000E746A"/>
    <w:rsid w:val="000E7ABD"/>
    <w:rsid w:val="000F0068"/>
    <w:rsid w:val="000F035E"/>
    <w:rsid w:val="000F0816"/>
    <w:rsid w:val="000F08C0"/>
    <w:rsid w:val="000F17E4"/>
    <w:rsid w:val="000F1833"/>
    <w:rsid w:val="000F1FA1"/>
    <w:rsid w:val="000F2ADD"/>
    <w:rsid w:val="000F2FE0"/>
    <w:rsid w:val="000F3F7D"/>
    <w:rsid w:val="000F4082"/>
    <w:rsid w:val="000F40B0"/>
    <w:rsid w:val="000F524D"/>
    <w:rsid w:val="000F5286"/>
    <w:rsid w:val="000F5973"/>
    <w:rsid w:val="000F5B7E"/>
    <w:rsid w:val="000F650E"/>
    <w:rsid w:val="000F66D3"/>
    <w:rsid w:val="000F697C"/>
    <w:rsid w:val="000F6CF3"/>
    <w:rsid w:val="000F74F8"/>
    <w:rsid w:val="000F75C7"/>
    <w:rsid w:val="0010002B"/>
    <w:rsid w:val="00100044"/>
    <w:rsid w:val="0010006E"/>
    <w:rsid w:val="00100854"/>
    <w:rsid w:val="001012C0"/>
    <w:rsid w:val="0010165E"/>
    <w:rsid w:val="00101EFF"/>
    <w:rsid w:val="0010294F"/>
    <w:rsid w:val="0010296B"/>
    <w:rsid w:val="00102982"/>
    <w:rsid w:val="001050AD"/>
    <w:rsid w:val="001055F6"/>
    <w:rsid w:val="00106029"/>
    <w:rsid w:val="00106884"/>
    <w:rsid w:val="001069DB"/>
    <w:rsid w:val="00106ABF"/>
    <w:rsid w:val="00106B56"/>
    <w:rsid w:val="00107EE6"/>
    <w:rsid w:val="0011178C"/>
    <w:rsid w:val="0011294E"/>
    <w:rsid w:val="001131B9"/>
    <w:rsid w:val="00113950"/>
    <w:rsid w:val="00113DF0"/>
    <w:rsid w:val="00113FC7"/>
    <w:rsid w:val="00114BB2"/>
    <w:rsid w:val="0011571B"/>
    <w:rsid w:val="00115DA3"/>
    <w:rsid w:val="00115F2E"/>
    <w:rsid w:val="00115FE4"/>
    <w:rsid w:val="001161A4"/>
    <w:rsid w:val="001163F8"/>
    <w:rsid w:val="00116512"/>
    <w:rsid w:val="00117C3F"/>
    <w:rsid w:val="0012139B"/>
    <w:rsid w:val="0012150A"/>
    <w:rsid w:val="00121513"/>
    <w:rsid w:val="00121A3E"/>
    <w:rsid w:val="00121A98"/>
    <w:rsid w:val="00122525"/>
    <w:rsid w:val="001232B3"/>
    <w:rsid w:val="00123E5B"/>
    <w:rsid w:val="00124081"/>
    <w:rsid w:val="001240A4"/>
    <w:rsid w:val="00124FD8"/>
    <w:rsid w:val="001252FF"/>
    <w:rsid w:val="00126125"/>
    <w:rsid w:val="00126584"/>
    <w:rsid w:val="00126D6F"/>
    <w:rsid w:val="001273C3"/>
    <w:rsid w:val="001273F5"/>
    <w:rsid w:val="00127745"/>
    <w:rsid w:val="0012799D"/>
    <w:rsid w:val="00130696"/>
    <w:rsid w:val="00132009"/>
    <w:rsid w:val="00132645"/>
    <w:rsid w:val="001329A7"/>
    <w:rsid w:val="00132D55"/>
    <w:rsid w:val="00132FE9"/>
    <w:rsid w:val="00133057"/>
    <w:rsid w:val="00133E27"/>
    <w:rsid w:val="001347FB"/>
    <w:rsid w:val="0013516D"/>
    <w:rsid w:val="00135C13"/>
    <w:rsid w:val="0013617A"/>
    <w:rsid w:val="00137253"/>
    <w:rsid w:val="001416F0"/>
    <w:rsid w:val="00141F4E"/>
    <w:rsid w:val="0014240D"/>
    <w:rsid w:val="001434E0"/>
    <w:rsid w:val="00143D7A"/>
    <w:rsid w:val="001442C2"/>
    <w:rsid w:val="00144880"/>
    <w:rsid w:val="001449ED"/>
    <w:rsid w:val="00144CED"/>
    <w:rsid w:val="001456F0"/>
    <w:rsid w:val="00146658"/>
    <w:rsid w:val="00146784"/>
    <w:rsid w:val="00146ACC"/>
    <w:rsid w:val="00147151"/>
    <w:rsid w:val="001471EF"/>
    <w:rsid w:val="0014742B"/>
    <w:rsid w:val="00147AD2"/>
    <w:rsid w:val="00147EA4"/>
    <w:rsid w:val="00147F67"/>
    <w:rsid w:val="0015007C"/>
    <w:rsid w:val="001501A3"/>
    <w:rsid w:val="00152553"/>
    <w:rsid w:val="00152890"/>
    <w:rsid w:val="00152A11"/>
    <w:rsid w:val="00152FF0"/>
    <w:rsid w:val="00153759"/>
    <w:rsid w:val="0015398C"/>
    <w:rsid w:val="00153FC8"/>
    <w:rsid w:val="00153FE1"/>
    <w:rsid w:val="001545DC"/>
    <w:rsid w:val="00154A36"/>
    <w:rsid w:val="001552DC"/>
    <w:rsid w:val="00155622"/>
    <w:rsid w:val="0015564B"/>
    <w:rsid w:val="001557BC"/>
    <w:rsid w:val="0015585B"/>
    <w:rsid w:val="001559A5"/>
    <w:rsid w:val="00155D46"/>
    <w:rsid w:val="0015603F"/>
    <w:rsid w:val="00156761"/>
    <w:rsid w:val="00156B96"/>
    <w:rsid w:val="00156C02"/>
    <w:rsid w:val="00156F2B"/>
    <w:rsid w:val="00157220"/>
    <w:rsid w:val="00157815"/>
    <w:rsid w:val="00157A8E"/>
    <w:rsid w:val="001601DC"/>
    <w:rsid w:val="00160967"/>
    <w:rsid w:val="00160BD1"/>
    <w:rsid w:val="00160BE7"/>
    <w:rsid w:val="001612AE"/>
    <w:rsid w:val="00161E38"/>
    <w:rsid w:val="0016217E"/>
    <w:rsid w:val="001631F9"/>
    <w:rsid w:val="001638A0"/>
    <w:rsid w:val="00163C1C"/>
    <w:rsid w:val="00165226"/>
    <w:rsid w:val="0016598F"/>
    <w:rsid w:val="0016770C"/>
    <w:rsid w:val="00167912"/>
    <w:rsid w:val="00170594"/>
    <w:rsid w:val="0017079F"/>
    <w:rsid w:val="00170A33"/>
    <w:rsid w:val="00170D7D"/>
    <w:rsid w:val="00172939"/>
    <w:rsid w:val="00172E71"/>
    <w:rsid w:val="001730E1"/>
    <w:rsid w:val="00173DAC"/>
    <w:rsid w:val="001740A8"/>
    <w:rsid w:val="00174547"/>
    <w:rsid w:val="00174C26"/>
    <w:rsid w:val="00174CE8"/>
    <w:rsid w:val="00174F9C"/>
    <w:rsid w:val="001759D5"/>
    <w:rsid w:val="00176D65"/>
    <w:rsid w:val="00176FA0"/>
    <w:rsid w:val="00177310"/>
    <w:rsid w:val="0018029B"/>
    <w:rsid w:val="00180485"/>
    <w:rsid w:val="001805CE"/>
    <w:rsid w:val="001809FD"/>
    <w:rsid w:val="00180B8E"/>
    <w:rsid w:val="00180BD4"/>
    <w:rsid w:val="0018149C"/>
    <w:rsid w:val="00182F52"/>
    <w:rsid w:val="00183B44"/>
    <w:rsid w:val="00184CEA"/>
    <w:rsid w:val="00185170"/>
    <w:rsid w:val="001856A8"/>
    <w:rsid w:val="00185818"/>
    <w:rsid w:val="001859EF"/>
    <w:rsid w:val="00186135"/>
    <w:rsid w:val="0018616A"/>
    <w:rsid w:val="00186F53"/>
    <w:rsid w:val="00187548"/>
    <w:rsid w:val="00187BA5"/>
    <w:rsid w:val="00190546"/>
    <w:rsid w:val="00190B9D"/>
    <w:rsid w:val="00191538"/>
    <w:rsid w:val="00191579"/>
    <w:rsid w:val="00191618"/>
    <w:rsid w:val="00191CAC"/>
    <w:rsid w:val="00191D45"/>
    <w:rsid w:val="0019206F"/>
    <w:rsid w:val="00192087"/>
    <w:rsid w:val="001920ED"/>
    <w:rsid w:val="00192BFA"/>
    <w:rsid w:val="001930F1"/>
    <w:rsid w:val="00193877"/>
    <w:rsid w:val="0019392E"/>
    <w:rsid w:val="00193FAA"/>
    <w:rsid w:val="00194493"/>
    <w:rsid w:val="001950F1"/>
    <w:rsid w:val="00195113"/>
    <w:rsid w:val="00195C58"/>
    <w:rsid w:val="00195EB9"/>
    <w:rsid w:val="00196495"/>
    <w:rsid w:val="00196B7C"/>
    <w:rsid w:val="001A0934"/>
    <w:rsid w:val="001A11FA"/>
    <w:rsid w:val="001A19A6"/>
    <w:rsid w:val="001A2535"/>
    <w:rsid w:val="001A2E37"/>
    <w:rsid w:val="001A4651"/>
    <w:rsid w:val="001A498E"/>
    <w:rsid w:val="001A4D2A"/>
    <w:rsid w:val="001A5727"/>
    <w:rsid w:val="001A5EF7"/>
    <w:rsid w:val="001A6213"/>
    <w:rsid w:val="001A63F3"/>
    <w:rsid w:val="001A7F74"/>
    <w:rsid w:val="001B0313"/>
    <w:rsid w:val="001B0327"/>
    <w:rsid w:val="001B0BE2"/>
    <w:rsid w:val="001B17C1"/>
    <w:rsid w:val="001B27CA"/>
    <w:rsid w:val="001B324B"/>
    <w:rsid w:val="001B42F6"/>
    <w:rsid w:val="001B585B"/>
    <w:rsid w:val="001B7673"/>
    <w:rsid w:val="001C03C8"/>
    <w:rsid w:val="001C0480"/>
    <w:rsid w:val="001C0E0A"/>
    <w:rsid w:val="001C2644"/>
    <w:rsid w:val="001C277E"/>
    <w:rsid w:val="001C3643"/>
    <w:rsid w:val="001C4028"/>
    <w:rsid w:val="001C5F27"/>
    <w:rsid w:val="001C67EE"/>
    <w:rsid w:val="001C6FD1"/>
    <w:rsid w:val="001C7DFB"/>
    <w:rsid w:val="001C7EAC"/>
    <w:rsid w:val="001D083C"/>
    <w:rsid w:val="001D0DA4"/>
    <w:rsid w:val="001D14D1"/>
    <w:rsid w:val="001D16F6"/>
    <w:rsid w:val="001D1BCF"/>
    <w:rsid w:val="001D2067"/>
    <w:rsid w:val="001D2074"/>
    <w:rsid w:val="001D216E"/>
    <w:rsid w:val="001D24EC"/>
    <w:rsid w:val="001D2C51"/>
    <w:rsid w:val="001D2FD0"/>
    <w:rsid w:val="001D335D"/>
    <w:rsid w:val="001D3CB2"/>
    <w:rsid w:val="001D482F"/>
    <w:rsid w:val="001D4C25"/>
    <w:rsid w:val="001D5150"/>
    <w:rsid w:val="001D5218"/>
    <w:rsid w:val="001D56B2"/>
    <w:rsid w:val="001D5C67"/>
    <w:rsid w:val="001D7332"/>
    <w:rsid w:val="001E02F7"/>
    <w:rsid w:val="001E0E9F"/>
    <w:rsid w:val="001E0ED8"/>
    <w:rsid w:val="001E205D"/>
    <w:rsid w:val="001E2F3C"/>
    <w:rsid w:val="001E2F86"/>
    <w:rsid w:val="001E321C"/>
    <w:rsid w:val="001E3C47"/>
    <w:rsid w:val="001E3CFF"/>
    <w:rsid w:val="001E4856"/>
    <w:rsid w:val="001E5129"/>
    <w:rsid w:val="001E5BBD"/>
    <w:rsid w:val="001E7149"/>
    <w:rsid w:val="001E781A"/>
    <w:rsid w:val="001F03F0"/>
    <w:rsid w:val="001F1F69"/>
    <w:rsid w:val="001F2C6D"/>
    <w:rsid w:val="001F301F"/>
    <w:rsid w:val="001F305B"/>
    <w:rsid w:val="001F3286"/>
    <w:rsid w:val="001F3797"/>
    <w:rsid w:val="001F4CED"/>
    <w:rsid w:val="001F51ED"/>
    <w:rsid w:val="001F56E5"/>
    <w:rsid w:val="001F5763"/>
    <w:rsid w:val="001F5B35"/>
    <w:rsid w:val="001F60B2"/>
    <w:rsid w:val="001F6C47"/>
    <w:rsid w:val="00200C2F"/>
    <w:rsid w:val="00200F48"/>
    <w:rsid w:val="00200F83"/>
    <w:rsid w:val="002012B3"/>
    <w:rsid w:val="00201A9B"/>
    <w:rsid w:val="00202087"/>
    <w:rsid w:val="0020355E"/>
    <w:rsid w:val="00203CFA"/>
    <w:rsid w:val="00203D21"/>
    <w:rsid w:val="002045BE"/>
    <w:rsid w:val="002052F3"/>
    <w:rsid w:val="002052F5"/>
    <w:rsid w:val="002054B8"/>
    <w:rsid w:val="0020552B"/>
    <w:rsid w:val="00205833"/>
    <w:rsid w:val="00205AC5"/>
    <w:rsid w:val="002060F4"/>
    <w:rsid w:val="00206597"/>
    <w:rsid w:val="00206A72"/>
    <w:rsid w:val="00207422"/>
    <w:rsid w:val="002102CE"/>
    <w:rsid w:val="002105A4"/>
    <w:rsid w:val="0021080F"/>
    <w:rsid w:val="00210BBF"/>
    <w:rsid w:val="00211038"/>
    <w:rsid w:val="0021131E"/>
    <w:rsid w:val="0021275D"/>
    <w:rsid w:val="002128A9"/>
    <w:rsid w:val="00212D4E"/>
    <w:rsid w:val="00212F2A"/>
    <w:rsid w:val="00213C11"/>
    <w:rsid w:val="002144E6"/>
    <w:rsid w:val="00215459"/>
    <w:rsid w:val="0021549D"/>
    <w:rsid w:val="002155E7"/>
    <w:rsid w:val="00215738"/>
    <w:rsid w:val="00215CE7"/>
    <w:rsid w:val="002164D1"/>
    <w:rsid w:val="002169CE"/>
    <w:rsid w:val="00216E68"/>
    <w:rsid w:val="002175F9"/>
    <w:rsid w:val="00220846"/>
    <w:rsid w:val="00221380"/>
    <w:rsid w:val="002215D3"/>
    <w:rsid w:val="00221849"/>
    <w:rsid w:val="002232B2"/>
    <w:rsid w:val="002236F2"/>
    <w:rsid w:val="0022438E"/>
    <w:rsid w:val="00224AF3"/>
    <w:rsid w:val="00224C61"/>
    <w:rsid w:val="00224DEA"/>
    <w:rsid w:val="00224FFF"/>
    <w:rsid w:val="00225C19"/>
    <w:rsid w:val="00227013"/>
    <w:rsid w:val="00227525"/>
    <w:rsid w:val="002276D5"/>
    <w:rsid w:val="00227BA3"/>
    <w:rsid w:val="00230761"/>
    <w:rsid w:val="002308EF"/>
    <w:rsid w:val="002313CB"/>
    <w:rsid w:val="002318D2"/>
    <w:rsid w:val="002321E5"/>
    <w:rsid w:val="00233445"/>
    <w:rsid w:val="00233534"/>
    <w:rsid w:val="00233A5B"/>
    <w:rsid w:val="00234DD1"/>
    <w:rsid w:val="0023557A"/>
    <w:rsid w:val="0023579B"/>
    <w:rsid w:val="00235875"/>
    <w:rsid w:val="00235A15"/>
    <w:rsid w:val="00236CB4"/>
    <w:rsid w:val="0023754F"/>
    <w:rsid w:val="002378BB"/>
    <w:rsid w:val="00237A47"/>
    <w:rsid w:val="00237C51"/>
    <w:rsid w:val="00241384"/>
    <w:rsid w:val="00241AB0"/>
    <w:rsid w:val="00241B75"/>
    <w:rsid w:val="00241FED"/>
    <w:rsid w:val="0024256C"/>
    <w:rsid w:val="00242FC2"/>
    <w:rsid w:val="002431CE"/>
    <w:rsid w:val="002433A9"/>
    <w:rsid w:val="0024342B"/>
    <w:rsid w:val="002438D0"/>
    <w:rsid w:val="00243C68"/>
    <w:rsid w:val="002442DA"/>
    <w:rsid w:val="00244424"/>
    <w:rsid w:val="0024463A"/>
    <w:rsid w:val="00244708"/>
    <w:rsid w:val="0024530A"/>
    <w:rsid w:val="0024609F"/>
    <w:rsid w:val="00247D0A"/>
    <w:rsid w:val="00251E46"/>
    <w:rsid w:val="00251F99"/>
    <w:rsid w:val="00252659"/>
    <w:rsid w:val="002528AF"/>
    <w:rsid w:val="00252AB9"/>
    <w:rsid w:val="00252C60"/>
    <w:rsid w:val="00253513"/>
    <w:rsid w:val="00253682"/>
    <w:rsid w:val="00253882"/>
    <w:rsid w:val="00253D1D"/>
    <w:rsid w:val="00253F85"/>
    <w:rsid w:val="00254B75"/>
    <w:rsid w:val="00254C8A"/>
    <w:rsid w:val="00255ACD"/>
    <w:rsid w:val="00255CA8"/>
    <w:rsid w:val="00256947"/>
    <w:rsid w:val="00256F7C"/>
    <w:rsid w:val="0025732B"/>
    <w:rsid w:val="00257A6F"/>
    <w:rsid w:val="00257DD7"/>
    <w:rsid w:val="002603B5"/>
    <w:rsid w:val="0026274B"/>
    <w:rsid w:val="00263092"/>
    <w:rsid w:val="002630EF"/>
    <w:rsid w:val="00263141"/>
    <w:rsid w:val="0026381A"/>
    <w:rsid w:val="00263FBF"/>
    <w:rsid w:val="00264994"/>
    <w:rsid w:val="00264E40"/>
    <w:rsid w:val="002650B7"/>
    <w:rsid w:val="00265EFD"/>
    <w:rsid w:val="00266276"/>
    <w:rsid w:val="00266CB6"/>
    <w:rsid w:val="0026742B"/>
    <w:rsid w:val="00267EE9"/>
    <w:rsid w:val="002705EC"/>
    <w:rsid w:val="0027133A"/>
    <w:rsid w:val="00272276"/>
    <w:rsid w:val="00272C57"/>
    <w:rsid w:val="002732C0"/>
    <w:rsid w:val="00273471"/>
    <w:rsid w:val="00273B03"/>
    <w:rsid w:val="0027417E"/>
    <w:rsid w:val="00274613"/>
    <w:rsid w:val="00274848"/>
    <w:rsid w:val="0027527D"/>
    <w:rsid w:val="00275C46"/>
    <w:rsid w:val="00275D55"/>
    <w:rsid w:val="00275FF7"/>
    <w:rsid w:val="00277F1E"/>
    <w:rsid w:val="0028262E"/>
    <w:rsid w:val="00282807"/>
    <w:rsid w:val="00282929"/>
    <w:rsid w:val="00282B4E"/>
    <w:rsid w:val="00282ED6"/>
    <w:rsid w:val="00283809"/>
    <w:rsid w:val="00284273"/>
    <w:rsid w:val="0028434C"/>
    <w:rsid w:val="00284E0E"/>
    <w:rsid w:val="00285080"/>
    <w:rsid w:val="0028538F"/>
    <w:rsid w:val="00285535"/>
    <w:rsid w:val="00285DC1"/>
    <w:rsid w:val="00286199"/>
    <w:rsid w:val="0028643D"/>
    <w:rsid w:val="00286505"/>
    <w:rsid w:val="002868FE"/>
    <w:rsid w:val="002876D0"/>
    <w:rsid w:val="00287BDB"/>
    <w:rsid w:val="00290D3E"/>
    <w:rsid w:val="002911DB"/>
    <w:rsid w:val="00291C6D"/>
    <w:rsid w:val="00291D6E"/>
    <w:rsid w:val="002920AD"/>
    <w:rsid w:val="00293710"/>
    <w:rsid w:val="002943CC"/>
    <w:rsid w:val="002944A5"/>
    <w:rsid w:val="002951CB"/>
    <w:rsid w:val="002959A9"/>
    <w:rsid w:val="00295CBC"/>
    <w:rsid w:val="00297791"/>
    <w:rsid w:val="00297844"/>
    <w:rsid w:val="002A03E6"/>
    <w:rsid w:val="002A0AA3"/>
    <w:rsid w:val="002A305D"/>
    <w:rsid w:val="002A40DE"/>
    <w:rsid w:val="002A4193"/>
    <w:rsid w:val="002A4C73"/>
    <w:rsid w:val="002A6143"/>
    <w:rsid w:val="002A63FB"/>
    <w:rsid w:val="002A6555"/>
    <w:rsid w:val="002A6829"/>
    <w:rsid w:val="002A6D1D"/>
    <w:rsid w:val="002A6D81"/>
    <w:rsid w:val="002A736F"/>
    <w:rsid w:val="002A75E3"/>
    <w:rsid w:val="002A798C"/>
    <w:rsid w:val="002A7E8D"/>
    <w:rsid w:val="002B112B"/>
    <w:rsid w:val="002B14E0"/>
    <w:rsid w:val="002B230C"/>
    <w:rsid w:val="002B28EE"/>
    <w:rsid w:val="002B3DE1"/>
    <w:rsid w:val="002B4EE1"/>
    <w:rsid w:val="002B5532"/>
    <w:rsid w:val="002B5A98"/>
    <w:rsid w:val="002B5ADC"/>
    <w:rsid w:val="002B5F52"/>
    <w:rsid w:val="002B6307"/>
    <w:rsid w:val="002B679F"/>
    <w:rsid w:val="002B7166"/>
    <w:rsid w:val="002C00AB"/>
    <w:rsid w:val="002C015D"/>
    <w:rsid w:val="002C0A73"/>
    <w:rsid w:val="002C1813"/>
    <w:rsid w:val="002C1A52"/>
    <w:rsid w:val="002C1EEB"/>
    <w:rsid w:val="002C2DA0"/>
    <w:rsid w:val="002C2DD6"/>
    <w:rsid w:val="002C38DA"/>
    <w:rsid w:val="002C3D07"/>
    <w:rsid w:val="002C3F0A"/>
    <w:rsid w:val="002C3F3F"/>
    <w:rsid w:val="002C4113"/>
    <w:rsid w:val="002C49B1"/>
    <w:rsid w:val="002C4F01"/>
    <w:rsid w:val="002C566E"/>
    <w:rsid w:val="002C65A9"/>
    <w:rsid w:val="002C6E46"/>
    <w:rsid w:val="002C6F3C"/>
    <w:rsid w:val="002D0650"/>
    <w:rsid w:val="002D0E96"/>
    <w:rsid w:val="002D14E6"/>
    <w:rsid w:val="002D21DD"/>
    <w:rsid w:val="002D25F2"/>
    <w:rsid w:val="002D2BC2"/>
    <w:rsid w:val="002D3C8E"/>
    <w:rsid w:val="002D3FB8"/>
    <w:rsid w:val="002D404A"/>
    <w:rsid w:val="002D51DB"/>
    <w:rsid w:val="002D541A"/>
    <w:rsid w:val="002D5E74"/>
    <w:rsid w:val="002D6234"/>
    <w:rsid w:val="002D6773"/>
    <w:rsid w:val="002D6C47"/>
    <w:rsid w:val="002D7111"/>
    <w:rsid w:val="002D7310"/>
    <w:rsid w:val="002D73BF"/>
    <w:rsid w:val="002D7963"/>
    <w:rsid w:val="002D7A1E"/>
    <w:rsid w:val="002E00B8"/>
    <w:rsid w:val="002E030E"/>
    <w:rsid w:val="002E0315"/>
    <w:rsid w:val="002E0B7C"/>
    <w:rsid w:val="002E0E4E"/>
    <w:rsid w:val="002E0EF4"/>
    <w:rsid w:val="002E1FE1"/>
    <w:rsid w:val="002E2B9A"/>
    <w:rsid w:val="002E2C0D"/>
    <w:rsid w:val="002E2DB4"/>
    <w:rsid w:val="002E3EA0"/>
    <w:rsid w:val="002E494F"/>
    <w:rsid w:val="002E6966"/>
    <w:rsid w:val="002E6F35"/>
    <w:rsid w:val="002E778C"/>
    <w:rsid w:val="002E77D8"/>
    <w:rsid w:val="002E7894"/>
    <w:rsid w:val="002E7B51"/>
    <w:rsid w:val="002E7EE4"/>
    <w:rsid w:val="002F01B3"/>
    <w:rsid w:val="002F0628"/>
    <w:rsid w:val="002F09D7"/>
    <w:rsid w:val="002F2340"/>
    <w:rsid w:val="002F2683"/>
    <w:rsid w:val="002F2AEF"/>
    <w:rsid w:val="002F333A"/>
    <w:rsid w:val="002F3D17"/>
    <w:rsid w:val="002F5A1A"/>
    <w:rsid w:val="002F6C7A"/>
    <w:rsid w:val="002F7530"/>
    <w:rsid w:val="002F7EA9"/>
    <w:rsid w:val="00300487"/>
    <w:rsid w:val="0030055E"/>
    <w:rsid w:val="00300731"/>
    <w:rsid w:val="003007AA"/>
    <w:rsid w:val="003009FC"/>
    <w:rsid w:val="00301365"/>
    <w:rsid w:val="003016B6"/>
    <w:rsid w:val="0030173B"/>
    <w:rsid w:val="0030176B"/>
    <w:rsid w:val="00301A8D"/>
    <w:rsid w:val="00301AD3"/>
    <w:rsid w:val="00301C10"/>
    <w:rsid w:val="00301F3B"/>
    <w:rsid w:val="00302611"/>
    <w:rsid w:val="0030271F"/>
    <w:rsid w:val="0030385F"/>
    <w:rsid w:val="00303C20"/>
    <w:rsid w:val="003043C1"/>
    <w:rsid w:val="003046A8"/>
    <w:rsid w:val="00304757"/>
    <w:rsid w:val="00304A22"/>
    <w:rsid w:val="003051B0"/>
    <w:rsid w:val="00305749"/>
    <w:rsid w:val="00305E9B"/>
    <w:rsid w:val="003060A6"/>
    <w:rsid w:val="00306362"/>
    <w:rsid w:val="00306477"/>
    <w:rsid w:val="00306D7E"/>
    <w:rsid w:val="00306D95"/>
    <w:rsid w:val="00310289"/>
    <w:rsid w:val="00310ED3"/>
    <w:rsid w:val="003117E0"/>
    <w:rsid w:val="003120B3"/>
    <w:rsid w:val="00312401"/>
    <w:rsid w:val="00312793"/>
    <w:rsid w:val="00312CD1"/>
    <w:rsid w:val="003132F0"/>
    <w:rsid w:val="0031398E"/>
    <w:rsid w:val="00313E96"/>
    <w:rsid w:val="00314C7C"/>
    <w:rsid w:val="00314FB0"/>
    <w:rsid w:val="00314FD0"/>
    <w:rsid w:val="003150C3"/>
    <w:rsid w:val="0031605E"/>
    <w:rsid w:val="00316163"/>
    <w:rsid w:val="0031728C"/>
    <w:rsid w:val="00317290"/>
    <w:rsid w:val="00317D86"/>
    <w:rsid w:val="0032052F"/>
    <w:rsid w:val="003207D9"/>
    <w:rsid w:val="00320A55"/>
    <w:rsid w:val="00321651"/>
    <w:rsid w:val="00322886"/>
    <w:rsid w:val="00322A47"/>
    <w:rsid w:val="00322F52"/>
    <w:rsid w:val="00323EC9"/>
    <w:rsid w:val="00324E00"/>
    <w:rsid w:val="00325427"/>
    <w:rsid w:val="00325455"/>
    <w:rsid w:val="00325871"/>
    <w:rsid w:val="00326214"/>
    <w:rsid w:val="00326604"/>
    <w:rsid w:val="00326F00"/>
    <w:rsid w:val="0033002F"/>
    <w:rsid w:val="0033054D"/>
    <w:rsid w:val="0033101F"/>
    <w:rsid w:val="00331041"/>
    <w:rsid w:val="003311EA"/>
    <w:rsid w:val="00331BDF"/>
    <w:rsid w:val="00331CAE"/>
    <w:rsid w:val="00331D94"/>
    <w:rsid w:val="003326CE"/>
    <w:rsid w:val="00332907"/>
    <w:rsid w:val="003336F5"/>
    <w:rsid w:val="00333E3F"/>
    <w:rsid w:val="00333E42"/>
    <w:rsid w:val="003342B1"/>
    <w:rsid w:val="003348BC"/>
    <w:rsid w:val="00335251"/>
    <w:rsid w:val="00336D7A"/>
    <w:rsid w:val="003375F3"/>
    <w:rsid w:val="003378C6"/>
    <w:rsid w:val="0034082A"/>
    <w:rsid w:val="00340FEE"/>
    <w:rsid w:val="00342936"/>
    <w:rsid w:val="003437A1"/>
    <w:rsid w:val="003438B9"/>
    <w:rsid w:val="00343E9D"/>
    <w:rsid w:val="00344B4F"/>
    <w:rsid w:val="00345B76"/>
    <w:rsid w:val="003460CC"/>
    <w:rsid w:val="003461E7"/>
    <w:rsid w:val="00346750"/>
    <w:rsid w:val="00346794"/>
    <w:rsid w:val="00350EF9"/>
    <w:rsid w:val="00350F84"/>
    <w:rsid w:val="00351058"/>
    <w:rsid w:val="00351224"/>
    <w:rsid w:val="003517F1"/>
    <w:rsid w:val="00351AD4"/>
    <w:rsid w:val="00351F9A"/>
    <w:rsid w:val="0035205F"/>
    <w:rsid w:val="00352982"/>
    <w:rsid w:val="003530D5"/>
    <w:rsid w:val="00353EF7"/>
    <w:rsid w:val="0035558E"/>
    <w:rsid w:val="003562DE"/>
    <w:rsid w:val="003568F9"/>
    <w:rsid w:val="00356C28"/>
    <w:rsid w:val="003600D7"/>
    <w:rsid w:val="0036013B"/>
    <w:rsid w:val="00360A99"/>
    <w:rsid w:val="00363293"/>
    <w:rsid w:val="00364495"/>
    <w:rsid w:val="00364F5A"/>
    <w:rsid w:val="0036542E"/>
    <w:rsid w:val="0036558A"/>
    <w:rsid w:val="003657EF"/>
    <w:rsid w:val="003662B9"/>
    <w:rsid w:val="00367759"/>
    <w:rsid w:val="00367B66"/>
    <w:rsid w:val="0037067F"/>
    <w:rsid w:val="00370AF3"/>
    <w:rsid w:val="00370F52"/>
    <w:rsid w:val="00371222"/>
    <w:rsid w:val="00371D7B"/>
    <w:rsid w:val="00372A21"/>
    <w:rsid w:val="00373D49"/>
    <w:rsid w:val="0037478B"/>
    <w:rsid w:val="00375231"/>
    <w:rsid w:val="00375A2B"/>
    <w:rsid w:val="0037677D"/>
    <w:rsid w:val="00376E3C"/>
    <w:rsid w:val="00377521"/>
    <w:rsid w:val="00377A36"/>
    <w:rsid w:val="00377E57"/>
    <w:rsid w:val="00377FE9"/>
    <w:rsid w:val="0038105A"/>
    <w:rsid w:val="00381133"/>
    <w:rsid w:val="0038128E"/>
    <w:rsid w:val="003814EE"/>
    <w:rsid w:val="003817E9"/>
    <w:rsid w:val="00381D61"/>
    <w:rsid w:val="00382909"/>
    <w:rsid w:val="0038348A"/>
    <w:rsid w:val="00383A64"/>
    <w:rsid w:val="00384ADF"/>
    <w:rsid w:val="00384B68"/>
    <w:rsid w:val="00385C30"/>
    <w:rsid w:val="0038626A"/>
    <w:rsid w:val="00386843"/>
    <w:rsid w:val="00386BFE"/>
    <w:rsid w:val="00386D11"/>
    <w:rsid w:val="00387155"/>
    <w:rsid w:val="003876E5"/>
    <w:rsid w:val="00390D26"/>
    <w:rsid w:val="00391491"/>
    <w:rsid w:val="0039185E"/>
    <w:rsid w:val="00391B67"/>
    <w:rsid w:val="0039263B"/>
    <w:rsid w:val="003927B5"/>
    <w:rsid w:val="00392A99"/>
    <w:rsid w:val="00392CF4"/>
    <w:rsid w:val="00393BCA"/>
    <w:rsid w:val="003941CD"/>
    <w:rsid w:val="00394EE0"/>
    <w:rsid w:val="0039502C"/>
    <w:rsid w:val="003A098A"/>
    <w:rsid w:val="003A173C"/>
    <w:rsid w:val="003A1B0B"/>
    <w:rsid w:val="003A1FA7"/>
    <w:rsid w:val="003A2661"/>
    <w:rsid w:val="003A33B8"/>
    <w:rsid w:val="003A385F"/>
    <w:rsid w:val="003A3CBC"/>
    <w:rsid w:val="003A461A"/>
    <w:rsid w:val="003A4E9D"/>
    <w:rsid w:val="003A5136"/>
    <w:rsid w:val="003A5E46"/>
    <w:rsid w:val="003A5F04"/>
    <w:rsid w:val="003A6028"/>
    <w:rsid w:val="003A6AA3"/>
    <w:rsid w:val="003A6E2C"/>
    <w:rsid w:val="003A7F94"/>
    <w:rsid w:val="003B1F64"/>
    <w:rsid w:val="003B304C"/>
    <w:rsid w:val="003B3310"/>
    <w:rsid w:val="003B3702"/>
    <w:rsid w:val="003B399B"/>
    <w:rsid w:val="003B40AF"/>
    <w:rsid w:val="003B470B"/>
    <w:rsid w:val="003B61FE"/>
    <w:rsid w:val="003B639F"/>
    <w:rsid w:val="003B6426"/>
    <w:rsid w:val="003B7478"/>
    <w:rsid w:val="003B778B"/>
    <w:rsid w:val="003B78B5"/>
    <w:rsid w:val="003B7D0A"/>
    <w:rsid w:val="003C0599"/>
    <w:rsid w:val="003C0DED"/>
    <w:rsid w:val="003C1EB0"/>
    <w:rsid w:val="003C2207"/>
    <w:rsid w:val="003C281F"/>
    <w:rsid w:val="003C3064"/>
    <w:rsid w:val="003C431D"/>
    <w:rsid w:val="003C4367"/>
    <w:rsid w:val="003C4617"/>
    <w:rsid w:val="003C472B"/>
    <w:rsid w:val="003C47B8"/>
    <w:rsid w:val="003C58DC"/>
    <w:rsid w:val="003C5BE8"/>
    <w:rsid w:val="003C6706"/>
    <w:rsid w:val="003C6CF0"/>
    <w:rsid w:val="003C798F"/>
    <w:rsid w:val="003D055C"/>
    <w:rsid w:val="003D0A89"/>
    <w:rsid w:val="003D1CF3"/>
    <w:rsid w:val="003D1DDB"/>
    <w:rsid w:val="003D1FA9"/>
    <w:rsid w:val="003D2358"/>
    <w:rsid w:val="003D274D"/>
    <w:rsid w:val="003D318B"/>
    <w:rsid w:val="003D3A4B"/>
    <w:rsid w:val="003D3C26"/>
    <w:rsid w:val="003D496B"/>
    <w:rsid w:val="003D50B0"/>
    <w:rsid w:val="003D53D4"/>
    <w:rsid w:val="003D5B00"/>
    <w:rsid w:val="003D62B4"/>
    <w:rsid w:val="003D6837"/>
    <w:rsid w:val="003D6C46"/>
    <w:rsid w:val="003D6D18"/>
    <w:rsid w:val="003D6E8E"/>
    <w:rsid w:val="003D7227"/>
    <w:rsid w:val="003D76A0"/>
    <w:rsid w:val="003E0239"/>
    <w:rsid w:val="003E051A"/>
    <w:rsid w:val="003E0D6A"/>
    <w:rsid w:val="003E0E52"/>
    <w:rsid w:val="003E1ED3"/>
    <w:rsid w:val="003E2444"/>
    <w:rsid w:val="003E2A25"/>
    <w:rsid w:val="003E3527"/>
    <w:rsid w:val="003E4F9A"/>
    <w:rsid w:val="003E5178"/>
    <w:rsid w:val="003E544C"/>
    <w:rsid w:val="003E5CA5"/>
    <w:rsid w:val="003E6568"/>
    <w:rsid w:val="003E6CE9"/>
    <w:rsid w:val="003E7091"/>
    <w:rsid w:val="003E73B3"/>
    <w:rsid w:val="003F066D"/>
    <w:rsid w:val="003F079F"/>
    <w:rsid w:val="003F2396"/>
    <w:rsid w:val="003F2859"/>
    <w:rsid w:val="003F2894"/>
    <w:rsid w:val="003F2BE5"/>
    <w:rsid w:val="003F3863"/>
    <w:rsid w:val="003F3CDC"/>
    <w:rsid w:val="003F4075"/>
    <w:rsid w:val="003F595D"/>
    <w:rsid w:val="003F6B35"/>
    <w:rsid w:val="003F7C35"/>
    <w:rsid w:val="003F7E7E"/>
    <w:rsid w:val="003F7ECE"/>
    <w:rsid w:val="004002F8"/>
    <w:rsid w:val="004004CB"/>
    <w:rsid w:val="00400FC5"/>
    <w:rsid w:val="00401DD5"/>
    <w:rsid w:val="00402B99"/>
    <w:rsid w:val="00403058"/>
    <w:rsid w:val="00403E9B"/>
    <w:rsid w:val="0040484E"/>
    <w:rsid w:val="00404AD8"/>
    <w:rsid w:val="00405AFC"/>
    <w:rsid w:val="00406C6E"/>
    <w:rsid w:val="00406F4B"/>
    <w:rsid w:val="004072D1"/>
    <w:rsid w:val="00407356"/>
    <w:rsid w:val="00410BBF"/>
    <w:rsid w:val="004111C6"/>
    <w:rsid w:val="00411526"/>
    <w:rsid w:val="00411A2C"/>
    <w:rsid w:val="00411A74"/>
    <w:rsid w:val="004121DA"/>
    <w:rsid w:val="004125EC"/>
    <w:rsid w:val="0041296C"/>
    <w:rsid w:val="004132EF"/>
    <w:rsid w:val="004144E1"/>
    <w:rsid w:val="00414663"/>
    <w:rsid w:val="00414B52"/>
    <w:rsid w:val="00414CFA"/>
    <w:rsid w:val="00415448"/>
    <w:rsid w:val="0041586E"/>
    <w:rsid w:val="00415DCD"/>
    <w:rsid w:val="00415E1A"/>
    <w:rsid w:val="00416186"/>
    <w:rsid w:val="0041633B"/>
    <w:rsid w:val="00416D4A"/>
    <w:rsid w:val="00417390"/>
    <w:rsid w:val="004206CB"/>
    <w:rsid w:val="00420BA1"/>
    <w:rsid w:val="004211F8"/>
    <w:rsid w:val="00421293"/>
    <w:rsid w:val="00421C85"/>
    <w:rsid w:val="0042210B"/>
    <w:rsid w:val="00422440"/>
    <w:rsid w:val="004256CE"/>
    <w:rsid w:val="0042585B"/>
    <w:rsid w:val="00425A9D"/>
    <w:rsid w:val="00425EAD"/>
    <w:rsid w:val="00426305"/>
    <w:rsid w:val="0042671B"/>
    <w:rsid w:val="00426AE1"/>
    <w:rsid w:val="00426F6B"/>
    <w:rsid w:val="00427708"/>
    <w:rsid w:val="0043069C"/>
    <w:rsid w:val="00430D41"/>
    <w:rsid w:val="00430E28"/>
    <w:rsid w:val="004312F7"/>
    <w:rsid w:val="004313D0"/>
    <w:rsid w:val="0043261B"/>
    <w:rsid w:val="00432635"/>
    <w:rsid w:val="004326E4"/>
    <w:rsid w:val="0043289A"/>
    <w:rsid w:val="004329D1"/>
    <w:rsid w:val="00432DDA"/>
    <w:rsid w:val="00432EC2"/>
    <w:rsid w:val="0043397C"/>
    <w:rsid w:val="00433D3C"/>
    <w:rsid w:val="004343A0"/>
    <w:rsid w:val="00434576"/>
    <w:rsid w:val="00434CF0"/>
    <w:rsid w:val="004351D6"/>
    <w:rsid w:val="00435371"/>
    <w:rsid w:val="004353D3"/>
    <w:rsid w:val="00435B8D"/>
    <w:rsid w:val="00435FB8"/>
    <w:rsid w:val="004376D2"/>
    <w:rsid w:val="0044001C"/>
    <w:rsid w:val="0044002E"/>
    <w:rsid w:val="004400A7"/>
    <w:rsid w:val="004403F1"/>
    <w:rsid w:val="004416C5"/>
    <w:rsid w:val="00441FD2"/>
    <w:rsid w:val="004429BB"/>
    <w:rsid w:val="00442E77"/>
    <w:rsid w:val="00445151"/>
    <w:rsid w:val="00445747"/>
    <w:rsid w:val="00445E45"/>
    <w:rsid w:val="00446250"/>
    <w:rsid w:val="00446398"/>
    <w:rsid w:val="00446458"/>
    <w:rsid w:val="004465A6"/>
    <w:rsid w:val="004466F6"/>
    <w:rsid w:val="004472C2"/>
    <w:rsid w:val="00447327"/>
    <w:rsid w:val="00447604"/>
    <w:rsid w:val="0045007A"/>
    <w:rsid w:val="004500DA"/>
    <w:rsid w:val="00450304"/>
    <w:rsid w:val="00450560"/>
    <w:rsid w:val="00450D63"/>
    <w:rsid w:val="00450F68"/>
    <w:rsid w:val="004517B3"/>
    <w:rsid w:val="00451C95"/>
    <w:rsid w:val="00454198"/>
    <w:rsid w:val="0045519A"/>
    <w:rsid w:val="00455E7C"/>
    <w:rsid w:val="00456445"/>
    <w:rsid w:val="00456A15"/>
    <w:rsid w:val="00457332"/>
    <w:rsid w:val="004575F3"/>
    <w:rsid w:val="004609BE"/>
    <w:rsid w:val="00460D2E"/>
    <w:rsid w:val="00461981"/>
    <w:rsid w:val="00462C50"/>
    <w:rsid w:val="00462D6E"/>
    <w:rsid w:val="00463028"/>
    <w:rsid w:val="0046322E"/>
    <w:rsid w:val="00464609"/>
    <w:rsid w:val="00464A41"/>
    <w:rsid w:val="00464DF3"/>
    <w:rsid w:val="00465D02"/>
    <w:rsid w:val="004667D3"/>
    <w:rsid w:val="00467738"/>
    <w:rsid w:val="00467D57"/>
    <w:rsid w:val="00470194"/>
    <w:rsid w:val="00470483"/>
    <w:rsid w:val="004704E4"/>
    <w:rsid w:val="00470A06"/>
    <w:rsid w:val="00471ED7"/>
    <w:rsid w:val="00472263"/>
    <w:rsid w:val="00472442"/>
    <w:rsid w:val="004726C2"/>
    <w:rsid w:val="00472937"/>
    <w:rsid w:val="004729AD"/>
    <w:rsid w:val="004732C8"/>
    <w:rsid w:val="00473C88"/>
    <w:rsid w:val="004742D8"/>
    <w:rsid w:val="00474D47"/>
    <w:rsid w:val="00474E5C"/>
    <w:rsid w:val="00474F61"/>
    <w:rsid w:val="004764F7"/>
    <w:rsid w:val="0047662D"/>
    <w:rsid w:val="004766B5"/>
    <w:rsid w:val="00476760"/>
    <w:rsid w:val="00476AB2"/>
    <w:rsid w:val="00476CB0"/>
    <w:rsid w:val="00477B6C"/>
    <w:rsid w:val="00477D1F"/>
    <w:rsid w:val="0048031F"/>
    <w:rsid w:val="00482440"/>
    <w:rsid w:val="00482964"/>
    <w:rsid w:val="00482F76"/>
    <w:rsid w:val="0048396A"/>
    <w:rsid w:val="0048446E"/>
    <w:rsid w:val="00484BE6"/>
    <w:rsid w:val="00485833"/>
    <w:rsid w:val="00487001"/>
    <w:rsid w:val="0048742F"/>
    <w:rsid w:val="0048793B"/>
    <w:rsid w:val="00487C73"/>
    <w:rsid w:val="00490976"/>
    <w:rsid w:val="00491214"/>
    <w:rsid w:val="0049172B"/>
    <w:rsid w:val="004919DD"/>
    <w:rsid w:val="00491C30"/>
    <w:rsid w:val="0049235A"/>
    <w:rsid w:val="004925B2"/>
    <w:rsid w:val="00492BAA"/>
    <w:rsid w:val="004934F1"/>
    <w:rsid w:val="004936D8"/>
    <w:rsid w:val="00493754"/>
    <w:rsid w:val="0049453B"/>
    <w:rsid w:val="00494692"/>
    <w:rsid w:val="004952EA"/>
    <w:rsid w:val="00496F80"/>
    <w:rsid w:val="00497CD3"/>
    <w:rsid w:val="004A0615"/>
    <w:rsid w:val="004A0B7F"/>
    <w:rsid w:val="004A1629"/>
    <w:rsid w:val="004A1778"/>
    <w:rsid w:val="004A25EA"/>
    <w:rsid w:val="004A2799"/>
    <w:rsid w:val="004A2961"/>
    <w:rsid w:val="004A3BE5"/>
    <w:rsid w:val="004A3DCD"/>
    <w:rsid w:val="004A4713"/>
    <w:rsid w:val="004A4E6F"/>
    <w:rsid w:val="004A5439"/>
    <w:rsid w:val="004A681C"/>
    <w:rsid w:val="004A6B30"/>
    <w:rsid w:val="004A7EAC"/>
    <w:rsid w:val="004B0D97"/>
    <w:rsid w:val="004B0F02"/>
    <w:rsid w:val="004B1889"/>
    <w:rsid w:val="004B26A3"/>
    <w:rsid w:val="004B297E"/>
    <w:rsid w:val="004B464C"/>
    <w:rsid w:val="004B5380"/>
    <w:rsid w:val="004B5A9B"/>
    <w:rsid w:val="004B5D63"/>
    <w:rsid w:val="004B6EF3"/>
    <w:rsid w:val="004B7248"/>
    <w:rsid w:val="004B73A3"/>
    <w:rsid w:val="004B7651"/>
    <w:rsid w:val="004B79A1"/>
    <w:rsid w:val="004B7B08"/>
    <w:rsid w:val="004C008F"/>
    <w:rsid w:val="004C013A"/>
    <w:rsid w:val="004C0DDD"/>
    <w:rsid w:val="004C14E9"/>
    <w:rsid w:val="004C29A6"/>
    <w:rsid w:val="004C31C9"/>
    <w:rsid w:val="004C343E"/>
    <w:rsid w:val="004C376A"/>
    <w:rsid w:val="004C43A1"/>
    <w:rsid w:val="004C466F"/>
    <w:rsid w:val="004C4BEC"/>
    <w:rsid w:val="004C5233"/>
    <w:rsid w:val="004C5824"/>
    <w:rsid w:val="004C5D01"/>
    <w:rsid w:val="004C5E5A"/>
    <w:rsid w:val="004C696A"/>
    <w:rsid w:val="004C6DA1"/>
    <w:rsid w:val="004C79E1"/>
    <w:rsid w:val="004D04D1"/>
    <w:rsid w:val="004D0C7E"/>
    <w:rsid w:val="004D10C7"/>
    <w:rsid w:val="004D1139"/>
    <w:rsid w:val="004D1C92"/>
    <w:rsid w:val="004D311C"/>
    <w:rsid w:val="004D3646"/>
    <w:rsid w:val="004D4543"/>
    <w:rsid w:val="004D4CAD"/>
    <w:rsid w:val="004D4E49"/>
    <w:rsid w:val="004D5048"/>
    <w:rsid w:val="004D5116"/>
    <w:rsid w:val="004D60AD"/>
    <w:rsid w:val="004D69BE"/>
    <w:rsid w:val="004D6E40"/>
    <w:rsid w:val="004D763F"/>
    <w:rsid w:val="004D7FC9"/>
    <w:rsid w:val="004E0544"/>
    <w:rsid w:val="004E0E4B"/>
    <w:rsid w:val="004E1DCC"/>
    <w:rsid w:val="004E1E1E"/>
    <w:rsid w:val="004E2980"/>
    <w:rsid w:val="004E2DF8"/>
    <w:rsid w:val="004E2EA1"/>
    <w:rsid w:val="004E34AD"/>
    <w:rsid w:val="004E406F"/>
    <w:rsid w:val="004E4363"/>
    <w:rsid w:val="004E4827"/>
    <w:rsid w:val="004E4AC2"/>
    <w:rsid w:val="004E50FF"/>
    <w:rsid w:val="004E5447"/>
    <w:rsid w:val="004E5F6C"/>
    <w:rsid w:val="004E66DC"/>
    <w:rsid w:val="004E6B07"/>
    <w:rsid w:val="004E6B95"/>
    <w:rsid w:val="004E7356"/>
    <w:rsid w:val="004F0925"/>
    <w:rsid w:val="004F095D"/>
    <w:rsid w:val="004F0AD7"/>
    <w:rsid w:val="004F1232"/>
    <w:rsid w:val="004F1386"/>
    <w:rsid w:val="004F1573"/>
    <w:rsid w:val="004F1DDE"/>
    <w:rsid w:val="004F209B"/>
    <w:rsid w:val="004F24B6"/>
    <w:rsid w:val="004F287B"/>
    <w:rsid w:val="004F3173"/>
    <w:rsid w:val="004F37A7"/>
    <w:rsid w:val="004F41EF"/>
    <w:rsid w:val="004F46A8"/>
    <w:rsid w:val="004F57FA"/>
    <w:rsid w:val="004F62E1"/>
    <w:rsid w:val="004F653D"/>
    <w:rsid w:val="004F67FA"/>
    <w:rsid w:val="004F6DB1"/>
    <w:rsid w:val="004F71E7"/>
    <w:rsid w:val="004F7CEF"/>
    <w:rsid w:val="004F7E4B"/>
    <w:rsid w:val="00500635"/>
    <w:rsid w:val="00501606"/>
    <w:rsid w:val="00502346"/>
    <w:rsid w:val="0050389E"/>
    <w:rsid w:val="00503C06"/>
    <w:rsid w:val="00504672"/>
    <w:rsid w:val="00504CF4"/>
    <w:rsid w:val="00505FB7"/>
    <w:rsid w:val="00506451"/>
    <w:rsid w:val="0050651E"/>
    <w:rsid w:val="00507851"/>
    <w:rsid w:val="00507956"/>
    <w:rsid w:val="00510AA7"/>
    <w:rsid w:val="00510B0D"/>
    <w:rsid w:val="00511543"/>
    <w:rsid w:val="005115F4"/>
    <w:rsid w:val="0051269D"/>
    <w:rsid w:val="00512AD1"/>
    <w:rsid w:val="00512D8E"/>
    <w:rsid w:val="00513817"/>
    <w:rsid w:val="005138BC"/>
    <w:rsid w:val="00514232"/>
    <w:rsid w:val="00515B06"/>
    <w:rsid w:val="00515C09"/>
    <w:rsid w:val="00516435"/>
    <w:rsid w:val="00516E67"/>
    <w:rsid w:val="00517B79"/>
    <w:rsid w:val="005203EC"/>
    <w:rsid w:val="00520691"/>
    <w:rsid w:val="00520C0E"/>
    <w:rsid w:val="00520EB1"/>
    <w:rsid w:val="00523589"/>
    <w:rsid w:val="005248A6"/>
    <w:rsid w:val="00524D8C"/>
    <w:rsid w:val="00525BF1"/>
    <w:rsid w:val="00525D85"/>
    <w:rsid w:val="00526F1F"/>
    <w:rsid w:val="005271D3"/>
    <w:rsid w:val="005274A6"/>
    <w:rsid w:val="005278A7"/>
    <w:rsid w:val="00527DC3"/>
    <w:rsid w:val="0053054C"/>
    <w:rsid w:val="005307C2"/>
    <w:rsid w:val="005308DC"/>
    <w:rsid w:val="00530B0C"/>
    <w:rsid w:val="0053226F"/>
    <w:rsid w:val="005325C9"/>
    <w:rsid w:val="00532D70"/>
    <w:rsid w:val="00533857"/>
    <w:rsid w:val="00533899"/>
    <w:rsid w:val="005345DF"/>
    <w:rsid w:val="00534E80"/>
    <w:rsid w:val="0053525E"/>
    <w:rsid w:val="00535707"/>
    <w:rsid w:val="005360B8"/>
    <w:rsid w:val="0053676E"/>
    <w:rsid w:val="00536A0D"/>
    <w:rsid w:val="00537CEA"/>
    <w:rsid w:val="00537D70"/>
    <w:rsid w:val="00537F8D"/>
    <w:rsid w:val="0054087B"/>
    <w:rsid w:val="00540A57"/>
    <w:rsid w:val="00540B45"/>
    <w:rsid w:val="00540BCC"/>
    <w:rsid w:val="00541579"/>
    <w:rsid w:val="0054221F"/>
    <w:rsid w:val="0054256C"/>
    <w:rsid w:val="00542F82"/>
    <w:rsid w:val="00543133"/>
    <w:rsid w:val="0054318C"/>
    <w:rsid w:val="00543639"/>
    <w:rsid w:val="00543FFD"/>
    <w:rsid w:val="00544168"/>
    <w:rsid w:val="00544356"/>
    <w:rsid w:val="005448C4"/>
    <w:rsid w:val="005453F6"/>
    <w:rsid w:val="0054542C"/>
    <w:rsid w:val="00545A28"/>
    <w:rsid w:val="00545B99"/>
    <w:rsid w:val="005461C3"/>
    <w:rsid w:val="00547648"/>
    <w:rsid w:val="00547C45"/>
    <w:rsid w:val="00547DA7"/>
    <w:rsid w:val="005507E9"/>
    <w:rsid w:val="0055192F"/>
    <w:rsid w:val="00551A73"/>
    <w:rsid w:val="00551AB8"/>
    <w:rsid w:val="00551AE7"/>
    <w:rsid w:val="00551BF7"/>
    <w:rsid w:val="00552206"/>
    <w:rsid w:val="0055320A"/>
    <w:rsid w:val="00553551"/>
    <w:rsid w:val="00554394"/>
    <w:rsid w:val="00554B63"/>
    <w:rsid w:val="00554D59"/>
    <w:rsid w:val="00554D92"/>
    <w:rsid w:val="00554E73"/>
    <w:rsid w:val="005553C1"/>
    <w:rsid w:val="005556BB"/>
    <w:rsid w:val="00555AA7"/>
    <w:rsid w:val="00555CE7"/>
    <w:rsid w:val="00555D12"/>
    <w:rsid w:val="00556633"/>
    <w:rsid w:val="00556A1F"/>
    <w:rsid w:val="00556A7C"/>
    <w:rsid w:val="005577C2"/>
    <w:rsid w:val="00557A4D"/>
    <w:rsid w:val="00557FB9"/>
    <w:rsid w:val="0056019D"/>
    <w:rsid w:val="00560802"/>
    <w:rsid w:val="005621FF"/>
    <w:rsid w:val="00562216"/>
    <w:rsid w:val="00562764"/>
    <w:rsid w:val="005627A1"/>
    <w:rsid w:val="00562F7D"/>
    <w:rsid w:val="00563067"/>
    <w:rsid w:val="0056376A"/>
    <w:rsid w:val="00563B0D"/>
    <w:rsid w:val="00564584"/>
    <w:rsid w:val="00564A66"/>
    <w:rsid w:val="00564ED6"/>
    <w:rsid w:val="005651E0"/>
    <w:rsid w:val="00565A2E"/>
    <w:rsid w:val="00565D32"/>
    <w:rsid w:val="00566421"/>
    <w:rsid w:val="00566BBB"/>
    <w:rsid w:val="00566F7F"/>
    <w:rsid w:val="005675B0"/>
    <w:rsid w:val="005705CF"/>
    <w:rsid w:val="005719F4"/>
    <w:rsid w:val="005723F0"/>
    <w:rsid w:val="005724FD"/>
    <w:rsid w:val="00572771"/>
    <w:rsid w:val="00573AC4"/>
    <w:rsid w:val="00574483"/>
    <w:rsid w:val="00574A1B"/>
    <w:rsid w:val="00574FFA"/>
    <w:rsid w:val="00575361"/>
    <w:rsid w:val="00575FF4"/>
    <w:rsid w:val="0057605E"/>
    <w:rsid w:val="00576265"/>
    <w:rsid w:val="005764ED"/>
    <w:rsid w:val="005765D0"/>
    <w:rsid w:val="005807CB"/>
    <w:rsid w:val="00580879"/>
    <w:rsid w:val="005813CD"/>
    <w:rsid w:val="00581713"/>
    <w:rsid w:val="005826F3"/>
    <w:rsid w:val="00583ABF"/>
    <w:rsid w:val="00584828"/>
    <w:rsid w:val="00584B20"/>
    <w:rsid w:val="00585C8E"/>
    <w:rsid w:val="00585DB4"/>
    <w:rsid w:val="005866C4"/>
    <w:rsid w:val="00587ABF"/>
    <w:rsid w:val="0059070F"/>
    <w:rsid w:val="0059093D"/>
    <w:rsid w:val="00591009"/>
    <w:rsid w:val="0059125B"/>
    <w:rsid w:val="00591E59"/>
    <w:rsid w:val="00592788"/>
    <w:rsid w:val="00593EF0"/>
    <w:rsid w:val="00594008"/>
    <w:rsid w:val="005944FC"/>
    <w:rsid w:val="00594B24"/>
    <w:rsid w:val="00594D81"/>
    <w:rsid w:val="005952FE"/>
    <w:rsid w:val="00596AE3"/>
    <w:rsid w:val="00596C52"/>
    <w:rsid w:val="00597880"/>
    <w:rsid w:val="005A0E75"/>
    <w:rsid w:val="005A21B3"/>
    <w:rsid w:val="005A2B1D"/>
    <w:rsid w:val="005A313C"/>
    <w:rsid w:val="005A3695"/>
    <w:rsid w:val="005A3859"/>
    <w:rsid w:val="005A56C1"/>
    <w:rsid w:val="005A5F74"/>
    <w:rsid w:val="005A65AC"/>
    <w:rsid w:val="005A6F01"/>
    <w:rsid w:val="005B0080"/>
    <w:rsid w:val="005B1B1E"/>
    <w:rsid w:val="005B235D"/>
    <w:rsid w:val="005B23FF"/>
    <w:rsid w:val="005B2C1B"/>
    <w:rsid w:val="005B2DBD"/>
    <w:rsid w:val="005B2DCC"/>
    <w:rsid w:val="005B5B9C"/>
    <w:rsid w:val="005B6030"/>
    <w:rsid w:val="005C04F2"/>
    <w:rsid w:val="005C092F"/>
    <w:rsid w:val="005C099A"/>
    <w:rsid w:val="005C28DF"/>
    <w:rsid w:val="005C2EC1"/>
    <w:rsid w:val="005C2F9D"/>
    <w:rsid w:val="005C300B"/>
    <w:rsid w:val="005C34DA"/>
    <w:rsid w:val="005C4607"/>
    <w:rsid w:val="005C4749"/>
    <w:rsid w:val="005C4AA8"/>
    <w:rsid w:val="005C5232"/>
    <w:rsid w:val="005C55DF"/>
    <w:rsid w:val="005C5B6E"/>
    <w:rsid w:val="005C659D"/>
    <w:rsid w:val="005C6689"/>
    <w:rsid w:val="005C6714"/>
    <w:rsid w:val="005C7BD4"/>
    <w:rsid w:val="005D0B00"/>
    <w:rsid w:val="005D110A"/>
    <w:rsid w:val="005D127B"/>
    <w:rsid w:val="005D253C"/>
    <w:rsid w:val="005D2CC8"/>
    <w:rsid w:val="005D4ED2"/>
    <w:rsid w:val="005D51B5"/>
    <w:rsid w:val="005D524C"/>
    <w:rsid w:val="005D5756"/>
    <w:rsid w:val="005D584A"/>
    <w:rsid w:val="005D613C"/>
    <w:rsid w:val="005D63F5"/>
    <w:rsid w:val="005D7172"/>
    <w:rsid w:val="005D7CE1"/>
    <w:rsid w:val="005E05AF"/>
    <w:rsid w:val="005E12DA"/>
    <w:rsid w:val="005E1B05"/>
    <w:rsid w:val="005E1E84"/>
    <w:rsid w:val="005E23A2"/>
    <w:rsid w:val="005E27B8"/>
    <w:rsid w:val="005E3771"/>
    <w:rsid w:val="005E3E90"/>
    <w:rsid w:val="005E402A"/>
    <w:rsid w:val="005E4B3E"/>
    <w:rsid w:val="005E5520"/>
    <w:rsid w:val="005E5E94"/>
    <w:rsid w:val="005E7C46"/>
    <w:rsid w:val="005E7D92"/>
    <w:rsid w:val="005F071A"/>
    <w:rsid w:val="005F2668"/>
    <w:rsid w:val="005F26F4"/>
    <w:rsid w:val="005F2907"/>
    <w:rsid w:val="005F2C98"/>
    <w:rsid w:val="005F3191"/>
    <w:rsid w:val="005F31CD"/>
    <w:rsid w:val="005F37CA"/>
    <w:rsid w:val="005F44FA"/>
    <w:rsid w:val="005F4B21"/>
    <w:rsid w:val="005F530D"/>
    <w:rsid w:val="005F5B46"/>
    <w:rsid w:val="005F6E63"/>
    <w:rsid w:val="00600814"/>
    <w:rsid w:val="00600D28"/>
    <w:rsid w:val="00601389"/>
    <w:rsid w:val="00602430"/>
    <w:rsid w:val="00602E17"/>
    <w:rsid w:val="0060311B"/>
    <w:rsid w:val="006036A4"/>
    <w:rsid w:val="00603C0E"/>
    <w:rsid w:val="00603EBD"/>
    <w:rsid w:val="006048D5"/>
    <w:rsid w:val="00604B40"/>
    <w:rsid w:val="00605694"/>
    <w:rsid w:val="00606190"/>
    <w:rsid w:val="00607785"/>
    <w:rsid w:val="00607E39"/>
    <w:rsid w:val="00607F14"/>
    <w:rsid w:val="006102C2"/>
    <w:rsid w:val="00610A71"/>
    <w:rsid w:val="00610AA3"/>
    <w:rsid w:val="0061101A"/>
    <w:rsid w:val="00611C2B"/>
    <w:rsid w:val="00611DF7"/>
    <w:rsid w:val="00613100"/>
    <w:rsid w:val="00613417"/>
    <w:rsid w:val="006135E7"/>
    <w:rsid w:val="0061382A"/>
    <w:rsid w:val="00614060"/>
    <w:rsid w:val="00614364"/>
    <w:rsid w:val="00614ACE"/>
    <w:rsid w:val="0061601E"/>
    <w:rsid w:val="00616308"/>
    <w:rsid w:val="0061698A"/>
    <w:rsid w:val="00616ECC"/>
    <w:rsid w:val="00617011"/>
    <w:rsid w:val="00617300"/>
    <w:rsid w:val="00617D44"/>
    <w:rsid w:val="00620DB1"/>
    <w:rsid w:val="00620E23"/>
    <w:rsid w:val="0062109A"/>
    <w:rsid w:val="00621719"/>
    <w:rsid w:val="006217E2"/>
    <w:rsid w:val="00621CBC"/>
    <w:rsid w:val="00621F32"/>
    <w:rsid w:val="00623366"/>
    <w:rsid w:val="0062359B"/>
    <w:rsid w:val="0062371B"/>
    <w:rsid w:val="00623FA1"/>
    <w:rsid w:val="00623FFF"/>
    <w:rsid w:val="00624438"/>
    <w:rsid w:val="006245B1"/>
    <w:rsid w:val="00624B49"/>
    <w:rsid w:val="00625DE5"/>
    <w:rsid w:val="00626259"/>
    <w:rsid w:val="006267E2"/>
    <w:rsid w:val="00626822"/>
    <w:rsid w:val="00626BDF"/>
    <w:rsid w:val="00626CB2"/>
    <w:rsid w:val="00626ED8"/>
    <w:rsid w:val="0062785F"/>
    <w:rsid w:val="00627CCA"/>
    <w:rsid w:val="00630A5B"/>
    <w:rsid w:val="00631156"/>
    <w:rsid w:val="00631282"/>
    <w:rsid w:val="00631EB5"/>
    <w:rsid w:val="00631ED2"/>
    <w:rsid w:val="0063262F"/>
    <w:rsid w:val="00632D36"/>
    <w:rsid w:val="00633242"/>
    <w:rsid w:val="00633376"/>
    <w:rsid w:val="006333ED"/>
    <w:rsid w:val="006334C5"/>
    <w:rsid w:val="00633A71"/>
    <w:rsid w:val="006341DC"/>
    <w:rsid w:val="006345F3"/>
    <w:rsid w:val="00634CBE"/>
    <w:rsid w:val="00635E0A"/>
    <w:rsid w:val="00636DC4"/>
    <w:rsid w:val="00636E56"/>
    <w:rsid w:val="0064066D"/>
    <w:rsid w:val="00641177"/>
    <w:rsid w:val="006414DE"/>
    <w:rsid w:val="006418AE"/>
    <w:rsid w:val="00641FB5"/>
    <w:rsid w:val="006429F8"/>
    <w:rsid w:val="0064306E"/>
    <w:rsid w:val="006430BB"/>
    <w:rsid w:val="00643208"/>
    <w:rsid w:val="00643488"/>
    <w:rsid w:val="00643BE8"/>
    <w:rsid w:val="00644066"/>
    <w:rsid w:val="00644AA6"/>
    <w:rsid w:val="00644BA0"/>
    <w:rsid w:val="0064539F"/>
    <w:rsid w:val="00645407"/>
    <w:rsid w:val="00645773"/>
    <w:rsid w:val="006460B9"/>
    <w:rsid w:val="006476AF"/>
    <w:rsid w:val="006479A0"/>
    <w:rsid w:val="006479F3"/>
    <w:rsid w:val="00647D22"/>
    <w:rsid w:val="00647F50"/>
    <w:rsid w:val="00651272"/>
    <w:rsid w:val="00651445"/>
    <w:rsid w:val="00651520"/>
    <w:rsid w:val="00651CB9"/>
    <w:rsid w:val="0065204D"/>
    <w:rsid w:val="0065259B"/>
    <w:rsid w:val="006528F5"/>
    <w:rsid w:val="00653C57"/>
    <w:rsid w:val="00653E77"/>
    <w:rsid w:val="00654547"/>
    <w:rsid w:val="00654860"/>
    <w:rsid w:val="00654AB5"/>
    <w:rsid w:val="00654E7C"/>
    <w:rsid w:val="006552D4"/>
    <w:rsid w:val="006553B7"/>
    <w:rsid w:val="00655732"/>
    <w:rsid w:val="00656258"/>
    <w:rsid w:val="00656909"/>
    <w:rsid w:val="00656B9A"/>
    <w:rsid w:val="00657246"/>
    <w:rsid w:val="006572EF"/>
    <w:rsid w:val="006573A3"/>
    <w:rsid w:val="00660066"/>
    <w:rsid w:val="00660D57"/>
    <w:rsid w:val="0066146E"/>
    <w:rsid w:val="00661CBD"/>
    <w:rsid w:val="00662B2E"/>
    <w:rsid w:val="006637DF"/>
    <w:rsid w:val="006640D1"/>
    <w:rsid w:val="006643D3"/>
    <w:rsid w:val="00664EDE"/>
    <w:rsid w:val="0066522C"/>
    <w:rsid w:val="006652FC"/>
    <w:rsid w:val="00665390"/>
    <w:rsid w:val="006654F0"/>
    <w:rsid w:val="00665739"/>
    <w:rsid w:val="006661B1"/>
    <w:rsid w:val="00666435"/>
    <w:rsid w:val="006677C9"/>
    <w:rsid w:val="0067053C"/>
    <w:rsid w:val="00670771"/>
    <w:rsid w:val="00670B02"/>
    <w:rsid w:val="00671373"/>
    <w:rsid w:val="006719CA"/>
    <w:rsid w:val="00672F31"/>
    <w:rsid w:val="0067392A"/>
    <w:rsid w:val="00673E75"/>
    <w:rsid w:val="00674323"/>
    <w:rsid w:val="006745EA"/>
    <w:rsid w:val="00675E74"/>
    <w:rsid w:val="00675F6F"/>
    <w:rsid w:val="006769CD"/>
    <w:rsid w:val="00676B92"/>
    <w:rsid w:val="0067706D"/>
    <w:rsid w:val="006774E7"/>
    <w:rsid w:val="00677E48"/>
    <w:rsid w:val="00680399"/>
    <w:rsid w:val="0068188D"/>
    <w:rsid w:val="0068197C"/>
    <w:rsid w:val="00682A72"/>
    <w:rsid w:val="006835DA"/>
    <w:rsid w:val="00684416"/>
    <w:rsid w:val="006848C1"/>
    <w:rsid w:val="00684CFE"/>
    <w:rsid w:val="00685AD5"/>
    <w:rsid w:val="00685CC7"/>
    <w:rsid w:val="00687726"/>
    <w:rsid w:val="00687A0E"/>
    <w:rsid w:val="006903F6"/>
    <w:rsid w:val="0069127A"/>
    <w:rsid w:val="00691BB5"/>
    <w:rsid w:val="00691D29"/>
    <w:rsid w:val="00692F5B"/>
    <w:rsid w:val="00694697"/>
    <w:rsid w:val="00694770"/>
    <w:rsid w:val="006949B0"/>
    <w:rsid w:val="00694EB6"/>
    <w:rsid w:val="0069529D"/>
    <w:rsid w:val="00695904"/>
    <w:rsid w:val="00696181"/>
    <w:rsid w:val="00696E50"/>
    <w:rsid w:val="00696EFC"/>
    <w:rsid w:val="00696F85"/>
    <w:rsid w:val="0069764D"/>
    <w:rsid w:val="006A0F86"/>
    <w:rsid w:val="006A2AC9"/>
    <w:rsid w:val="006A2F25"/>
    <w:rsid w:val="006A30EE"/>
    <w:rsid w:val="006A3597"/>
    <w:rsid w:val="006A3923"/>
    <w:rsid w:val="006A3AB0"/>
    <w:rsid w:val="006A407F"/>
    <w:rsid w:val="006A5A85"/>
    <w:rsid w:val="006A5B64"/>
    <w:rsid w:val="006A651C"/>
    <w:rsid w:val="006A66C4"/>
    <w:rsid w:val="006A70F3"/>
    <w:rsid w:val="006A76E6"/>
    <w:rsid w:val="006A7C90"/>
    <w:rsid w:val="006B02D6"/>
    <w:rsid w:val="006B03EA"/>
    <w:rsid w:val="006B0BA6"/>
    <w:rsid w:val="006B15C0"/>
    <w:rsid w:val="006B3613"/>
    <w:rsid w:val="006B3C55"/>
    <w:rsid w:val="006B56C0"/>
    <w:rsid w:val="006B5A16"/>
    <w:rsid w:val="006B64A7"/>
    <w:rsid w:val="006B6A31"/>
    <w:rsid w:val="006B7504"/>
    <w:rsid w:val="006B7D66"/>
    <w:rsid w:val="006C098A"/>
    <w:rsid w:val="006C0F35"/>
    <w:rsid w:val="006C22C3"/>
    <w:rsid w:val="006C256F"/>
    <w:rsid w:val="006C2ED5"/>
    <w:rsid w:val="006C507D"/>
    <w:rsid w:val="006C536E"/>
    <w:rsid w:val="006C5A54"/>
    <w:rsid w:val="006C6E9E"/>
    <w:rsid w:val="006C7065"/>
    <w:rsid w:val="006C71AE"/>
    <w:rsid w:val="006C75E3"/>
    <w:rsid w:val="006D0C29"/>
    <w:rsid w:val="006D10F3"/>
    <w:rsid w:val="006D1397"/>
    <w:rsid w:val="006D253B"/>
    <w:rsid w:val="006D2550"/>
    <w:rsid w:val="006D26C1"/>
    <w:rsid w:val="006D287F"/>
    <w:rsid w:val="006D2CBA"/>
    <w:rsid w:val="006D3282"/>
    <w:rsid w:val="006D3DE1"/>
    <w:rsid w:val="006D46E1"/>
    <w:rsid w:val="006D5253"/>
    <w:rsid w:val="006D52D7"/>
    <w:rsid w:val="006D5B18"/>
    <w:rsid w:val="006D646C"/>
    <w:rsid w:val="006D6F1D"/>
    <w:rsid w:val="006D744A"/>
    <w:rsid w:val="006D74B5"/>
    <w:rsid w:val="006D783B"/>
    <w:rsid w:val="006E0004"/>
    <w:rsid w:val="006E2218"/>
    <w:rsid w:val="006E240B"/>
    <w:rsid w:val="006E30D5"/>
    <w:rsid w:val="006E3DA3"/>
    <w:rsid w:val="006E44D4"/>
    <w:rsid w:val="006E46C2"/>
    <w:rsid w:val="006E4849"/>
    <w:rsid w:val="006E4C82"/>
    <w:rsid w:val="006E555D"/>
    <w:rsid w:val="006E59F7"/>
    <w:rsid w:val="006E5C09"/>
    <w:rsid w:val="006E5F35"/>
    <w:rsid w:val="006E65D5"/>
    <w:rsid w:val="006E6AD0"/>
    <w:rsid w:val="006E6CCC"/>
    <w:rsid w:val="006E763E"/>
    <w:rsid w:val="006F0668"/>
    <w:rsid w:val="006F20D4"/>
    <w:rsid w:val="006F21F8"/>
    <w:rsid w:val="006F2262"/>
    <w:rsid w:val="006F2589"/>
    <w:rsid w:val="006F2657"/>
    <w:rsid w:val="006F26C6"/>
    <w:rsid w:val="006F2A1A"/>
    <w:rsid w:val="006F37CE"/>
    <w:rsid w:val="006F3C72"/>
    <w:rsid w:val="006F3F41"/>
    <w:rsid w:val="006F4B0D"/>
    <w:rsid w:val="006F5C05"/>
    <w:rsid w:val="006F63AD"/>
    <w:rsid w:val="006F63E4"/>
    <w:rsid w:val="006F67F3"/>
    <w:rsid w:val="006F6CA7"/>
    <w:rsid w:val="006F6D80"/>
    <w:rsid w:val="006F7E47"/>
    <w:rsid w:val="00700309"/>
    <w:rsid w:val="0070056B"/>
    <w:rsid w:val="00700DC5"/>
    <w:rsid w:val="00701ECE"/>
    <w:rsid w:val="00702461"/>
    <w:rsid w:val="00702640"/>
    <w:rsid w:val="00702D75"/>
    <w:rsid w:val="00703270"/>
    <w:rsid w:val="007032E1"/>
    <w:rsid w:val="007038E4"/>
    <w:rsid w:val="00703DDC"/>
    <w:rsid w:val="00703ECC"/>
    <w:rsid w:val="007043F6"/>
    <w:rsid w:val="007046AB"/>
    <w:rsid w:val="00704FB7"/>
    <w:rsid w:val="007054DC"/>
    <w:rsid w:val="00705961"/>
    <w:rsid w:val="007069B9"/>
    <w:rsid w:val="00706D46"/>
    <w:rsid w:val="00706F4D"/>
    <w:rsid w:val="007074A1"/>
    <w:rsid w:val="0071074A"/>
    <w:rsid w:val="00710BD8"/>
    <w:rsid w:val="00710CBF"/>
    <w:rsid w:val="00711085"/>
    <w:rsid w:val="007116C2"/>
    <w:rsid w:val="00711E4B"/>
    <w:rsid w:val="00711F12"/>
    <w:rsid w:val="007138C7"/>
    <w:rsid w:val="00714E6F"/>
    <w:rsid w:val="007150CE"/>
    <w:rsid w:val="00715551"/>
    <w:rsid w:val="007158D5"/>
    <w:rsid w:val="00716851"/>
    <w:rsid w:val="007200F6"/>
    <w:rsid w:val="00720E9F"/>
    <w:rsid w:val="0072271F"/>
    <w:rsid w:val="00722E67"/>
    <w:rsid w:val="00723005"/>
    <w:rsid w:val="0072320E"/>
    <w:rsid w:val="007245F2"/>
    <w:rsid w:val="00724F9B"/>
    <w:rsid w:val="007250C4"/>
    <w:rsid w:val="00725B45"/>
    <w:rsid w:val="00726C26"/>
    <w:rsid w:val="00730181"/>
    <w:rsid w:val="00730413"/>
    <w:rsid w:val="0073070F"/>
    <w:rsid w:val="007313DF"/>
    <w:rsid w:val="0073171B"/>
    <w:rsid w:val="007321EA"/>
    <w:rsid w:val="00732283"/>
    <w:rsid w:val="00732681"/>
    <w:rsid w:val="00732721"/>
    <w:rsid w:val="00732F35"/>
    <w:rsid w:val="00732FC7"/>
    <w:rsid w:val="00733066"/>
    <w:rsid w:val="007334AD"/>
    <w:rsid w:val="00733506"/>
    <w:rsid w:val="00733C48"/>
    <w:rsid w:val="00733D64"/>
    <w:rsid w:val="007343BD"/>
    <w:rsid w:val="00734C8C"/>
    <w:rsid w:val="0073516F"/>
    <w:rsid w:val="007356C3"/>
    <w:rsid w:val="00735D9D"/>
    <w:rsid w:val="00735E51"/>
    <w:rsid w:val="007364CF"/>
    <w:rsid w:val="00736786"/>
    <w:rsid w:val="00737144"/>
    <w:rsid w:val="007377AE"/>
    <w:rsid w:val="00740633"/>
    <w:rsid w:val="007407CF"/>
    <w:rsid w:val="00740E2B"/>
    <w:rsid w:val="0074152B"/>
    <w:rsid w:val="00741EC3"/>
    <w:rsid w:val="0074332E"/>
    <w:rsid w:val="00743AAF"/>
    <w:rsid w:val="00743DA1"/>
    <w:rsid w:val="00744E70"/>
    <w:rsid w:val="00745242"/>
    <w:rsid w:val="00745DC1"/>
    <w:rsid w:val="007469D5"/>
    <w:rsid w:val="00746ACF"/>
    <w:rsid w:val="007476A0"/>
    <w:rsid w:val="0074786D"/>
    <w:rsid w:val="00747B02"/>
    <w:rsid w:val="00747CFC"/>
    <w:rsid w:val="00747E78"/>
    <w:rsid w:val="00752533"/>
    <w:rsid w:val="0075325E"/>
    <w:rsid w:val="00753D55"/>
    <w:rsid w:val="00754AD9"/>
    <w:rsid w:val="00754C0B"/>
    <w:rsid w:val="00755EA8"/>
    <w:rsid w:val="007569D6"/>
    <w:rsid w:val="00756A86"/>
    <w:rsid w:val="00756B18"/>
    <w:rsid w:val="00756C7F"/>
    <w:rsid w:val="00756CD6"/>
    <w:rsid w:val="007576FC"/>
    <w:rsid w:val="0075796E"/>
    <w:rsid w:val="00760C05"/>
    <w:rsid w:val="00760CC6"/>
    <w:rsid w:val="00760E77"/>
    <w:rsid w:val="0076131E"/>
    <w:rsid w:val="007613B9"/>
    <w:rsid w:val="007613D6"/>
    <w:rsid w:val="0076237B"/>
    <w:rsid w:val="00762D4A"/>
    <w:rsid w:val="0076310F"/>
    <w:rsid w:val="00763869"/>
    <w:rsid w:val="00763C99"/>
    <w:rsid w:val="007641AE"/>
    <w:rsid w:val="007644F0"/>
    <w:rsid w:val="0076557A"/>
    <w:rsid w:val="00765745"/>
    <w:rsid w:val="007661D5"/>
    <w:rsid w:val="007665AE"/>
    <w:rsid w:val="007676D5"/>
    <w:rsid w:val="00770488"/>
    <w:rsid w:val="007705F0"/>
    <w:rsid w:val="00771088"/>
    <w:rsid w:val="0077238C"/>
    <w:rsid w:val="00772869"/>
    <w:rsid w:val="0077294F"/>
    <w:rsid w:val="00772DA6"/>
    <w:rsid w:val="00772F50"/>
    <w:rsid w:val="00773472"/>
    <w:rsid w:val="007749BC"/>
    <w:rsid w:val="00774A8A"/>
    <w:rsid w:val="0077528E"/>
    <w:rsid w:val="00775D44"/>
    <w:rsid w:val="00776847"/>
    <w:rsid w:val="00780120"/>
    <w:rsid w:val="007803B2"/>
    <w:rsid w:val="00780D9F"/>
    <w:rsid w:val="0078187E"/>
    <w:rsid w:val="00781B9C"/>
    <w:rsid w:val="00782024"/>
    <w:rsid w:val="007829B2"/>
    <w:rsid w:val="0078312E"/>
    <w:rsid w:val="0078345F"/>
    <w:rsid w:val="007837C0"/>
    <w:rsid w:val="00783D6F"/>
    <w:rsid w:val="007845D4"/>
    <w:rsid w:val="007849A9"/>
    <w:rsid w:val="00785582"/>
    <w:rsid w:val="007856B0"/>
    <w:rsid w:val="00785734"/>
    <w:rsid w:val="0078573C"/>
    <w:rsid w:val="007858C3"/>
    <w:rsid w:val="00785AF5"/>
    <w:rsid w:val="007860C7"/>
    <w:rsid w:val="007871BD"/>
    <w:rsid w:val="00787219"/>
    <w:rsid w:val="007873B9"/>
    <w:rsid w:val="00787422"/>
    <w:rsid w:val="007876C9"/>
    <w:rsid w:val="00787AC1"/>
    <w:rsid w:val="00787D0F"/>
    <w:rsid w:val="00790974"/>
    <w:rsid w:val="0079097F"/>
    <w:rsid w:val="00790A8A"/>
    <w:rsid w:val="007916DA"/>
    <w:rsid w:val="007919D3"/>
    <w:rsid w:val="00791D5D"/>
    <w:rsid w:val="007926F5"/>
    <w:rsid w:val="00793356"/>
    <w:rsid w:val="00793452"/>
    <w:rsid w:val="0079406A"/>
    <w:rsid w:val="007940C4"/>
    <w:rsid w:val="007941B2"/>
    <w:rsid w:val="007949EC"/>
    <w:rsid w:val="00794F0D"/>
    <w:rsid w:val="007952C9"/>
    <w:rsid w:val="00795B51"/>
    <w:rsid w:val="00795CBF"/>
    <w:rsid w:val="0079627C"/>
    <w:rsid w:val="00796F8E"/>
    <w:rsid w:val="007A02D9"/>
    <w:rsid w:val="007A0354"/>
    <w:rsid w:val="007A07F8"/>
    <w:rsid w:val="007A0A96"/>
    <w:rsid w:val="007A177F"/>
    <w:rsid w:val="007A17DE"/>
    <w:rsid w:val="007A21AB"/>
    <w:rsid w:val="007A268C"/>
    <w:rsid w:val="007A2ADA"/>
    <w:rsid w:val="007A31A8"/>
    <w:rsid w:val="007A3927"/>
    <w:rsid w:val="007A51E8"/>
    <w:rsid w:val="007A557B"/>
    <w:rsid w:val="007A57D8"/>
    <w:rsid w:val="007A5BD1"/>
    <w:rsid w:val="007A5DA1"/>
    <w:rsid w:val="007A633E"/>
    <w:rsid w:val="007A63E4"/>
    <w:rsid w:val="007A6513"/>
    <w:rsid w:val="007A6E38"/>
    <w:rsid w:val="007A75F2"/>
    <w:rsid w:val="007A76CB"/>
    <w:rsid w:val="007A7AA4"/>
    <w:rsid w:val="007A7E31"/>
    <w:rsid w:val="007A7EFB"/>
    <w:rsid w:val="007B03CC"/>
    <w:rsid w:val="007B0D0B"/>
    <w:rsid w:val="007B0E8C"/>
    <w:rsid w:val="007B1384"/>
    <w:rsid w:val="007B16D3"/>
    <w:rsid w:val="007B2916"/>
    <w:rsid w:val="007B3B50"/>
    <w:rsid w:val="007B3C41"/>
    <w:rsid w:val="007B3E57"/>
    <w:rsid w:val="007B4066"/>
    <w:rsid w:val="007B4480"/>
    <w:rsid w:val="007B554A"/>
    <w:rsid w:val="007B5A8B"/>
    <w:rsid w:val="007B5FCC"/>
    <w:rsid w:val="007B6A69"/>
    <w:rsid w:val="007C0635"/>
    <w:rsid w:val="007C0A69"/>
    <w:rsid w:val="007C1056"/>
    <w:rsid w:val="007C1FFC"/>
    <w:rsid w:val="007C2314"/>
    <w:rsid w:val="007C24E8"/>
    <w:rsid w:val="007C27AB"/>
    <w:rsid w:val="007C3768"/>
    <w:rsid w:val="007C3EA0"/>
    <w:rsid w:val="007C45C1"/>
    <w:rsid w:val="007C48BE"/>
    <w:rsid w:val="007C580C"/>
    <w:rsid w:val="007C5BED"/>
    <w:rsid w:val="007C683C"/>
    <w:rsid w:val="007C6A94"/>
    <w:rsid w:val="007C6D4B"/>
    <w:rsid w:val="007C6F89"/>
    <w:rsid w:val="007C7305"/>
    <w:rsid w:val="007C7979"/>
    <w:rsid w:val="007C7BC7"/>
    <w:rsid w:val="007C7C2E"/>
    <w:rsid w:val="007C7F58"/>
    <w:rsid w:val="007D0521"/>
    <w:rsid w:val="007D086D"/>
    <w:rsid w:val="007D0E87"/>
    <w:rsid w:val="007D172B"/>
    <w:rsid w:val="007D1ECF"/>
    <w:rsid w:val="007D2079"/>
    <w:rsid w:val="007D2B1D"/>
    <w:rsid w:val="007D3254"/>
    <w:rsid w:val="007D3C22"/>
    <w:rsid w:val="007D3F3A"/>
    <w:rsid w:val="007D4932"/>
    <w:rsid w:val="007D4FFF"/>
    <w:rsid w:val="007D5B4E"/>
    <w:rsid w:val="007D6667"/>
    <w:rsid w:val="007D693F"/>
    <w:rsid w:val="007D6A98"/>
    <w:rsid w:val="007D7EBD"/>
    <w:rsid w:val="007E00DA"/>
    <w:rsid w:val="007E0741"/>
    <w:rsid w:val="007E1346"/>
    <w:rsid w:val="007E2256"/>
    <w:rsid w:val="007E26C4"/>
    <w:rsid w:val="007E352C"/>
    <w:rsid w:val="007E359B"/>
    <w:rsid w:val="007E381E"/>
    <w:rsid w:val="007E3D8C"/>
    <w:rsid w:val="007E5907"/>
    <w:rsid w:val="007E6073"/>
    <w:rsid w:val="007E6479"/>
    <w:rsid w:val="007E6716"/>
    <w:rsid w:val="007E703C"/>
    <w:rsid w:val="007E7CB2"/>
    <w:rsid w:val="007E7D30"/>
    <w:rsid w:val="007F0C16"/>
    <w:rsid w:val="007F1CF7"/>
    <w:rsid w:val="007F1F92"/>
    <w:rsid w:val="007F2513"/>
    <w:rsid w:val="007F263F"/>
    <w:rsid w:val="007F284F"/>
    <w:rsid w:val="007F2B6F"/>
    <w:rsid w:val="007F2D2E"/>
    <w:rsid w:val="007F2FE5"/>
    <w:rsid w:val="007F2FEB"/>
    <w:rsid w:val="007F3911"/>
    <w:rsid w:val="007F3A37"/>
    <w:rsid w:val="007F459E"/>
    <w:rsid w:val="007F4D05"/>
    <w:rsid w:val="007F57ED"/>
    <w:rsid w:val="007F7082"/>
    <w:rsid w:val="007F780E"/>
    <w:rsid w:val="007F78DA"/>
    <w:rsid w:val="00800251"/>
    <w:rsid w:val="00800DDE"/>
    <w:rsid w:val="008024FB"/>
    <w:rsid w:val="00803353"/>
    <w:rsid w:val="00803FF8"/>
    <w:rsid w:val="008041B9"/>
    <w:rsid w:val="0080429E"/>
    <w:rsid w:val="00804478"/>
    <w:rsid w:val="0080473F"/>
    <w:rsid w:val="00804966"/>
    <w:rsid w:val="00805076"/>
    <w:rsid w:val="00805A0E"/>
    <w:rsid w:val="00805DCD"/>
    <w:rsid w:val="00806307"/>
    <w:rsid w:val="00806B63"/>
    <w:rsid w:val="00807161"/>
    <w:rsid w:val="00807415"/>
    <w:rsid w:val="00807D22"/>
    <w:rsid w:val="00810B30"/>
    <w:rsid w:val="00811769"/>
    <w:rsid w:val="00811F0A"/>
    <w:rsid w:val="0081299E"/>
    <w:rsid w:val="008130A6"/>
    <w:rsid w:val="00813897"/>
    <w:rsid w:val="008140AD"/>
    <w:rsid w:val="00814192"/>
    <w:rsid w:val="00814653"/>
    <w:rsid w:val="00814763"/>
    <w:rsid w:val="00814873"/>
    <w:rsid w:val="00814E45"/>
    <w:rsid w:val="00815DF6"/>
    <w:rsid w:val="008167E6"/>
    <w:rsid w:val="008168F5"/>
    <w:rsid w:val="0081755C"/>
    <w:rsid w:val="00817FA2"/>
    <w:rsid w:val="00820BF8"/>
    <w:rsid w:val="008216BF"/>
    <w:rsid w:val="00821E2E"/>
    <w:rsid w:val="00821E6E"/>
    <w:rsid w:val="008222EF"/>
    <w:rsid w:val="00822541"/>
    <w:rsid w:val="0082270E"/>
    <w:rsid w:val="00823043"/>
    <w:rsid w:val="0082332D"/>
    <w:rsid w:val="008238FA"/>
    <w:rsid w:val="00823AEB"/>
    <w:rsid w:val="00824820"/>
    <w:rsid w:val="00824EF1"/>
    <w:rsid w:val="0082514E"/>
    <w:rsid w:val="00825BFE"/>
    <w:rsid w:val="00825E83"/>
    <w:rsid w:val="008267AB"/>
    <w:rsid w:val="008276DE"/>
    <w:rsid w:val="0082787D"/>
    <w:rsid w:val="008300B0"/>
    <w:rsid w:val="008302A4"/>
    <w:rsid w:val="00830874"/>
    <w:rsid w:val="00830955"/>
    <w:rsid w:val="00830C4D"/>
    <w:rsid w:val="00830D83"/>
    <w:rsid w:val="00830E66"/>
    <w:rsid w:val="008313CA"/>
    <w:rsid w:val="00831668"/>
    <w:rsid w:val="008316DC"/>
    <w:rsid w:val="00833295"/>
    <w:rsid w:val="008336AD"/>
    <w:rsid w:val="00834675"/>
    <w:rsid w:val="00834A92"/>
    <w:rsid w:val="00835183"/>
    <w:rsid w:val="008354C8"/>
    <w:rsid w:val="00835904"/>
    <w:rsid w:val="00836555"/>
    <w:rsid w:val="00837A30"/>
    <w:rsid w:val="00837D48"/>
    <w:rsid w:val="00840000"/>
    <w:rsid w:val="0084132E"/>
    <w:rsid w:val="00842224"/>
    <w:rsid w:val="00842F15"/>
    <w:rsid w:val="008431E7"/>
    <w:rsid w:val="00843525"/>
    <w:rsid w:val="0084439F"/>
    <w:rsid w:val="00844734"/>
    <w:rsid w:val="00844FC4"/>
    <w:rsid w:val="00846FC2"/>
    <w:rsid w:val="0084712F"/>
    <w:rsid w:val="00847E00"/>
    <w:rsid w:val="008505D8"/>
    <w:rsid w:val="00851B67"/>
    <w:rsid w:val="00851E98"/>
    <w:rsid w:val="00852358"/>
    <w:rsid w:val="008523CD"/>
    <w:rsid w:val="00852878"/>
    <w:rsid w:val="00853F2E"/>
    <w:rsid w:val="008549AA"/>
    <w:rsid w:val="00855353"/>
    <w:rsid w:val="008553E8"/>
    <w:rsid w:val="00855483"/>
    <w:rsid w:val="008568C1"/>
    <w:rsid w:val="00856A88"/>
    <w:rsid w:val="00856B0F"/>
    <w:rsid w:val="00856DBF"/>
    <w:rsid w:val="00857211"/>
    <w:rsid w:val="00857DBD"/>
    <w:rsid w:val="008607F6"/>
    <w:rsid w:val="00860EAC"/>
    <w:rsid w:val="00861733"/>
    <w:rsid w:val="00861A5F"/>
    <w:rsid w:val="008624FC"/>
    <w:rsid w:val="0086305F"/>
    <w:rsid w:val="0086438B"/>
    <w:rsid w:val="008661F8"/>
    <w:rsid w:val="0086642A"/>
    <w:rsid w:val="0086651C"/>
    <w:rsid w:val="008670B9"/>
    <w:rsid w:val="00867B13"/>
    <w:rsid w:val="00870180"/>
    <w:rsid w:val="008707F1"/>
    <w:rsid w:val="00870BD7"/>
    <w:rsid w:val="0087102D"/>
    <w:rsid w:val="008713B7"/>
    <w:rsid w:val="00871849"/>
    <w:rsid w:val="00871D9C"/>
    <w:rsid w:val="008725FC"/>
    <w:rsid w:val="00872732"/>
    <w:rsid w:val="0087279C"/>
    <w:rsid w:val="008728B2"/>
    <w:rsid w:val="008733A1"/>
    <w:rsid w:val="00874D81"/>
    <w:rsid w:val="00875DA1"/>
    <w:rsid w:val="00877AC8"/>
    <w:rsid w:val="008811C7"/>
    <w:rsid w:val="0088197E"/>
    <w:rsid w:val="00882670"/>
    <w:rsid w:val="00883236"/>
    <w:rsid w:val="008842FE"/>
    <w:rsid w:val="00885136"/>
    <w:rsid w:val="00885640"/>
    <w:rsid w:val="00885906"/>
    <w:rsid w:val="00886A43"/>
    <w:rsid w:val="00886BA4"/>
    <w:rsid w:val="00886C52"/>
    <w:rsid w:val="00886F88"/>
    <w:rsid w:val="00890092"/>
    <w:rsid w:val="00891296"/>
    <w:rsid w:val="00891409"/>
    <w:rsid w:val="008923C8"/>
    <w:rsid w:val="0089270C"/>
    <w:rsid w:val="00892B22"/>
    <w:rsid w:val="0089312A"/>
    <w:rsid w:val="008936A4"/>
    <w:rsid w:val="008936F0"/>
    <w:rsid w:val="0089507E"/>
    <w:rsid w:val="00895193"/>
    <w:rsid w:val="00896AC8"/>
    <w:rsid w:val="008976D2"/>
    <w:rsid w:val="00897E43"/>
    <w:rsid w:val="008A0923"/>
    <w:rsid w:val="008A0E87"/>
    <w:rsid w:val="008A0F62"/>
    <w:rsid w:val="008A1ABB"/>
    <w:rsid w:val="008A1E24"/>
    <w:rsid w:val="008A1E44"/>
    <w:rsid w:val="008A21AE"/>
    <w:rsid w:val="008A2AED"/>
    <w:rsid w:val="008A36A6"/>
    <w:rsid w:val="008A4844"/>
    <w:rsid w:val="008A4BED"/>
    <w:rsid w:val="008A535C"/>
    <w:rsid w:val="008A5F08"/>
    <w:rsid w:val="008A60BD"/>
    <w:rsid w:val="008A63BE"/>
    <w:rsid w:val="008A7907"/>
    <w:rsid w:val="008B0972"/>
    <w:rsid w:val="008B09C1"/>
    <w:rsid w:val="008B0DC9"/>
    <w:rsid w:val="008B1B1E"/>
    <w:rsid w:val="008B25CA"/>
    <w:rsid w:val="008B2A77"/>
    <w:rsid w:val="008B2B6B"/>
    <w:rsid w:val="008B39D2"/>
    <w:rsid w:val="008B3B2C"/>
    <w:rsid w:val="008B4240"/>
    <w:rsid w:val="008B456F"/>
    <w:rsid w:val="008B53CC"/>
    <w:rsid w:val="008B5E97"/>
    <w:rsid w:val="008B6390"/>
    <w:rsid w:val="008B66DF"/>
    <w:rsid w:val="008B738E"/>
    <w:rsid w:val="008B7398"/>
    <w:rsid w:val="008B7A09"/>
    <w:rsid w:val="008C2C0E"/>
    <w:rsid w:val="008C2F30"/>
    <w:rsid w:val="008C3BE4"/>
    <w:rsid w:val="008C3CA7"/>
    <w:rsid w:val="008C49ED"/>
    <w:rsid w:val="008C4C20"/>
    <w:rsid w:val="008C4D5B"/>
    <w:rsid w:val="008C5436"/>
    <w:rsid w:val="008C5B40"/>
    <w:rsid w:val="008C60E4"/>
    <w:rsid w:val="008C66CB"/>
    <w:rsid w:val="008C7539"/>
    <w:rsid w:val="008C7569"/>
    <w:rsid w:val="008D0234"/>
    <w:rsid w:val="008D0678"/>
    <w:rsid w:val="008D074B"/>
    <w:rsid w:val="008D088C"/>
    <w:rsid w:val="008D0FB8"/>
    <w:rsid w:val="008D2797"/>
    <w:rsid w:val="008D2E21"/>
    <w:rsid w:val="008D2F6C"/>
    <w:rsid w:val="008D53A2"/>
    <w:rsid w:val="008D5637"/>
    <w:rsid w:val="008D5982"/>
    <w:rsid w:val="008D68E1"/>
    <w:rsid w:val="008D7069"/>
    <w:rsid w:val="008D78B2"/>
    <w:rsid w:val="008D7B82"/>
    <w:rsid w:val="008E00D5"/>
    <w:rsid w:val="008E0140"/>
    <w:rsid w:val="008E06BE"/>
    <w:rsid w:val="008E0899"/>
    <w:rsid w:val="008E0B13"/>
    <w:rsid w:val="008E1126"/>
    <w:rsid w:val="008E139B"/>
    <w:rsid w:val="008E16C2"/>
    <w:rsid w:val="008E1773"/>
    <w:rsid w:val="008E1812"/>
    <w:rsid w:val="008E19E5"/>
    <w:rsid w:val="008E1D82"/>
    <w:rsid w:val="008E1FFA"/>
    <w:rsid w:val="008E2F15"/>
    <w:rsid w:val="008E3116"/>
    <w:rsid w:val="008E3587"/>
    <w:rsid w:val="008E428A"/>
    <w:rsid w:val="008E46C0"/>
    <w:rsid w:val="008E5FF1"/>
    <w:rsid w:val="008E6942"/>
    <w:rsid w:val="008E6B7A"/>
    <w:rsid w:val="008E6DBB"/>
    <w:rsid w:val="008E7BDF"/>
    <w:rsid w:val="008F05EB"/>
    <w:rsid w:val="008F096A"/>
    <w:rsid w:val="008F0D25"/>
    <w:rsid w:val="008F18D8"/>
    <w:rsid w:val="008F25F7"/>
    <w:rsid w:val="008F28C5"/>
    <w:rsid w:val="008F2E85"/>
    <w:rsid w:val="008F43E3"/>
    <w:rsid w:val="008F4948"/>
    <w:rsid w:val="008F525F"/>
    <w:rsid w:val="008F5FFB"/>
    <w:rsid w:val="008F6138"/>
    <w:rsid w:val="008F65A4"/>
    <w:rsid w:val="008F6707"/>
    <w:rsid w:val="008F67FE"/>
    <w:rsid w:val="008F6A7B"/>
    <w:rsid w:val="008F6BDF"/>
    <w:rsid w:val="008F79E0"/>
    <w:rsid w:val="008F7B9F"/>
    <w:rsid w:val="0090086C"/>
    <w:rsid w:val="00901632"/>
    <w:rsid w:val="009037BA"/>
    <w:rsid w:val="00904D5E"/>
    <w:rsid w:val="00905F69"/>
    <w:rsid w:val="009065E2"/>
    <w:rsid w:val="00906646"/>
    <w:rsid w:val="009074E4"/>
    <w:rsid w:val="0090766E"/>
    <w:rsid w:val="009076F5"/>
    <w:rsid w:val="0090781E"/>
    <w:rsid w:val="00907B6F"/>
    <w:rsid w:val="00910D5B"/>
    <w:rsid w:val="009115DD"/>
    <w:rsid w:val="00912024"/>
    <w:rsid w:val="00913260"/>
    <w:rsid w:val="0091358D"/>
    <w:rsid w:val="0091382F"/>
    <w:rsid w:val="00913E53"/>
    <w:rsid w:val="00913F62"/>
    <w:rsid w:val="00913F89"/>
    <w:rsid w:val="009140EB"/>
    <w:rsid w:val="009146AD"/>
    <w:rsid w:val="00914789"/>
    <w:rsid w:val="00914A08"/>
    <w:rsid w:val="00914E9F"/>
    <w:rsid w:val="00915661"/>
    <w:rsid w:val="0091573B"/>
    <w:rsid w:val="00915843"/>
    <w:rsid w:val="00917CC7"/>
    <w:rsid w:val="009202E7"/>
    <w:rsid w:val="00920F0A"/>
    <w:rsid w:val="009214AB"/>
    <w:rsid w:val="00921725"/>
    <w:rsid w:val="0092249F"/>
    <w:rsid w:val="00922E88"/>
    <w:rsid w:val="009230EA"/>
    <w:rsid w:val="009231A8"/>
    <w:rsid w:val="009238ED"/>
    <w:rsid w:val="00923AD7"/>
    <w:rsid w:val="00923DB5"/>
    <w:rsid w:val="0092403A"/>
    <w:rsid w:val="00924DAD"/>
    <w:rsid w:val="009255E4"/>
    <w:rsid w:val="0092564E"/>
    <w:rsid w:val="009256F8"/>
    <w:rsid w:val="009258CD"/>
    <w:rsid w:val="00925A3D"/>
    <w:rsid w:val="00925BCD"/>
    <w:rsid w:val="00926A8C"/>
    <w:rsid w:val="00926D59"/>
    <w:rsid w:val="00927AA2"/>
    <w:rsid w:val="00927BE1"/>
    <w:rsid w:val="009302FA"/>
    <w:rsid w:val="00930CBA"/>
    <w:rsid w:val="00930D61"/>
    <w:rsid w:val="00930F42"/>
    <w:rsid w:val="00931736"/>
    <w:rsid w:val="00931B3B"/>
    <w:rsid w:val="00931F2C"/>
    <w:rsid w:val="00932608"/>
    <w:rsid w:val="0093297B"/>
    <w:rsid w:val="0093298E"/>
    <w:rsid w:val="00932D99"/>
    <w:rsid w:val="00932EA7"/>
    <w:rsid w:val="00933C4B"/>
    <w:rsid w:val="009342A2"/>
    <w:rsid w:val="00935F18"/>
    <w:rsid w:val="00940955"/>
    <w:rsid w:val="00940FF2"/>
    <w:rsid w:val="009412B4"/>
    <w:rsid w:val="00941813"/>
    <w:rsid w:val="00941B80"/>
    <w:rsid w:val="00942430"/>
    <w:rsid w:val="00942519"/>
    <w:rsid w:val="00942758"/>
    <w:rsid w:val="009429EE"/>
    <w:rsid w:val="00942B47"/>
    <w:rsid w:val="00943330"/>
    <w:rsid w:val="00943B78"/>
    <w:rsid w:val="00943E50"/>
    <w:rsid w:val="0094409D"/>
    <w:rsid w:val="009448C8"/>
    <w:rsid w:val="00946F34"/>
    <w:rsid w:val="0094715B"/>
    <w:rsid w:val="00947D71"/>
    <w:rsid w:val="0095092A"/>
    <w:rsid w:val="00950F7F"/>
    <w:rsid w:val="0095142E"/>
    <w:rsid w:val="00951576"/>
    <w:rsid w:val="009518FC"/>
    <w:rsid w:val="009524BC"/>
    <w:rsid w:val="009528AE"/>
    <w:rsid w:val="0095353C"/>
    <w:rsid w:val="00953BD9"/>
    <w:rsid w:val="00955369"/>
    <w:rsid w:val="00955485"/>
    <w:rsid w:val="009556FF"/>
    <w:rsid w:val="009568B3"/>
    <w:rsid w:val="0095711F"/>
    <w:rsid w:val="009572DD"/>
    <w:rsid w:val="009577F1"/>
    <w:rsid w:val="00960430"/>
    <w:rsid w:val="0096088F"/>
    <w:rsid w:val="00961F3B"/>
    <w:rsid w:val="00962B99"/>
    <w:rsid w:val="00962BB5"/>
    <w:rsid w:val="00963244"/>
    <w:rsid w:val="00963629"/>
    <w:rsid w:val="00964C00"/>
    <w:rsid w:val="00965BB0"/>
    <w:rsid w:val="00966429"/>
    <w:rsid w:val="00966C1A"/>
    <w:rsid w:val="009675F4"/>
    <w:rsid w:val="00967EFA"/>
    <w:rsid w:val="00971E3F"/>
    <w:rsid w:val="0097238F"/>
    <w:rsid w:val="00972558"/>
    <w:rsid w:val="00972785"/>
    <w:rsid w:val="00972889"/>
    <w:rsid w:val="00972FC1"/>
    <w:rsid w:val="00973E24"/>
    <w:rsid w:val="009742CE"/>
    <w:rsid w:val="00974CAF"/>
    <w:rsid w:val="00975680"/>
    <w:rsid w:val="009776EE"/>
    <w:rsid w:val="00977B44"/>
    <w:rsid w:val="00977F20"/>
    <w:rsid w:val="0098106F"/>
    <w:rsid w:val="00982B57"/>
    <w:rsid w:val="00982EAD"/>
    <w:rsid w:val="009833D5"/>
    <w:rsid w:val="0098344E"/>
    <w:rsid w:val="00984432"/>
    <w:rsid w:val="00985BBA"/>
    <w:rsid w:val="00985C83"/>
    <w:rsid w:val="00985FBC"/>
    <w:rsid w:val="0098691F"/>
    <w:rsid w:val="009914AD"/>
    <w:rsid w:val="00991C99"/>
    <w:rsid w:val="00991FD9"/>
    <w:rsid w:val="0099226F"/>
    <w:rsid w:val="0099282F"/>
    <w:rsid w:val="009935EE"/>
    <w:rsid w:val="00993E85"/>
    <w:rsid w:val="009947CE"/>
    <w:rsid w:val="009952C8"/>
    <w:rsid w:val="0099530C"/>
    <w:rsid w:val="00995658"/>
    <w:rsid w:val="00995AD8"/>
    <w:rsid w:val="00996DB2"/>
    <w:rsid w:val="00996DFF"/>
    <w:rsid w:val="00997E1E"/>
    <w:rsid w:val="009A03C6"/>
    <w:rsid w:val="009A0A6A"/>
    <w:rsid w:val="009A0DBC"/>
    <w:rsid w:val="009A197D"/>
    <w:rsid w:val="009A1A00"/>
    <w:rsid w:val="009A1D62"/>
    <w:rsid w:val="009A28E2"/>
    <w:rsid w:val="009A470E"/>
    <w:rsid w:val="009A471C"/>
    <w:rsid w:val="009A487D"/>
    <w:rsid w:val="009A4930"/>
    <w:rsid w:val="009A526B"/>
    <w:rsid w:val="009A53CD"/>
    <w:rsid w:val="009A569B"/>
    <w:rsid w:val="009A60C4"/>
    <w:rsid w:val="009A6A22"/>
    <w:rsid w:val="009A6F95"/>
    <w:rsid w:val="009A786F"/>
    <w:rsid w:val="009A7EBA"/>
    <w:rsid w:val="009B01B6"/>
    <w:rsid w:val="009B04AD"/>
    <w:rsid w:val="009B09E2"/>
    <w:rsid w:val="009B1A8C"/>
    <w:rsid w:val="009B1B57"/>
    <w:rsid w:val="009B1C45"/>
    <w:rsid w:val="009B234B"/>
    <w:rsid w:val="009B2355"/>
    <w:rsid w:val="009B2A07"/>
    <w:rsid w:val="009B3292"/>
    <w:rsid w:val="009B3386"/>
    <w:rsid w:val="009B3533"/>
    <w:rsid w:val="009B3B39"/>
    <w:rsid w:val="009B3F77"/>
    <w:rsid w:val="009B414A"/>
    <w:rsid w:val="009B4F36"/>
    <w:rsid w:val="009B5080"/>
    <w:rsid w:val="009B5403"/>
    <w:rsid w:val="009B5451"/>
    <w:rsid w:val="009B58D0"/>
    <w:rsid w:val="009B665C"/>
    <w:rsid w:val="009B6B25"/>
    <w:rsid w:val="009B7323"/>
    <w:rsid w:val="009C0497"/>
    <w:rsid w:val="009C0831"/>
    <w:rsid w:val="009C0B20"/>
    <w:rsid w:val="009C157E"/>
    <w:rsid w:val="009C15F9"/>
    <w:rsid w:val="009C171C"/>
    <w:rsid w:val="009C1C26"/>
    <w:rsid w:val="009C2062"/>
    <w:rsid w:val="009C23C0"/>
    <w:rsid w:val="009C2705"/>
    <w:rsid w:val="009C366F"/>
    <w:rsid w:val="009C3A35"/>
    <w:rsid w:val="009C42B7"/>
    <w:rsid w:val="009C48EC"/>
    <w:rsid w:val="009C4A70"/>
    <w:rsid w:val="009C4B92"/>
    <w:rsid w:val="009C4EB1"/>
    <w:rsid w:val="009C519F"/>
    <w:rsid w:val="009C5230"/>
    <w:rsid w:val="009C5904"/>
    <w:rsid w:val="009C6156"/>
    <w:rsid w:val="009C6C7E"/>
    <w:rsid w:val="009C7EC1"/>
    <w:rsid w:val="009D018C"/>
    <w:rsid w:val="009D0846"/>
    <w:rsid w:val="009D1BB8"/>
    <w:rsid w:val="009D1ED3"/>
    <w:rsid w:val="009D2312"/>
    <w:rsid w:val="009D2A17"/>
    <w:rsid w:val="009D388A"/>
    <w:rsid w:val="009D3D73"/>
    <w:rsid w:val="009D414E"/>
    <w:rsid w:val="009D4422"/>
    <w:rsid w:val="009D4B45"/>
    <w:rsid w:val="009D4DF8"/>
    <w:rsid w:val="009D63DA"/>
    <w:rsid w:val="009D7530"/>
    <w:rsid w:val="009E0D09"/>
    <w:rsid w:val="009E288D"/>
    <w:rsid w:val="009E3263"/>
    <w:rsid w:val="009E3F01"/>
    <w:rsid w:val="009E4026"/>
    <w:rsid w:val="009E4781"/>
    <w:rsid w:val="009E4CAE"/>
    <w:rsid w:val="009E7A63"/>
    <w:rsid w:val="009F02DA"/>
    <w:rsid w:val="009F118D"/>
    <w:rsid w:val="009F122A"/>
    <w:rsid w:val="009F1965"/>
    <w:rsid w:val="009F34B6"/>
    <w:rsid w:val="009F3627"/>
    <w:rsid w:val="009F38FA"/>
    <w:rsid w:val="009F3A1F"/>
    <w:rsid w:val="009F46AD"/>
    <w:rsid w:val="009F58EA"/>
    <w:rsid w:val="009F5C0D"/>
    <w:rsid w:val="009F6104"/>
    <w:rsid w:val="009F71AF"/>
    <w:rsid w:val="009F7396"/>
    <w:rsid w:val="009F7924"/>
    <w:rsid w:val="00A00891"/>
    <w:rsid w:val="00A00ACF"/>
    <w:rsid w:val="00A00D32"/>
    <w:rsid w:val="00A01382"/>
    <w:rsid w:val="00A016E5"/>
    <w:rsid w:val="00A017D5"/>
    <w:rsid w:val="00A01850"/>
    <w:rsid w:val="00A01B78"/>
    <w:rsid w:val="00A01F6B"/>
    <w:rsid w:val="00A024B1"/>
    <w:rsid w:val="00A02561"/>
    <w:rsid w:val="00A027E5"/>
    <w:rsid w:val="00A030CE"/>
    <w:rsid w:val="00A0409B"/>
    <w:rsid w:val="00A04657"/>
    <w:rsid w:val="00A04C2B"/>
    <w:rsid w:val="00A0512D"/>
    <w:rsid w:val="00A05F23"/>
    <w:rsid w:val="00A072F2"/>
    <w:rsid w:val="00A10C36"/>
    <w:rsid w:val="00A11206"/>
    <w:rsid w:val="00A11F30"/>
    <w:rsid w:val="00A11F3F"/>
    <w:rsid w:val="00A11FBA"/>
    <w:rsid w:val="00A120F5"/>
    <w:rsid w:val="00A125E4"/>
    <w:rsid w:val="00A12899"/>
    <w:rsid w:val="00A12D7D"/>
    <w:rsid w:val="00A12D86"/>
    <w:rsid w:val="00A12FCB"/>
    <w:rsid w:val="00A138A5"/>
    <w:rsid w:val="00A1436E"/>
    <w:rsid w:val="00A147D9"/>
    <w:rsid w:val="00A14918"/>
    <w:rsid w:val="00A14961"/>
    <w:rsid w:val="00A15441"/>
    <w:rsid w:val="00A165F4"/>
    <w:rsid w:val="00A168CD"/>
    <w:rsid w:val="00A16DBA"/>
    <w:rsid w:val="00A175C8"/>
    <w:rsid w:val="00A17BEB"/>
    <w:rsid w:val="00A201A4"/>
    <w:rsid w:val="00A202CE"/>
    <w:rsid w:val="00A20420"/>
    <w:rsid w:val="00A20DFB"/>
    <w:rsid w:val="00A213F1"/>
    <w:rsid w:val="00A2170B"/>
    <w:rsid w:val="00A21E32"/>
    <w:rsid w:val="00A233FC"/>
    <w:rsid w:val="00A23760"/>
    <w:rsid w:val="00A23FAC"/>
    <w:rsid w:val="00A240CB"/>
    <w:rsid w:val="00A2482C"/>
    <w:rsid w:val="00A2498F"/>
    <w:rsid w:val="00A25358"/>
    <w:rsid w:val="00A25487"/>
    <w:rsid w:val="00A25C28"/>
    <w:rsid w:val="00A26D63"/>
    <w:rsid w:val="00A275D3"/>
    <w:rsid w:val="00A27630"/>
    <w:rsid w:val="00A27D0D"/>
    <w:rsid w:val="00A30404"/>
    <w:rsid w:val="00A308BF"/>
    <w:rsid w:val="00A312C5"/>
    <w:rsid w:val="00A31402"/>
    <w:rsid w:val="00A314CA"/>
    <w:rsid w:val="00A315F6"/>
    <w:rsid w:val="00A31C86"/>
    <w:rsid w:val="00A32785"/>
    <w:rsid w:val="00A328C2"/>
    <w:rsid w:val="00A32E94"/>
    <w:rsid w:val="00A33452"/>
    <w:rsid w:val="00A33BF8"/>
    <w:rsid w:val="00A34A6F"/>
    <w:rsid w:val="00A35858"/>
    <w:rsid w:val="00A3645E"/>
    <w:rsid w:val="00A37E47"/>
    <w:rsid w:val="00A401EE"/>
    <w:rsid w:val="00A405BF"/>
    <w:rsid w:val="00A407C2"/>
    <w:rsid w:val="00A40E37"/>
    <w:rsid w:val="00A41A3E"/>
    <w:rsid w:val="00A41AAA"/>
    <w:rsid w:val="00A41D14"/>
    <w:rsid w:val="00A41E05"/>
    <w:rsid w:val="00A42EAA"/>
    <w:rsid w:val="00A43925"/>
    <w:rsid w:val="00A44228"/>
    <w:rsid w:val="00A44C9F"/>
    <w:rsid w:val="00A44F39"/>
    <w:rsid w:val="00A45161"/>
    <w:rsid w:val="00A45BFC"/>
    <w:rsid w:val="00A45E1D"/>
    <w:rsid w:val="00A460AA"/>
    <w:rsid w:val="00A46771"/>
    <w:rsid w:val="00A46F70"/>
    <w:rsid w:val="00A47666"/>
    <w:rsid w:val="00A47794"/>
    <w:rsid w:val="00A47A6C"/>
    <w:rsid w:val="00A47BB2"/>
    <w:rsid w:val="00A505AF"/>
    <w:rsid w:val="00A5070B"/>
    <w:rsid w:val="00A50F66"/>
    <w:rsid w:val="00A5129C"/>
    <w:rsid w:val="00A51866"/>
    <w:rsid w:val="00A51B73"/>
    <w:rsid w:val="00A524E1"/>
    <w:rsid w:val="00A52A4B"/>
    <w:rsid w:val="00A52B67"/>
    <w:rsid w:val="00A5352B"/>
    <w:rsid w:val="00A54A05"/>
    <w:rsid w:val="00A54AC8"/>
    <w:rsid w:val="00A54E25"/>
    <w:rsid w:val="00A54E4D"/>
    <w:rsid w:val="00A55397"/>
    <w:rsid w:val="00A558B6"/>
    <w:rsid w:val="00A566DB"/>
    <w:rsid w:val="00A56B1D"/>
    <w:rsid w:val="00A5721B"/>
    <w:rsid w:val="00A572F3"/>
    <w:rsid w:val="00A574A6"/>
    <w:rsid w:val="00A5762C"/>
    <w:rsid w:val="00A576AB"/>
    <w:rsid w:val="00A61789"/>
    <w:rsid w:val="00A624D8"/>
    <w:rsid w:val="00A62BAC"/>
    <w:rsid w:val="00A64806"/>
    <w:rsid w:val="00A6507B"/>
    <w:rsid w:val="00A6519F"/>
    <w:rsid w:val="00A65298"/>
    <w:rsid w:val="00A653C8"/>
    <w:rsid w:val="00A6573D"/>
    <w:rsid w:val="00A6596A"/>
    <w:rsid w:val="00A65CF2"/>
    <w:rsid w:val="00A66671"/>
    <w:rsid w:val="00A669F5"/>
    <w:rsid w:val="00A674AE"/>
    <w:rsid w:val="00A7169D"/>
    <w:rsid w:val="00A71714"/>
    <w:rsid w:val="00A71854"/>
    <w:rsid w:val="00A71FDB"/>
    <w:rsid w:val="00A72121"/>
    <w:rsid w:val="00A72C4E"/>
    <w:rsid w:val="00A7309E"/>
    <w:rsid w:val="00A73106"/>
    <w:rsid w:val="00A734A3"/>
    <w:rsid w:val="00A73770"/>
    <w:rsid w:val="00A73993"/>
    <w:rsid w:val="00A7576A"/>
    <w:rsid w:val="00A761DF"/>
    <w:rsid w:val="00A76302"/>
    <w:rsid w:val="00A768AF"/>
    <w:rsid w:val="00A76CEC"/>
    <w:rsid w:val="00A77001"/>
    <w:rsid w:val="00A80049"/>
    <w:rsid w:val="00A80790"/>
    <w:rsid w:val="00A80AB9"/>
    <w:rsid w:val="00A80B4F"/>
    <w:rsid w:val="00A8198A"/>
    <w:rsid w:val="00A81A1C"/>
    <w:rsid w:val="00A82818"/>
    <w:rsid w:val="00A82934"/>
    <w:rsid w:val="00A83B99"/>
    <w:rsid w:val="00A845A5"/>
    <w:rsid w:val="00A851CE"/>
    <w:rsid w:val="00A870EC"/>
    <w:rsid w:val="00A87633"/>
    <w:rsid w:val="00A92377"/>
    <w:rsid w:val="00A926E6"/>
    <w:rsid w:val="00A92C76"/>
    <w:rsid w:val="00A93F7E"/>
    <w:rsid w:val="00A94105"/>
    <w:rsid w:val="00A945E2"/>
    <w:rsid w:val="00A95394"/>
    <w:rsid w:val="00A9663A"/>
    <w:rsid w:val="00A96E85"/>
    <w:rsid w:val="00A97128"/>
    <w:rsid w:val="00A97484"/>
    <w:rsid w:val="00A97A4B"/>
    <w:rsid w:val="00A97DC0"/>
    <w:rsid w:val="00AA01D3"/>
    <w:rsid w:val="00AA0230"/>
    <w:rsid w:val="00AA1ADA"/>
    <w:rsid w:val="00AA1D1F"/>
    <w:rsid w:val="00AA1DE9"/>
    <w:rsid w:val="00AA28AF"/>
    <w:rsid w:val="00AA295F"/>
    <w:rsid w:val="00AA2B56"/>
    <w:rsid w:val="00AA417A"/>
    <w:rsid w:val="00AA4E1D"/>
    <w:rsid w:val="00AA5254"/>
    <w:rsid w:val="00AA5C5D"/>
    <w:rsid w:val="00AA62A3"/>
    <w:rsid w:val="00AA6B98"/>
    <w:rsid w:val="00AA6CE6"/>
    <w:rsid w:val="00AA6E11"/>
    <w:rsid w:val="00AA7D0E"/>
    <w:rsid w:val="00AB0178"/>
    <w:rsid w:val="00AB02F1"/>
    <w:rsid w:val="00AB0645"/>
    <w:rsid w:val="00AB1205"/>
    <w:rsid w:val="00AB1664"/>
    <w:rsid w:val="00AB2803"/>
    <w:rsid w:val="00AB2C2B"/>
    <w:rsid w:val="00AB43A4"/>
    <w:rsid w:val="00AB4470"/>
    <w:rsid w:val="00AB4517"/>
    <w:rsid w:val="00AB46ED"/>
    <w:rsid w:val="00AB4AEA"/>
    <w:rsid w:val="00AB4B28"/>
    <w:rsid w:val="00AB58F0"/>
    <w:rsid w:val="00AB5DBF"/>
    <w:rsid w:val="00AB6D7C"/>
    <w:rsid w:val="00AB6EA4"/>
    <w:rsid w:val="00AB7810"/>
    <w:rsid w:val="00AC01D2"/>
    <w:rsid w:val="00AC06A4"/>
    <w:rsid w:val="00AC0768"/>
    <w:rsid w:val="00AC09D7"/>
    <w:rsid w:val="00AC0A25"/>
    <w:rsid w:val="00AC0C06"/>
    <w:rsid w:val="00AC1538"/>
    <w:rsid w:val="00AC173D"/>
    <w:rsid w:val="00AC20C5"/>
    <w:rsid w:val="00AC299D"/>
    <w:rsid w:val="00AC2D96"/>
    <w:rsid w:val="00AC3DB2"/>
    <w:rsid w:val="00AC5273"/>
    <w:rsid w:val="00AC55DB"/>
    <w:rsid w:val="00AC6068"/>
    <w:rsid w:val="00AC6527"/>
    <w:rsid w:val="00AC6885"/>
    <w:rsid w:val="00AC6B08"/>
    <w:rsid w:val="00AC7101"/>
    <w:rsid w:val="00AC7A43"/>
    <w:rsid w:val="00AC7D6D"/>
    <w:rsid w:val="00AC7F3D"/>
    <w:rsid w:val="00AD004D"/>
    <w:rsid w:val="00AD0E53"/>
    <w:rsid w:val="00AD102A"/>
    <w:rsid w:val="00AD19E2"/>
    <w:rsid w:val="00AD28B4"/>
    <w:rsid w:val="00AD2D3D"/>
    <w:rsid w:val="00AD2DA4"/>
    <w:rsid w:val="00AD3260"/>
    <w:rsid w:val="00AD3713"/>
    <w:rsid w:val="00AD3837"/>
    <w:rsid w:val="00AD3F7B"/>
    <w:rsid w:val="00AD4506"/>
    <w:rsid w:val="00AD4858"/>
    <w:rsid w:val="00AD4D8E"/>
    <w:rsid w:val="00AD58A0"/>
    <w:rsid w:val="00AD6169"/>
    <w:rsid w:val="00AD6420"/>
    <w:rsid w:val="00AD644A"/>
    <w:rsid w:val="00AD6F81"/>
    <w:rsid w:val="00AD6FB2"/>
    <w:rsid w:val="00AD7381"/>
    <w:rsid w:val="00AE01AB"/>
    <w:rsid w:val="00AE058D"/>
    <w:rsid w:val="00AE0656"/>
    <w:rsid w:val="00AE0AD2"/>
    <w:rsid w:val="00AE0DA5"/>
    <w:rsid w:val="00AE0F40"/>
    <w:rsid w:val="00AE1248"/>
    <w:rsid w:val="00AE12DA"/>
    <w:rsid w:val="00AE1B82"/>
    <w:rsid w:val="00AE2471"/>
    <w:rsid w:val="00AE3024"/>
    <w:rsid w:val="00AE3A99"/>
    <w:rsid w:val="00AE3D58"/>
    <w:rsid w:val="00AE3F56"/>
    <w:rsid w:val="00AE4242"/>
    <w:rsid w:val="00AE43D8"/>
    <w:rsid w:val="00AE46AA"/>
    <w:rsid w:val="00AE4CE6"/>
    <w:rsid w:val="00AE51ED"/>
    <w:rsid w:val="00AE53DE"/>
    <w:rsid w:val="00AE5783"/>
    <w:rsid w:val="00AE589E"/>
    <w:rsid w:val="00AE5924"/>
    <w:rsid w:val="00AE5CA8"/>
    <w:rsid w:val="00AE5E46"/>
    <w:rsid w:val="00AE5ED1"/>
    <w:rsid w:val="00AE6AA1"/>
    <w:rsid w:val="00AE6D7F"/>
    <w:rsid w:val="00AF07B1"/>
    <w:rsid w:val="00AF204D"/>
    <w:rsid w:val="00AF281B"/>
    <w:rsid w:val="00AF2926"/>
    <w:rsid w:val="00AF388F"/>
    <w:rsid w:val="00AF3B4F"/>
    <w:rsid w:val="00AF4399"/>
    <w:rsid w:val="00AF45F4"/>
    <w:rsid w:val="00AF488B"/>
    <w:rsid w:val="00AF4A0D"/>
    <w:rsid w:val="00AF53C0"/>
    <w:rsid w:val="00AF55EE"/>
    <w:rsid w:val="00AF580B"/>
    <w:rsid w:val="00AF64AC"/>
    <w:rsid w:val="00AF64DD"/>
    <w:rsid w:val="00AF64E1"/>
    <w:rsid w:val="00AF6DF5"/>
    <w:rsid w:val="00B001F3"/>
    <w:rsid w:val="00B00598"/>
    <w:rsid w:val="00B01219"/>
    <w:rsid w:val="00B0202E"/>
    <w:rsid w:val="00B026A2"/>
    <w:rsid w:val="00B02A4E"/>
    <w:rsid w:val="00B02AA5"/>
    <w:rsid w:val="00B02C4D"/>
    <w:rsid w:val="00B02DB1"/>
    <w:rsid w:val="00B0367E"/>
    <w:rsid w:val="00B045BC"/>
    <w:rsid w:val="00B04DF4"/>
    <w:rsid w:val="00B05841"/>
    <w:rsid w:val="00B060CA"/>
    <w:rsid w:val="00B061C5"/>
    <w:rsid w:val="00B063BF"/>
    <w:rsid w:val="00B06707"/>
    <w:rsid w:val="00B10A2B"/>
    <w:rsid w:val="00B10AB8"/>
    <w:rsid w:val="00B110C2"/>
    <w:rsid w:val="00B1155E"/>
    <w:rsid w:val="00B11C25"/>
    <w:rsid w:val="00B133C3"/>
    <w:rsid w:val="00B1457F"/>
    <w:rsid w:val="00B1499F"/>
    <w:rsid w:val="00B153D0"/>
    <w:rsid w:val="00B154EE"/>
    <w:rsid w:val="00B1568C"/>
    <w:rsid w:val="00B156AB"/>
    <w:rsid w:val="00B16476"/>
    <w:rsid w:val="00B1665F"/>
    <w:rsid w:val="00B16B47"/>
    <w:rsid w:val="00B16C45"/>
    <w:rsid w:val="00B17036"/>
    <w:rsid w:val="00B17810"/>
    <w:rsid w:val="00B207E1"/>
    <w:rsid w:val="00B20955"/>
    <w:rsid w:val="00B20B73"/>
    <w:rsid w:val="00B20D04"/>
    <w:rsid w:val="00B2108B"/>
    <w:rsid w:val="00B21FDA"/>
    <w:rsid w:val="00B22020"/>
    <w:rsid w:val="00B228EE"/>
    <w:rsid w:val="00B22A2E"/>
    <w:rsid w:val="00B2345D"/>
    <w:rsid w:val="00B23925"/>
    <w:rsid w:val="00B2526B"/>
    <w:rsid w:val="00B2568B"/>
    <w:rsid w:val="00B2589C"/>
    <w:rsid w:val="00B26421"/>
    <w:rsid w:val="00B26658"/>
    <w:rsid w:val="00B268F0"/>
    <w:rsid w:val="00B26D1E"/>
    <w:rsid w:val="00B27B00"/>
    <w:rsid w:val="00B30280"/>
    <w:rsid w:val="00B30537"/>
    <w:rsid w:val="00B31292"/>
    <w:rsid w:val="00B3140C"/>
    <w:rsid w:val="00B3197E"/>
    <w:rsid w:val="00B31990"/>
    <w:rsid w:val="00B31B67"/>
    <w:rsid w:val="00B324C5"/>
    <w:rsid w:val="00B32C1F"/>
    <w:rsid w:val="00B32D00"/>
    <w:rsid w:val="00B336A9"/>
    <w:rsid w:val="00B353D7"/>
    <w:rsid w:val="00B35DFC"/>
    <w:rsid w:val="00B36651"/>
    <w:rsid w:val="00B3757F"/>
    <w:rsid w:val="00B40DCC"/>
    <w:rsid w:val="00B412E3"/>
    <w:rsid w:val="00B4384A"/>
    <w:rsid w:val="00B44306"/>
    <w:rsid w:val="00B444F2"/>
    <w:rsid w:val="00B44ED8"/>
    <w:rsid w:val="00B45635"/>
    <w:rsid w:val="00B4648B"/>
    <w:rsid w:val="00B50166"/>
    <w:rsid w:val="00B506D9"/>
    <w:rsid w:val="00B50C0E"/>
    <w:rsid w:val="00B50FFD"/>
    <w:rsid w:val="00B51727"/>
    <w:rsid w:val="00B52374"/>
    <w:rsid w:val="00B523F0"/>
    <w:rsid w:val="00B52697"/>
    <w:rsid w:val="00B52941"/>
    <w:rsid w:val="00B5395D"/>
    <w:rsid w:val="00B54356"/>
    <w:rsid w:val="00B54D02"/>
    <w:rsid w:val="00B55019"/>
    <w:rsid w:val="00B559A3"/>
    <w:rsid w:val="00B55DE4"/>
    <w:rsid w:val="00B55EF5"/>
    <w:rsid w:val="00B56376"/>
    <w:rsid w:val="00B56A7A"/>
    <w:rsid w:val="00B60273"/>
    <w:rsid w:val="00B60596"/>
    <w:rsid w:val="00B60B34"/>
    <w:rsid w:val="00B60FCA"/>
    <w:rsid w:val="00B6183E"/>
    <w:rsid w:val="00B625DB"/>
    <w:rsid w:val="00B62843"/>
    <w:rsid w:val="00B62EDD"/>
    <w:rsid w:val="00B62FDD"/>
    <w:rsid w:val="00B63381"/>
    <w:rsid w:val="00B63695"/>
    <w:rsid w:val="00B63E2C"/>
    <w:rsid w:val="00B663EC"/>
    <w:rsid w:val="00B66483"/>
    <w:rsid w:val="00B6658F"/>
    <w:rsid w:val="00B6698F"/>
    <w:rsid w:val="00B6716B"/>
    <w:rsid w:val="00B70BFD"/>
    <w:rsid w:val="00B7103F"/>
    <w:rsid w:val="00B71437"/>
    <w:rsid w:val="00B71690"/>
    <w:rsid w:val="00B717ED"/>
    <w:rsid w:val="00B71C7F"/>
    <w:rsid w:val="00B7273C"/>
    <w:rsid w:val="00B72918"/>
    <w:rsid w:val="00B732EE"/>
    <w:rsid w:val="00B733FC"/>
    <w:rsid w:val="00B7354B"/>
    <w:rsid w:val="00B73837"/>
    <w:rsid w:val="00B75995"/>
    <w:rsid w:val="00B76881"/>
    <w:rsid w:val="00B77121"/>
    <w:rsid w:val="00B778DD"/>
    <w:rsid w:val="00B77D2E"/>
    <w:rsid w:val="00B800A7"/>
    <w:rsid w:val="00B803BE"/>
    <w:rsid w:val="00B80527"/>
    <w:rsid w:val="00B8108C"/>
    <w:rsid w:val="00B8111C"/>
    <w:rsid w:val="00B8127C"/>
    <w:rsid w:val="00B81B10"/>
    <w:rsid w:val="00B824FE"/>
    <w:rsid w:val="00B827E4"/>
    <w:rsid w:val="00B83994"/>
    <w:rsid w:val="00B83D28"/>
    <w:rsid w:val="00B83E7E"/>
    <w:rsid w:val="00B84192"/>
    <w:rsid w:val="00B84AE8"/>
    <w:rsid w:val="00B84AF0"/>
    <w:rsid w:val="00B85366"/>
    <w:rsid w:val="00B85545"/>
    <w:rsid w:val="00B85881"/>
    <w:rsid w:val="00B85E7B"/>
    <w:rsid w:val="00B8609C"/>
    <w:rsid w:val="00B86FA6"/>
    <w:rsid w:val="00B8735F"/>
    <w:rsid w:val="00B87670"/>
    <w:rsid w:val="00B87C1E"/>
    <w:rsid w:val="00B90553"/>
    <w:rsid w:val="00B907EE"/>
    <w:rsid w:val="00B91AA1"/>
    <w:rsid w:val="00B91AD5"/>
    <w:rsid w:val="00B92113"/>
    <w:rsid w:val="00B93145"/>
    <w:rsid w:val="00B9347A"/>
    <w:rsid w:val="00B9446C"/>
    <w:rsid w:val="00B94F2F"/>
    <w:rsid w:val="00B95014"/>
    <w:rsid w:val="00B951B7"/>
    <w:rsid w:val="00B95219"/>
    <w:rsid w:val="00B95AB5"/>
    <w:rsid w:val="00B95C18"/>
    <w:rsid w:val="00BA02AD"/>
    <w:rsid w:val="00BA0BA6"/>
    <w:rsid w:val="00BA0FF9"/>
    <w:rsid w:val="00BA1F13"/>
    <w:rsid w:val="00BA27FF"/>
    <w:rsid w:val="00BA29A4"/>
    <w:rsid w:val="00BA2B77"/>
    <w:rsid w:val="00BA2F9D"/>
    <w:rsid w:val="00BA3331"/>
    <w:rsid w:val="00BA33A4"/>
    <w:rsid w:val="00BA4034"/>
    <w:rsid w:val="00BA42EA"/>
    <w:rsid w:val="00BA4AD9"/>
    <w:rsid w:val="00BA58FD"/>
    <w:rsid w:val="00BA5B5F"/>
    <w:rsid w:val="00BA5E5F"/>
    <w:rsid w:val="00BA642D"/>
    <w:rsid w:val="00BA6933"/>
    <w:rsid w:val="00BA719F"/>
    <w:rsid w:val="00BB0382"/>
    <w:rsid w:val="00BB04D2"/>
    <w:rsid w:val="00BB0F78"/>
    <w:rsid w:val="00BB1014"/>
    <w:rsid w:val="00BB14B2"/>
    <w:rsid w:val="00BB1941"/>
    <w:rsid w:val="00BB1C23"/>
    <w:rsid w:val="00BB27A9"/>
    <w:rsid w:val="00BB2826"/>
    <w:rsid w:val="00BB28A4"/>
    <w:rsid w:val="00BB2922"/>
    <w:rsid w:val="00BB2965"/>
    <w:rsid w:val="00BB2EAC"/>
    <w:rsid w:val="00BB32A1"/>
    <w:rsid w:val="00BB4105"/>
    <w:rsid w:val="00BB433D"/>
    <w:rsid w:val="00BB4C70"/>
    <w:rsid w:val="00BB5167"/>
    <w:rsid w:val="00BB557A"/>
    <w:rsid w:val="00BB5D39"/>
    <w:rsid w:val="00BB5F86"/>
    <w:rsid w:val="00BB676E"/>
    <w:rsid w:val="00BB6945"/>
    <w:rsid w:val="00BB7138"/>
    <w:rsid w:val="00BB715F"/>
    <w:rsid w:val="00BB71DC"/>
    <w:rsid w:val="00BB73FF"/>
    <w:rsid w:val="00BB7EFB"/>
    <w:rsid w:val="00BC0ED2"/>
    <w:rsid w:val="00BC3FFB"/>
    <w:rsid w:val="00BC45C8"/>
    <w:rsid w:val="00BC5039"/>
    <w:rsid w:val="00BC58FC"/>
    <w:rsid w:val="00BC5D56"/>
    <w:rsid w:val="00BC7CEA"/>
    <w:rsid w:val="00BC7FDC"/>
    <w:rsid w:val="00BD07BE"/>
    <w:rsid w:val="00BD109E"/>
    <w:rsid w:val="00BD3516"/>
    <w:rsid w:val="00BD3B5B"/>
    <w:rsid w:val="00BD3E1E"/>
    <w:rsid w:val="00BD4326"/>
    <w:rsid w:val="00BD53DF"/>
    <w:rsid w:val="00BD5583"/>
    <w:rsid w:val="00BD5A3C"/>
    <w:rsid w:val="00BD61ED"/>
    <w:rsid w:val="00BD6FC1"/>
    <w:rsid w:val="00BD7639"/>
    <w:rsid w:val="00BD79E9"/>
    <w:rsid w:val="00BE0790"/>
    <w:rsid w:val="00BE10F0"/>
    <w:rsid w:val="00BE30C6"/>
    <w:rsid w:val="00BE326F"/>
    <w:rsid w:val="00BE3539"/>
    <w:rsid w:val="00BE40B7"/>
    <w:rsid w:val="00BE4410"/>
    <w:rsid w:val="00BE455A"/>
    <w:rsid w:val="00BE498E"/>
    <w:rsid w:val="00BE49A1"/>
    <w:rsid w:val="00BE4B51"/>
    <w:rsid w:val="00BE54BE"/>
    <w:rsid w:val="00BE568A"/>
    <w:rsid w:val="00BE5EA5"/>
    <w:rsid w:val="00BE6462"/>
    <w:rsid w:val="00BE6553"/>
    <w:rsid w:val="00BE6F9B"/>
    <w:rsid w:val="00BE72DE"/>
    <w:rsid w:val="00BF015E"/>
    <w:rsid w:val="00BF01BD"/>
    <w:rsid w:val="00BF12E8"/>
    <w:rsid w:val="00BF222C"/>
    <w:rsid w:val="00BF25EF"/>
    <w:rsid w:val="00BF26F6"/>
    <w:rsid w:val="00BF28D7"/>
    <w:rsid w:val="00BF432E"/>
    <w:rsid w:val="00BF4B60"/>
    <w:rsid w:val="00BF511F"/>
    <w:rsid w:val="00BF53D0"/>
    <w:rsid w:val="00BF54BE"/>
    <w:rsid w:val="00BF6E11"/>
    <w:rsid w:val="00BF7793"/>
    <w:rsid w:val="00BF7BCC"/>
    <w:rsid w:val="00C00089"/>
    <w:rsid w:val="00C00EC7"/>
    <w:rsid w:val="00C016BF"/>
    <w:rsid w:val="00C018B4"/>
    <w:rsid w:val="00C01A05"/>
    <w:rsid w:val="00C01E4C"/>
    <w:rsid w:val="00C0220D"/>
    <w:rsid w:val="00C0256F"/>
    <w:rsid w:val="00C02E39"/>
    <w:rsid w:val="00C038CC"/>
    <w:rsid w:val="00C03B26"/>
    <w:rsid w:val="00C03FBB"/>
    <w:rsid w:val="00C04F33"/>
    <w:rsid w:val="00C05198"/>
    <w:rsid w:val="00C05269"/>
    <w:rsid w:val="00C056E7"/>
    <w:rsid w:val="00C058D5"/>
    <w:rsid w:val="00C0752F"/>
    <w:rsid w:val="00C0783C"/>
    <w:rsid w:val="00C100F7"/>
    <w:rsid w:val="00C11672"/>
    <w:rsid w:val="00C11DDA"/>
    <w:rsid w:val="00C12C35"/>
    <w:rsid w:val="00C12DBE"/>
    <w:rsid w:val="00C13D7B"/>
    <w:rsid w:val="00C148E4"/>
    <w:rsid w:val="00C14F88"/>
    <w:rsid w:val="00C160E0"/>
    <w:rsid w:val="00C16B71"/>
    <w:rsid w:val="00C16BF0"/>
    <w:rsid w:val="00C213F3"/>
    <w:rsid w:val="00C216C7"/>
    <w:rsid w:val="00C219F3"/>
    <w:rsid w:val="00C21E6F"/>
    <w:rsid w:val="00C224E4"/>
    <w:rsid w:val="00C22EAD"/>
    <w:rsid w:val="00C233FA"/>
    <w:rsid w:val="00C235ED"/>
    <w:rsid w:val="00C23C8C"/>
    <w:rsid w:val="00C23EEB"/>
    <w:rsid w:val="00C240F6"/>
    <w:rsid w:val="00C24334"/>
    <w:rsid w:val="00C244C3"/>
    <w:rsid w:val="00C244F4"/>
    <w:rsid w:val="00C245A9"/>
    <w:rsid w:val="00C24DED"/>
    <w:rsid w:val="00C2627A"/>
    <w:rsid w:val="00C26624"/>
    <w:rsid w:val="00C26AF5"/>
    <w:rsid w:val="00C26B94"/>
    <w:rsid w:val="00C27155"/>
    <w:rsid w:val="00C27234"/>
    <w:rsid w:val="00C2780D"/>
    <w:rsid w:val="00C31739"/>
    <w:rsid w:val="00C31E16"/>
    <w:rsid w:val="00C32095"/>
    <w:rsid w:val="00C33108"/>
    <w:rsid w:val="00C33862"/>
    <w:rsid w:val="00C344BD"/>
    <w:rsid w:val="00C34D64"/>
    <w:rsid w:val="00C35953"/>
    <w:rsid w:val="00C35E92"/>
    <w:rsid w:val="00C37487"/>
    <w:rsid w:val="00C4157E"/>
    <w:rsid w:val="00C4195E"/>
    <w:rsid w:val="00C42017"/>
    <w:rsid w:val="00C4215B"/>
    <w:rsid w:val="00C428CE"/>
    <w:rsid w:val="00C42C0C"/>
    <w:rsid w:val="00C43504"/>
    <w:rsid w:val="00C437CC"/>
    <w:rsid w:val="00C44045"/>
    <w:rsid w:val="00C440D4"/>
    <w:rsid w:val="00C441F7"/>
    <w:rsid w:val="00C442D4"/>
    <w:rsid w:val="00C445BF"/>
    <w:rsid w:val="00C4492D"/>
    <w:rsid w:val="00C44D29"/>
    <w:rsid w:val="00C44DD5"/>
    <w:rsid w:val="00C457FE"/>
    <w:rsid w:val="00C45C06"/>
    <w:rsid w:val="00C46708"/>
    <w:rsid w:val="00C46E53"/>
    <w:rsid w:val="00C47048"/>
    <w:rsid w:val="00C47CD0"/>
    <w:rsid w:val="00C5025D"/>
    <w:rsid w:val="00C50792"/>
    <w:rsid w:val="00C50B94"/>
    <w:rsid w:val="00C514C7"/>
    <w:rsid w:val="00C516FF"/>
    <w:rsid w:val="00C519D3"/>
    <w:rsid w:val="00C52825"/>
    <w:rsid w:val="00C5333F"/>
    <w:rsid w:val="00C5390D"/>
    <w:rsid w:val="00C53D74"/>
    <w:rsid w:val="00C54AFA"/>
    <w:rsid w:val="00C55464"/>
    <w:rsid w:val="00C5566E"/>
    <w:rsid w:val="00C558BB"/>
    <w:rsid w:val="00C55B26"/>
    <w:rsid w:val="00C55C4A"/>
    <w:rsid w:val="00C565D3"/>
    <w:rsid w:val="00C56DC7"/>
    <w:rsid w:val="00C570C9"/>
    <w:rsid w:val="00C5784A"/>
    <w:rsid w:val="00C57985"/>
    <w:rsid w:val="00C57BF7"/>
    <w:rsid w:val="00C60B8C"/>
    <w:rsid w:val="00C60DD6"/>
    <w:rsid w:val="00C61235"/>
    <w:rsid w:val="00C61A34"/>
    <w:rsid w:val="00C6305C"/>
    <w:rsid w:val="00C66627"/>
    <w:rsid w:val="00C66706"/>
    <w:rsid w:val="00C66C8B"/>
    <w:rsid w:val="00C67396"/>
    <w:rsid w:val="00C7030F"/>
    <w:rsid w:val="00C70648"/>
    <w:rsid w:val="00C70FFE"/>
    <w:rsid w:val="00C7170C"/>
    <w:rsid w:val="00C723A4"/>
    <w:rsid w:val="00C72918"/>
    <w:rsid w:val="00C73010"/>
    <w:rsid w:val="00C733C9"/>
    <w:rsid w:val="00C73529"/>
    <w:rsid w:val="00C7358A"/>
    <w:rsid w:val="00C73C60"/>
    <w:rsid w:val="00C7480B"/>
    <w:rsid w:val="00C74818"/>
    <w:rsid w:val="00C74C25"/>
    <w:rsid w:val="00C74F35"/>
    <w:rsid w:val="00C75415"/>
    <w:rsid w:val="00C758F5"/>
    <w:rsid w:val="00C76B28"/>
    <w:rsid w:val="00C77BEF"/>
    <w:rsid w:val="00C801A5"/>
    <w:rsid w:val="00C80600"/>
    <w:rsid w:val="00C8061D"/>
    <w:rsid w:val="00C81743"/>
    <w:rsid w:val="00C81C2F"/>
    <w:rsid w:val="00C82204"/>
    <w:rsid w:val="00C82677"/>
    <w:rsid w:val="00C82D22"/>
    <w:rsid w:val="00C82E85"/>
    <w:rsid w:val="00C837B2"/>
    <w:rsid w:val="00C83B28"/>
    <w:rsid w:val="00C858F6"/>
    <w:rsid w:val="00C85F2F"/>
    <w:rsid w:val="00C86A89"/>
    <w:rsid w:val="00C901CD"/>
    <w:rsid w:val="00C905B9"/>
    <w:rsid w:val="00C917F9"/>
    <w:rsid w:val="00C91D29"/>
    <w:rsid w:val="00C92287"/>
    <w:rsid w:val="00C92D42"/>
    <w:rsid w:val="00C92E55"/>
    <w:rsid w:val="00C9594B"/>
    <w:rsid w:val="00C9598F"/>
    <w:rsid w:val="00C95CE3"/>
    <w:rsid w:val="00C95F1B"/>
    <w:rsid w:val="00C96371"/>
    <w:rsid w:val="00C96532"/>
    <w:rsid w:val="00C96F8D"/>
    <w:rsid w:val="00C97196"/>
    <w:rsid w:val="00C97265"/>
    <w:rsid w:val="00C97271"/>
    <w:rsid w:val="00C9787F"/>
    <w:rsid w:val="00C97A1A"/>
    <w:rsid w:val="00C97C93"/>
    <w:rsid w:val="00CA016E"/>
    <w:rsid w:val="00CA07CE"/>
    <w:rsid w:val="00CA0A60"/>
    <w:rsid w:val="00CA0B04"/>
    <w:rsid w:val="00CA0B18"/>
    <w:rsid w:val="00CA109B"/>
    <w:rsid w:val="00CA1B7F"/>
    <w:rsid w:val="00CA1CDE"/>
    <w:rsid w:val="00CA1E42"/>
    <w:rsid w:val="00CA1EE5"/>
    <w:rsid w:val="00CA1FC7"/>
    <w:rsid w:val="00CA2166"/>
    <w:rsid w:val="00CA28C0"/>
    <w:rsid w:val="00CA2C24"/>
    <w:rsid w:val="00CA2C5A"/>
    <w:rsid w:val="00CA309E"/>
    <w:rsid w:val="00CA417C"/>
    <w:rsid w:val="00CA4227"/>
    <w:rsid w:val="00CA4284"/>
    <w:rsid w:val="00CA46F3"/>
    <w:rsid w:val="00CA5451"/>
    <w:rsid w:val="00CA57E9"/>
    <w:rsid w:val="00CA5A2D"/>
    <w:rsid w:val="00CA5EA1"/>
    <w:rsid w:val="00CA63FC"/>
    <w:rsid w:val="00CA7324"/>
    <w:rsid w:val="00CA754A"/>
    <w:rsid w:val="00CA7609"/>
    <w:rsid w:val="00CA7795"/>
    <w:rsid w:val="00CB0D42"/>
    <w:rsid w:val="00CB1546"/>
    <w:rsid w:val="00CB21A7"/>
    <w:rsid w:val="00CB288D"/>
    <w:rsid w:val="00CB2ABB"/>
    <w:rsid w:val="00CB3234"/>
    <w:rsid w:val="00CB4342"/>
    <w:rsid w:val="00CB4F66"/>
    <w:rsid w:val="00CB6C9B"/>
    <w:rsid w:val="00CB6CD6"/>
    <w:rsid w:val="00CB74C1"/>
    <w:rsid w:val="00CC06ED"/>
    <w:rsid w:val="00CC0891"/>
    <w:rsid w:val="00CC0EBB"/>
    <w:rsid w:val="00CC18A6"/>
    <w:rsid w:val="00CC1C30"/>
    <w:rsid w:val="00CC3216"/>
    <w:rsid w:val="00CC3643"/>
    <w:rsid w:val="00CC3E27"/>
    <w:rsid w:val="00CC4CCC"/>
    <w:rsid w:val="00CC4F92"/>
    <w:rsid w:val="00CC5F88"/>
    <w:rsid w:val="00CC6501"/>
    <w:rsid w:val="00CC656A"/>
    <w:rsid w:val="00CC6AAF"/>
    <w:rsid w:val="00CC6F65"/>
    <w:rsid w:val="00CD008D"/>
    <w:rsid w:val="00CD02DA"/>
    <w:rsid w:val="00CD0410"/>
    <w:rsid w:val="00CD084E"/>
    <w:rsid w:val="00CD0F32"/>
    <w:rsid w:val="00CD1311"/>
    <w:rsid w:val="00CD13F5"/>
    <w:rsid w:val="00CD22A0"/>
    <w:rsid w:val="00CD2AF9"/>
    <w:rsid w:val="00CD2DC8"/>
    <w:rsid w:val="00CD4757"/>
    <w:rsid w:val="00CD555C"/>
    <w:rsid w:val="00CD58E4"/>
    <w:rsid w:val="00CD6075"/>
    <w:rsid w:val="00CD74D0"/>
    <w:rsid w:val="00CD78E5"/>
    <w:rsid w:val="00CD7C6A"/>
    <w:rsid w:val="00CE0BAA"/>
    <w:rsid w:val="00CE0BE4"/>
    <w:rsid w:val="00CE147D"/>
    <w:rsid w:val="00CE1B3D"/>
    <w:rsid w:val="00CE1E73"/>
    <w:rsid w:val="00CE22B9"/>
    <w:rsid w:val="00CE2A64"/>
    <w:rsid w:val="00CE2D81"/>
    <w:rsid w:val="00CE346F"/>
    <w:rsid w:val="00CE348B"/>
    <w:rsid w:val="00CE3CF6"/>
    <w:rsid w:val="00CE4153"/>
    <w:rsid w:val="00CE5DFF"/>
    <w:rsid w:val="00CE6762"/>
    <w:rsid w:val="00CE797A"/>
    <w:rsid w:val="00CE7AC4"/>
    <w:rsid w:val="00CF1A3F"/>
    <w:rsid w:val="00CF2951"/>
    <w:rsid w:val="00CF2C11"/>
    <w:rsid w:val="00CF3027"/>
    <w:rsid w:val="00CF3E05"/>
    <w:rsid w:val="00CF4398"/>
    <w:rsid w:val="00CF43EC"/>
    <w:rsid w:val="00CF482A"/>
    <w:rsid w:val="00CF5141"/>
    <w:rsid w:val="00CF51BF"/>
    <w:rsid w:val="00CF5C46"/>
    <w:rsid w:val="00CF5E3B"/>
    <w:rsid w:val="00CF60A3"/>
    <w:rsid w:val="00CF7104"/>
    <w:rsid w:val="00CF7B13"/>
    <w:rsid w:val="00D0051C"/>
    <w:rsid w:val="00D006B6"/>
    <w:rsid w:val="00D00717"/>
    <w:rsid w:val="00D00998"/>
    <w:rsid w:val="00D00BDE"/>
    <w:rsid w:val="00D017B9"/>
    <w:rsid w:val="00D01DAF"/>
    <w:rsid w:val="00D029B4"/>
    <w:rsid w:val="00D02FD7"/>
    <w:rsid w:val="00D03288"/>
    <w:rsid w:val="00D035FA"/>
    <w:rsid w:val="00D03768"/>
    <w:rsid w:val="00D042BF"/>
    <w:rsid w:val="00D04C27"/>
    <w:rsid w:val="00D04F1D"/>
    <w:rsid w:val="00D0500E"/>
    <w:rsid w:val="00D05676"/>
    <w:rsid w:val="00D060EE"/>
    <w:rsid w:val="00D071CE"/>
    <w:rsid w:val="00D074BE"/>
    <w:rsid w:val="00D07F00"/>
    <w:rsid w:val="00D07FEE"/>
    <w:rsid w:val="00D101B4"/>
    <w:rsid w:val="00D108E7"/>
    <w:rsid w:val="00D11B90"/>
    <w:rsid w:val="00D13A81"/>
    <w:rsid w:val="00D14122"/>
    <w:rsid w:val="00D14239"/>
    <w:rsid w:val="00D145C9"/>
    <w:rsid w:val="00D148BA"/>
    <w:rsid w:val="00D14AB2"/>
    <w:rsid w:val="00D14AF4"/>
    <w:rsid w:val="00D14D55"/>
    <w:rsid w:val="00D14DAF"/>
    <w:rsid w:val="00D14EBD"/>
    <w:rsid w:val="00D15475"/>
    <w:rsid w:val="00D15A3D"/>
    <w:rsid w:val="00D1680E"/>
    <w:rsid w:val="00D16A9F"/>
    <w:rsid w:val="00D173EC"/>
    <w:rsid w:val="00D178E2"/>
    <w:rsid w:val="00D17DFF"/>
    <w:rsid w:val="00D20CBC"/>
    <w:rsid w:val="00D2350B"/>
    <w:rsid w:val="00D237F6"/>
    <w:rsid w:val="00D23D74"/>
    <w:rsid w:val="00D246CB"/>
    <w:rsid w:val="00D247AC"/>
    <w:rsid w:val="00D25055"/>
    <w:rsid w:val="00D26A11"/>
    <w:rsid w:val="00D26BCF"/>
    <w:rsid w:val="00D26FC3"/>
    <w:rsid w:val="00D26FD9"/>
    <w:rsid w:val="00D27116"/>
    <w:rsid w:val="00D277B2"/>
    <w:rsid w:val="00D2797F"/>
    <w:rsid w:val="00D308EE"/>
    <w:rsid w:val="00D309AD"/>
    <w:rsid w:val="00D3135C"/>
    <w:rsid w:val="00D313A7"/>
    <w:rsid w:val="00D31D53"/>
    <w:rsid w:val="00D31E19"/>
    <w:rsid w:val="00D32646"/>
    <w:rsid w:val="00D3275D"/>
    <w:rsid w:val="00D32AF1"/>
    <w:rsid w:val="00D32D87"/>
    <w:rsid w:val="00D3322D"/>
    <w:rsid w:val="00D33590"/>
    <w:rsid w:val="00D33717"/>
    <w:rsid w:val="00D3371B"/>
    <w:rsid w:val="00D339AB"/>
    <w:rsid w:val="00D34B36"/>
    <w:rsid w:val="00D35D80"/>
    <w:rsid w:val="00D36221"/>
    <w:rsid w:val="00D37118"/>
    <w:rsid w:val="00D37D22"/>
    <w:rsid w:val="00D4011B"/>
    <w:rsid w:val="00D407A3"/>
    <w:rsid w:val="00D40DDD"/>
    <w:rsid w:val="00D411CA"/>
    <w:rsid w:val="00D4181B"/>
    <w:rsid w:val="00D42E58"/>
    <w:rsid w:val="00D433E1"/>
    <w:rsid w:val="00D44F7F"/>
    <w:rsid w:val="00D45C90"/>
    <w:rsid w:val="00D466DE"/>
    <w:rsid w:val="00D4721B"/>
    <w:rsid w:val="00D472E8"/>
    <w:rsid w:val="00D4738E"/>
    <w:rsid w:val="00D475E9"/>
    <w:rsid w:val="00D4760C"/>
    <w:rsid w:val="00D47752"/>
    <w:rsid w:val="00D478EE"/>
    <w:rsid w:val="00D47E93"/>
    <w:rsid w:val="00D47EF2"/>
    <w:rsid w:val="00D50DC8"/>
    <w:rsid w:val="00D50EE9"/>
    <w:rsid w:val="00D51D54"/>
    <w:rsid w:val="00D52759"/>
    <w:rsid w:val="00D53333"/>
    <w:rsid w:val="00D535F9"/>
    <w:rsid w:val="00D55B5E"/>
    <w:rsid w:val="00D55B7F"/>
    <w:rsid w:val="00D564A8"/>
    <w:rsid w:val="00D57073"/>
    <w:rsid w:val="00D576EF"/>
    <w:rsid w:val="00D605BB"/>
    <w:rsid w:val="00D6064C"/>
    <w:rsid w:val="00D61532"/>
    <w:rsid w:val="00D62439"/>
    <w:rsid w:val="00D62D40"/>
    <w:rsid w:val="00D62F4A"/>
    <w:rsid w:val="00D639EA"/>
    <w:rsid w:val="00D63C46"/>
    <w:rsid w:val="00D6499B"/>
    <w:rsid w:val="00D649E6"/>
    <w:rsid w:val="00D64A87"/>
    <w:rsid w:val="00D64E95"/>
    <w:rsid w:val="00D650A0"/>
    <w:rsid w:val="00D657A1"/>
    <w:rsid w:val="00D65EEB"/>
    <w:rsid w:val="00D66393"/>
    <w:rsid w:val="00D663AE"/>
    <w:rsid w:val="00D663C8"/>
    <w:rsid w:val="00D66530"/>
    <w:rsid w:val="00D66B44"/>
    <w:rsid w:val="00D6725F"/>
    <w:rsid w:val="00D6749C"/>
    <w:rsid w:val="00D702AE"/>
    <w:rsid w:val="00D7086E"/>
    <w:rsid w:val="00D70CB7"/>
    <w:rsid w:val="00D71375"/>
    <w:rsid w:val="00D716EF"/>
    <w:rsid w:val="00D71864"/>
    <w:rsid w:val="00D72B4E"/>
    <w:rsid w:val="00D73409"/>
    <w:rsid w:val="00D74137"/>
    <w:rsid w:val="00D74363"/>
    <w:rsid w:val="00D746AB"/>
    <w:rsid w:val="00D7472C"/>
    <w:rsid w:val="00D75082"/>
    <w:rsid w:val="00D759B5"/>
    <w:rsid w:val="00D75DA8"/>
    <w:rsid w:val="00D7645C"/>
    <w:rsid w:val="00D7670D"/>
    <w:rsid w:val="00D801A4"/>
    <w:rsid w:val="00D80673"/>
    <w:rsid w:val="00D80DC5"/>
    <w:rsid w:val="00D81330"/>
    <w:rsid w:val="00D81E20"/>
    <w:rsid w:val="00D82875"/>
    <w:rsid w:val="00D82EFC"/>
    <w:rsid w:val="00D83761"/>
    <w:rsid w:val="00D83A66"/>
    <w:rsid w:val="00D8528B"/>
    <w:rsid w:val="00D854D8"/>
    <w:rsid w:val="00D868DC"/>
    <w:rsid w:val="00D87099"/>
    <w:rsid w:val="00D912EF"/>
    <w:rsid w:val="00D91C7C"/>
    <w:rsid w:val="00D92248"/>
    <w:rsid w:val="00D92587"/>
    <w:rsid w:val="00D925FC"/>
    <w:rsid w:val="00D9386B"/>
    <w:rsid w:val="00D93FF3"/>
    <w:rsid w:val="00D94B29"/>
    <w:rsid w:val="00D950E1"/>
    <w:rsid w:val="00D957B2"/>
    <w:rsid w:val="00D964DD"/>
    <w:rsid w:val="00D96AF3"/>
    <w:rsid w:val="00D9721C"/>
    <w:rsid w:val="00D97ABD"/>
    <w:rsid w:val="00D97C16"/>
    <w:rsid w:val="00D97C26"/>
    <w:rsid w:val="00D97CED"/>
    <w:rsid w:val="00D97DFF"/>
    <w:rsid w:val="00D97EE7"/>
    <w:rsid w:val="00D97F3A"/>
    <w:rsid w:val="00DA02A1"/>
    <w:rsid w:val="00DA0A8F"/>
    <w:rsid w:val="00DA1E74"/>
    <w:rsid w:val="00DA1E84"/>
    <w:rsid w:val="00DA1ED7"/>
    <w:rsid w:val="00DA1F6E"/>
    <w:rsid w:val="00DA21E0"/>
    <w:rsid w:val="00DA2539"/>
    <w:rsid w:val="00DA3936"/>
    <w:rsid w:val="00DA3D7D"/>
    <w:rsid w:val="00DA3EFC"/>
    <w:rsid w:val="00DA4366"/>
    <w:rsid w:val="00DA5DFB"/>
    <w:rsid w:val="00DA67B9"/>
    <w:rsid w:val="00DA69D3"/>
    <w:rsid w:val="00DA7240"/>
    <w:rsid w:val="00DA76DA"/>
    <w:rsid w:val="00DA76F9"/>
    <w:rsid w:val="00DB0067"/>
    <w:rsid w:val="00DB118E"/>
    <w:rsid w:val="00DB1429"/>
    <w:rsid w:val="00DB1838"/>
    <w:rsid w:val="00DB27DE"/>
    <w:rsid w:val="00DB284B"/>
    <w:rsid w:val="00DB397F"/>
    <w:rsid w:val="00DB43FF"/>
    <w:rsid w:val="00DB4458"/>
    <w:rsid w:val="00DB459D"/>
    <w:rsid w:val="00DB563C"/>
    <w:rsid w:val="00DB66F6"/>
    <w:rsid w:val="00DB676E"/>
    <w:rsid w:val="00DB6C2C"/>
    <w:rsid w:val="00DB6DD8"/>
    <w:rsid w:val="00DB7245"/>
    <w:rsid w:val="00DB7F0D"/>
    <w:rsid w:val="00DB7F96"/>
    <w:rsid w:val="00DC0999"/>
    <w:rsid w:val="00DC0D29"/>
    <w:rsid w:val="00DC1394"/>
    <w:rsid w:val="00DC139B"/>
    <w:rsid w:val="00DC1572"/>
    <w:rsid w:val="00DC24E0"/>
    <w:rsid w:val="00DC3144"/>
    <w:rsid w:val="00DC35FC"/>
    <w:rsid w:val="00DC3F1F"/>
    <w:rsid w:val="00DC4882"/>
    <w:rsid w:val="00DC5240"/>
    <w:rsid w:val="00DC56CC"/>
    <w:rsid w:val="00DC5AE0"/>
    <w:rsid w:val="00DC5EE1"/>
    <w:rsid w:val="00DC646C"/>
    <w:rsid w:val="00DC6E1F"/>
    <w:rsid w:val="00DC7BFE"/>
    <w:rsid w:val="00DC7C6F"/>
    <w:rsid w:val="00DD0E39"/>
    <w:rsid w:val="00DD151B"/>
    <w:rsid w:val="00DD15EF"/>
    <w:rsid w:val="00DD1C94"/>
    <w:rsid w:val="00DD24CB"/>
    <w:rsid w:val="00DD294D"/>
    <w:rsid w:val="00DD2B96"/>
    <w:rsid w:val="00DD39FE"/>
    <w:rsid w:val="00DD3A06"/>
    <w:rsid w:val="00DD482E"/>
    <w:rsid w:val="00DD4D19"/>
    <w:rsid w:val="00DD5B64"/>
    <w:rsid w:val="00DD5BEA"/>
    <w:rsid w:val="00DD6BD4"/>
    <w:rsid w:val="00DD761A"/>
    <w:rsid w:val="00DD7FC5"/>
    <w:rsid w:val="00DE0A99"/>
    <w:rsid w:val="00DE0BDA"/>
    <w:rsid w:val="00DE0BEB"/>
    <w:rsid w:val="00DE14F6"/>
    <w:rsid w:val="00DE1742"/>
    <w:rsid w:val="00DE1F61"/>
    <w:rsid w:val="00DE2100"/>
    <w:rsid w:val="00DE261D"/>
    <w:rsid w:val="00DE2E83"/>
    <w:rsid w:val="00DE4679"/>
    <w:rsid w:val="00DE4768"/>
    <w:rsid w:val="00DE4BC1"/>
    <w:rsid w:val="00DE52E6"/>
    <w:rsid w:val="00DE5478"/>
    <w:rsid w:val="00DE572E"/>
    <w:rsid w:val="00DE57F1"/>
    <w:rsid w:val="00DE63D3"/>
    <w:rsid w:val="00DE6EC1"/>
    <w:rsid w:val="00DF1F11"/>
    <w:rsid w:val="00DF2058"/>
    <w:rsid w:val="00DF21A8"/>
    <w:rsid w:val="00DF2386"/>
    <w:rsid w:val="00DF39B7"/>
    <w:rsid w:val="00DF3C03"/>
    <w:rsid w:val="00DF3C76"/>
    <w:rsid w:val="00DF4998"/>
    <w:rsid w:val="00DF4DE9"/>
    <w:rsid w:val="00DF5251"/>
    <w:rsid w:val="00DF6AD3"/>
    <w:rsid w:val="00DF6E98"/>
    <w:rsid w:val="00DF7343"/>
    <w:rsid w:val="00DF7B13"/>
    <w:rsid w:val="00DF7B47"/>
    <w:rsid w:val="00DF7BDF"/>
    <w:rsid w:val="00DF7EDA"/>
    <w:rsid w:val="00E00007"/>
    <w:rsid w:val="00E00254"/>
    <w:rsid w:val="00E007D4"/>
    <w:rsid w:val="00E0084E"/>
    <w:rsid w:val="00E00C77"/>
    <w:rsid w:val="00E013A0"/>
    <w:rsid w:val="00E01574"/>
    <w:rsid w:val="00E01642"/>
    <w:rsid w:val="00E018DA"/>
    <w:rsid w:val="00E01E4B"/>
    <w:rsid w:val="00E0277C"/>
    <w:rsid w:val="00E0373A"/>
    <w:rsid w:val="00E04C4B"/>
    <w:rsid w:val="00E04D9B"/>
    <w:rsid w:val="00E05079"/>
    <w:rsid w:val="00E05B8E"/>
    <w:rsid w:val="00E06C5E"/>
    <w:rsid w:val="00E1002E"/>
    <w:rsid w:val="00E1006C"/>
    <w:rsid w:val="00E1154A"/>
    <w:rsid w:val="00E115E7"/>
    <w:rsid w:val="00E11B7C"/>
    <w:rsid w:val="00E122C5"/>
    <w:rsid w:val="00E122D8"/>
    <w:rsid w:val="00E12448"/>
    <w:rsid w:val="00E125E1"/>
    <w:rsid w:val="00E12BA2"/>
    <w:rsid w:val="00E15463"/>
    <w:rsid w:val="00E15ABB"/>
    <w:rsid w:val="00E16F97"/>
    <w:rsid w:val="00E21661"/>
    <w:rsid w:val="00E2166F"/>
    <w:rsid w:val="00E22525"/>
    <w:rsid w:val="00E22593"/>
    <w:rsid w:val="00E226BD"/>
    <w:rsid w:val="00E22963"/>
    <w:rsid w:val="00E23617"/>
    <w:rsid w:val="00E23EDE"/>
    <w:rsid w:val="00E23FAC"/>
    <w:rsid w:val="00E24078"/>
    <w:rsid w:val="00E242C5"/>
    <w:rsid w:val="00E25B43"/>
    <w:rsid w:val="00E25F4F"/>
    <w:rsid w:val="00E266FC"/>
    <w:rsid w:val="00E27B9C"/>
    <w:rsid w:val="00E27CE1"/>
    <w:rsid w:val="00E27F6B"/>
    <w:rsid w:val="00E3016C"/>
    <w:rsid w:val="00E3038B"/>
    <w:rsid w:val="00E304CF"/>
    <w:rsid w:val="00E30AAA"/>
    <w:rsid w:val="00E31163"/>
    <w:rsid w:val="00E31B7A"/>
    <w:rsid w:val="00E31E96"/>
    <w:rsid w:val="00E32151"/>
    <w:rsid w:val="00E32B75"/>
    <w:rsid w:val="00E3474B"/>
    <w:rsid w:val="00E35590"/>
    <w:rsid w:val="00E35D11"/>
    <w:rsid w:val="00E363B5"/>
    <w:rsid w:val="00E373DD"/>
    <w:rsid w:val="00E37546"/>
    <w:rsid w:val="00E3755F"/>
    <w:rsid w:val="00E40131"/>
    <w:rsid w:val="00E41009"/>
    <w:rsid w:val="00E41367"/>
    <w:rsid w:val="00E444E3"/>
    <w:rsid w:val="00E45357"/>
    <w:rsid w:val="00E45CB0"/>
    <w:rsid w:val="00E45F8D"/>
    <w:rsid w:val="00E46CB5"/>
    <w:rsid w:val="00E47642"/>
    <w:rsid w:val="00E47D74"/>
    <w:rsid w:val="00E47EA3"/>
    <w:rsid w:val="00E51072"/>
    <w:rsid w:val="00E513F9"/>
    <w:rsid w:val="00E514FC"/>
    <w:rsid w:val="00E51C20"/>
    <w:rsid w:val="00E51ECF"/>
    <w:rsid w:val="00E52CCC"/>
    <w:rsid w:val="00E54B7F"/>
    <w:rsid w:val="00E55BF3"/>
    <w:rsid w:val="00E55E5F"/>
    <w:rsid w:val="00E5670E"/>
    <w:rsid w:val="00E5706E"/>
    <w:rsid w:val="00E57EDE"/>
    <w:rsid w:val="00E57F9B"/>
    <w:rsid w:val="00E602CA"/>
    <w:rsid w:val="00E61889"/>
    <w:rsid w:val="00E61CC3"/>
    <w:rsid w:val="00E623A2"/>
    <w:rsid w:val="00E62CC7"/>
    <w:rsid w:val="00E63597"/>
    <w:rsid w:val="00E64308"/>
    <w:rsid w:val="00E64CFB"/>
    <w:rsid w:val="00E6508B"/>
    <w:rsid w:val="00E659A4"/>
    <w:rsid w:val="00E65ACF"/>
    <w:rsid w:val="00E65BEA"/>
    <w:rsid w:val="00E66DC1"/>
    <w:rsid w:val="00E6702D"/>
    <w:rsid w:val="00E67758"/>
    <w:rsid w:val="00E677B0"/>
    <w:rsid w:val="00E700B5"/>
    <w:rsid w:val="00E7161B"/>
    <w:rsid w:val="00E71B7A"/>
    <w:rsid w:val="00E71DA5"/>
    <w:rsid w:val="00E73192"/>
    <w:rsid w:val="00E7323F"/>
    <w:rsid w:val="00E734DF"/>
    <w:rsid w:val="00E7386F"/>
    <w:rsid w:val="00E73DC2"/>
    <w:rsid w:val="00E74230"/>
    <w:rsid w:val="00E74265"/>
    <w:rsid w:val="00E74A16"/>
    <w:rsid w:val="00E74B41"/>
    <w:rsid w:val="00E74D8B"/>
    <w:rsid w:val="00E74F4F"/>
    <w:rsid w:val="00E75D84"/>
    <w:rsid w:val="00E760F6"/>
    <w:rsid w:val="00E765D7"/>
    <w:rsid w:val="00E77E73"/>
    <w:rsid w:val="00E80B6B"/>
    <w:rsid w:val="00E81ABB"/>
    <w:rsid w:val="00E81D47"/>
    <w:rsid w:val="00E8212C"/>
    <w:rsid w:val="00E82D22"/>
    <w:rsid w:val="00E831D4"/>
    <w:rsid w:val="00E840DF"/>
    <w:rsid w:val="00E857FD"/>
    <w:rsid w:val="00E85A06"/>
    <w:rsid w:val="00E867FE"/>
    <w:rsid w:val="00E87777"/>
    <w:rsid w:val="00E878DD"/>
    <w:rsid w:val="00E87D02"/>
    <w:rsid w:val="00E90689"/>
    <w:rsid w:val="00E910D6"/>
    <w:rsid w:val="00E9226F"/>
    <w:rsid w:val="00E9280A"/>
    <w:rsid w:val="00E92869"/>
    <w:rsid w:val="00E93038"/>
    <w:rsid w:val="00E93B30"/>
    <w:rsid w:val="00E93E0C"/>
    <w:rsid w:val="00E949C6"/>
    <w:rsid w:val="00E9551E"/>
    <w:rsid w:val="00E966D9"/>
    <w:rsid w:val="00E96DB5"/>
    <w:rsid w:val="00E9724D"/>
    <w:rsid w:val="00E972A3"/>
    <w:rsid w:val="00EA0607"/>
    <w:rsid w:val="00EA0D6D"/>
    <w:rsid w:val="00EA1C61"/>
    <w:rsid w:val="00EA34CB"/>
    <w:rsid w:val="00EA3AA5"/>
    <w:rsid w:val="00EA40CF"/>
    <w:rsid w:val="00EA4B9D"/>
    <w:rsid w:val="00EA5191"/>
    <w:rsid w:val="00EA6A70"/>
    <w:rsid w:val="00EA7704"/>
    <w:rsid w:val="00EB057C"/>
    <w:rsid w:val="00EB0601"/>
    <w:rsid w:val="00EB149B"/>
    <w:rsid w:val="00EB1E91"/>
    <w:rsid w:val="00EB2A16"/>
    <w:rsid w:val="00EB3800"/>
    <w:rsid w:val="00EB3850"/>
    <w:rsid w:val="00EB3CD1"/>
    <w:rsid w:val="00EB3D90"/>
    <w:rsid w:val="00EB4992"/>
    <w:rsid w:val="00EB4B68"/>
    <w:rsid w:val="00EB55A2"/>
    <w:rsid w:val="00EB5CA5"/>
    <w:rsid w:val="00EB75A3"/>
    <w:rsid w:val="00EB76C5"/>
    <w:rsid w:val="00EC0011"/>
    <w:rsid w:val="00EC0562"/>
    <w:rsid w:val="00EC1221"/>
    <w:rsid w:val="00EC12E7"/>
    <w:rsid w:val="00EC1300"/>
    <w:rsid w:val="00EC184B"/>
    <w:rsid w:val="00EC1A11"/>
    <w:rsid w:val="00EC30BC"/>
    <w:rsid w:val="00EC3D6A"/>
    <w:rsid w:val="00EC3F98"/>
    <w:rsid w:val="00EC4041"/>
    <w:rsid w:val="00EC413F"/>
    <w:rsid w:val="00EC43AA"/>
    <w:rsid w:val="00EC4596"/>
    <w:rsid w:val="00EC4F0F"/>
    <w:rsid w:val="00EC4F7A"/>
    <w:rsid w:val="00EC585F"/>
    <w:rsid w:val="00EC6E21"/>
    <w:rsid w:val="00EC77A5"/>
    <w:rsid w:val="00EC7EFF"/>
    <w:rsid w:val="00EC7F3C"/>
    <w:rsid w:val="00ED0285"/>
    <w:rsid w:val="00ED0497"/>
    <w:rsid w:val="00ED0E30"/>
    <w:rsid w:val="00ED0E91"/>
    <w:rsid w:val="00ED120F"/>
    <w:rsid w:val="00ED133E"/>
    <w:rsid w:val="00ED1B46"/>
    <w:rsid w:val="00ED1EDA"/>
    <w:rsid w:val="00ED2082"/>
    <w:rsid w:val="00ED22EF"/>
    <w:rsid w:val="00ED29DB"/>
    <w:rsid w:val="00ED2AF2"/>
    <w:rsid w:val="00ED34ED"/>
    <w:rsid w:val="00ED459B"/>
    <w:rsid w:val="00ED49AC"/>
    <w:rsid w:val="00ED4B37"/>
    <w:rsid w:val="00ED575F"/>
    <w:rsid w:val="00ED59DF"/>
    <w:rsid w:val="00ED68F3"/>
    <w:rsid w:val="00ED72EB"/>
    <w:rsid w:val="00ED7722"/>
    <w:rsid w:val="00ED7D4B"/>
    <w:rsid w:val="00ED7E41"/>
    <w:rsid w:val="00EE0E50"/>
    <w:rsid w:val="00EE0E54"/>
    <w:rsid w:val="00EE108C"/>
    <w:rsid w:val="00EE17B4"/>
    <w:rsid w:val="00EE22D2"/>
    <w:rsid w:val="00EE2BF8"/>
    <w:rsid w:val="00EE3456"/>
    <w:rsid w:val="00EE354E"/>
    <w:rsid w:val="00EE3ACE"/>
    <w:rsid w:val="00EE4700"/>
    <w:rsid w:val="00EE4DAD"/>
    <w:rsid w:val="00EE50CF"/>
    <w:rsid w:val="00EE5824"/>
    <w:rsid w:val="00EE5A3A"/>
    <w:rsid w:val="00EE78A6"/>
    <w:rsid w:val="00EF05F7"/>
    <w:rsid w:val="00EF07BA"/>
    <w:rsid w:val="00EF0B1B"/>
    <w:rsid w:val="00EF1DA5"/>
    <w:rsid w:val="00EF2098"/>
    <w:rsid w:val="00EF29C7"/>
    <w:rsid w:val="00EF2D47"/>
    <w:rsid w:val="00EF2FC5"/>
    <w:rsid w:val="00EF3005"/>
    <w:rsid w:val="00EF3560"/>
    <w:rsid w:val="00EF3E91"/>
    <w:rsid w:val="00EF473F"/>
    <w:rsid w:val="00EF49D5"/>
    <w:rsid w:val="00EF4E37"/>
    <w:rsid w:val="00EF58EE"/>
    <w:rsid w:val="00EF5C4A"/>
    <w:rsid w:val="00EF5DE1"/>
    <w:rsid w:val="00EF6081"/>
    <w:rsid w:val="00EF6664"/>
    <w:rsid w:val="00EF68DD"/>
    <w:rsid w:val="00EF73FD"/>
    <w:rsid w:val="00F005A6"/>
    <w:rsid w:val="00F005F8"/>
    <w:rsid w:val="00F00C67"/>
    <w:rsid w:val="00F0150A"/>
    <w:rsid w:val="00F015B2"/>
    <w:rsid w:val="00F0190D"/>
    <w:rsid w:val="00F01A11"/>
    <w:rsid w:val="00F01AEB"/>
    <w:rsid w:val="00F01C51"/>
    <w:rsid w:val="00F01F98"/>
    <w:rsid w:val="00F02008"/>
    <w:rsid w:val="00F029D8"/>
    <w:rsid w:val="00F02B56"/>
    <w:rsid w:val="00F02E62"/>
    <w:rsid w:val="00F035D2"/>
    <w:rsid w:val="00F03D09"/>
    <w:rsid w:val="00F04EB2"/>
    <w:rsid w:val="00F050D7"/>
    <w:rsid w:val="00F0550D"/>
    <w:rsid w:val="00F05A43"/>
    <w:rsid w:val="00F062D8"/>
    <w:rsid w:val="00F06A46"/>
    <w:rsid w:val="00F06C1A"/>
    <w:rsid w:val="00F07F75"/>
    <w:rsid w:val="00F10378"/>
    <w:rsid w:val="00F104AC"/>
    <w:rsid w:val="00F109AD"/>
    <w:rsid w:val="00F10CE9"/>
    <w:rsid w:val="00F118A1"/>
    <w:rsid w:val="00F11CA3"/>
    <w:rsid w:val="00F1271A"/>
    <w:rsid w:val="00F12CF8"/>
    <w:rsid w:val="00F13B93"/>
    <w:rsid w:val="00F14C4D"/>
    <w:rsid w:val="00F14E14"/>
    <w:rsid w:val="00F1594E"/>
    <w:rsid w:val="00F16036"/>
    <w:rsid w:val="00F1669F"/>
    <w:rsid w:val="00F16BC2"/>
    <w:rsid w:val="00F16C54"/>
    <w:rsid w:val="00F172DB"/>
    <w:rsid w:val="00F176C7"/>
    <w:rsid w:val="00F201F5"/>
    <w:rsid w:val="00F2065C"/>
    <w:rsid w:val="00F20D42"/>
    <w:rsid w:val="00F20F2D"/>
    <w:rsid w:val="00F2151B"/>
    <w:rsid w:val="00F2172B"/>
    <w:rsid w:val="00F21AC1"/>
    <w:rsid w:val="00F2204F"/>
    <w:rsid w:val="00F2261C"/>
    <w:rsid w:val="00F22B40"/>
    <w:rsid w:val="00F22BE5"/>
    <w:rsid w:val="00F231E2"/>
    <w:rsid w:val="00F23558"/>
    <w:rsid w:val="00F24374"/>
    <w:rsid w:val="00F2484A"/>
    <w:rsid w:val="00F25179"/>
    <w:rsid w:val="00F25D32"/>
    <w:rsid w:val="00F25F6E"/>
    <w:rsid w:val="00F25FC3"/>
    <w:rsid w:val="00F26418"/>
    <w:rsid w:val="00F26C19"/>
    <w:rsid w:val="00F2711D"/>
    <w:rsid w:val="00F27AE5"/>
    <w:rsid w:val="00F27D57"/>
    <w:rsid w:val="00F308F9"/>
    <w:rsid w:val="00F30C79"/>
    <w:rsid w:val="00F30FCF"/>
    <w:rsid w:val="00F3114C"/>
    <w:rsid w:val="00F3136F"/>
    <w:rsid w:val="00F314EC"/>
    <w:rsid w:val="00F32189"/>
    <w:rsid w:val="00F33112"/>
    <w:rsid w:val="00F3334A"/>
    <w:rsid w:val="00F34F6B"/>
    <w:rsid w:val="00F350EE"/>
    <w:rsid w:val="00F356AA"/>
    <w:rsid w:val="00F37099"/>
    <w:rsid w:val="00F375F2"/>
    <w:rsid w:val="00F40209"/>
    <w:rsid w:val="00F40A75"/>
    <w:rsid w:val="00F41583"/>
    <w:rsid w:val="00F41808"/>
    <w:rsid w:val="00F4272D"/>
    <w:rsid w:val="00F428FE"/>
    <w:rsid w:val="00F430AF"/>
    <w:rsid w:val="00F4340A"/>
    <w:rsid w:val="00F43918"/>
    <w:rsid w:val="00F440BF"/>
    <w:rsid w:val="00F44397"/>
    <w:rsid w:val="00F44A59"/>
    <w:rsid w:val="00F44EF4"/>
    <w:rsid w:val="00F44F74"/>
    <w:rsid w:val="00F452BC"/>
    <w:rsid w:val="00F45ACF"/>
    <w:rsid w:val="00F467E4"/>
    <w:rsid w:val="00F4681F"/>
    <w:rsid w:val="00F46F3F"/>
    <w:rsid w:val="00F4797E"/>
    <w:rsid w:val="00F479A0"/>
    <w:rsid w:val="00F47FEF"/>
    <w:rsid w:val="00F503FC"/>
    <w:rsid w:val="00F50998"/>
    <w:rsid w:val="00F51CFA"/>
    <w:rsid w:val="00F51D7F"/>
    <w:rsid w:val="00F521E0"/>
    <w:rsid w:val="00F52551"/>
    <w:rsid w:val="00F52621"/>
    <w:rsid w:val="00F5299E"/>
    <w:rsid w:val="00F52E0C"/>
    <w:rsid w:val="00F53B79"/>
    <w:rsid w:val="00F54824"/>
    <w:rsid w:val="00F55316"/>
    <w:rsid w:val="00F559AA"/>
    <w:rsid w:val="00F56406"/>
    <w:rsid w:val="00F57749"/>
    <w:rsid w:val="00F5793B"/>
    <w:rsid w:val="00F605E4"/>
    <w:rsid w:val="00F61F1F"/>
    <w:rsid w:val="00F625F7"/>
    <w:rsid w:val="00F62B2C"/>
    <w:rsid w:val="00F62D14"/>
    <w:rsid w:val="00F632CE"/>
    <w:rsid w:val="00F63420"/>
    <w:rsid w:val="00F63B1F"/>
    <w:rsid w:val="00F64281"/>
    <w:rsid w:val="00F642C2"/>
    <w:rsid w:val="00F64D16"/>
    <w:rsid w:val="00F65271"/>
    <w:rsid w:val="00F65590"/>
    <w:rsid w:val="00F65EF4"/>
    <w:rsid w:val="00F67702"/>
    <w:rsid w:val="00F7035B"/>
    <w:rsid w:val="00F71211"/>
    <w:rsid w:val="00F7169D"/>
    <w:rsid w:val="00F71CE0"/>
    <w:rsid w:val="00F72B19"/>
    <w:rsid w:val="00F72F74"/>
    <w:rsid w:val="00F7304B"/>
    <w:rsid w:val="00F73646"/>
    <w:rsid w:val="00F73930"/>
    <w:rsid w:val="00F748D4"/>
    <w:rsid w:val="00F7504A"/>
    <w:rsid w:val="00F753B7"/>
    <w:rsid w:val="00F75596"/>
    <w:rsid w:val="00F75C4F"/>
    <w:rsid w:val="00F7794E"/>
    <w:rsid w:val="00F7797D"/>
    <w:rsid w:val="00F80252"/>
    <w:rsid w:val="00F81357"/>
    <w:rsid w:val="00F81CA2"/>
    <w:rsid w:val="00F8297B"/>
    <w:rsid w:val="00F82C61"/>
    <w:rsid w:val="00F8305A"/>
    <w:rsid w:val="00F837F1"/>
    <w:rsid w:val="00F83EEB"/>
    <w:rsid w:val="00F84958"/>
    <w:rsid w:val="00F84F56"/>
    <w:rsid w:val="00F8534F"/>
    <w:rsid w:val="00F856B8"/>
    <w:rsid w:val="00F85F4A"/>
    <w:rsid w:val="00F86448"/>
    <w:rsid w:val="00F86540"/>
    <w:rsid w:val="00F8685D"/>
    <w:rsid w:val="00F87F56"/>
    <w:rsid w:val="00F87FF2"/>
    <w:rsid w:val="00F90438"/>
    <w:rsid w:val="00F90F33"/>
    <w:rsid w:val="00F911EF"/>
    <w:rsid w:val="00F91717"/>
    <w:rsid w:val="00F91C70"/>
    <w:rsid w:val="00F9263B"/>
    <w:rsid w:val="00F92735"/>
    <w:rsid w:val="00F932BC"/>
    <w:rsid w:val="00F935F6"/>
    <w:rsid w:val="00F959F4"/>
    <w:rsid w:val="00F97858"/>
    <w:rsid w:val="00F97DB7"/>
    <w:rsid w:val="00FA15BE"/>
    <w:rsid w:val="00FA178B"/>
    <w:rsid w:val="00FA1F72"/>
    <w:rsid w:val="00FA2442"/>
    <w:rsid w:val="00FA2451"/>
    <w:rsid w:val="00FA252E"/>
    <w:rsid w:val="00FA25A2"/>
    <w:rsid w:val="00FA4679"/>
    <w:rsid w:val="00FA48DE"/>
    <w:rsid w:val="00FA49D2"/>
    <w:rsid w:val="00FA5198"/>
    <w:rsid w:val="00FA5414"/>
    <w:rsid w:val="00FA6347"/>
    <w:rsid w:val="00FA6706"/>
    <w:rsid w:val="00FA6DF3"/>
    <w:rsid w:val="00FA6E3E"/>
    <w:rsid w:val="00FA7249"/>
    <w:rsid w:val="00FA7851"/>
    <w:rsid w:val="00FB0BD6"/>
    <w:rsid w:val="00FB1553"/>
    <w:rsid w:val="00FB2016"/>
    <w:rsid w:val="00FB247A"/>
    <w:rsid w:val="00FB261D"/>
    <w:rsid w:val="00FB2D2A"/>
    <w:rsid w:val="00FB33F3"/>
    <w:rsid w:val="00FB3698"/>
    <w:rsid w:val="00FB376D"/>
    <w:rsid w:val="00FB3A3D"/>
    <w:rsid w:val="00FB3A52"/>
    <w:rsid w:val="00FB444E"/>
    <w:rsid w:val="00FB4A47"/>
    <w:rsid w:val="00FB5162"/>
    <w:rsid w:val="00FB56B1"/>
    <w:rsid w:val="00FB578F"/>
    <w:rsid w:val="00FB5E52"/>
    <w:rsid w:val="00FB5EF4"/>
    <w:rsid w:val="00FB65C5"/>
    <w:rsid w:val="00FB771A"/>
    <w:rsid w:val="00FB781D"/>
    <w:rsid w:val="00FB78CA"/>
    <w:rsid w:val="00FC050D"/>
    <w:rsid w:val="00FC0917"/>
    <w:rsid w:val="00FC1865"/>
    <w:rsid w:val="00FC26CA"/>
    <w:rsid w:val="00FC2978"/>
    <w:rsid w:val="00FC2980"/>
    <w:rsid w:val="00FC443F"/>
    <w:rsid w:val="00FC5AFD"/>
    <w:rsid w:val="00FC5B1D"/>
    <w:rsid w:val="00FC6722"/>
    <w:rsid w:val="00FC68F2"/>
    <w:rsid w:val="00FC6F4B"/>
    <w:rsid w:val="00FC7765"/>
    <w:rsid w:val="00FD01BD"/>
    <w:rsid w:val="00FD03D4"/>
    <w:rsid w:val="00FD0A48"/>
    <w:rsid w:val="00FD1384"/>
    <w:rsid w:val="00FD17A7"/>
    <w:rsid w:val="00FD1F85"/>
    <w:rsid w:val="00FD3000"/>
    <w:rsid w:val="00FD42AF"/>
    <w:rsid w:val="00FD469B"/>
    <w:rsid w:val="00FD61EE"/>
    <w:rsid w:val="00FD6B94"/>
    <w:rsid w:val="00FE0D3A"/>
    <w:rsid w:val="00FE1596"/>
    <w:rsid w:val="00FE1689"/>
    <w:rsid w:val="00FE18E9"/>
    <w:rsid w:val="00FE218E"/>
    <w:rsid w:val="00FE27A7"/>
    <w:rsid w:val="00FE3EE7"/>
    <w:rsid w:val="00FE434C"/>
    <w:rsid w:val="00FE48F6"/>
    <w:rsid w:val="00FE5D1D"/>
    <w:rsid w:val="00FE63E8"/>
    <w:rsid w:val="00FE6A81"/>
    <w:rsid w:val="00FE75A8"/>
    <w:rsid w:val="00FF043B"/>
    <w:rsid w:val="00FF0F66"/>
    <w:rsid w:val="00FF17E1"/>
    <w:rsid w:val="00FF1D38"/>
    <w:rsid w:val="00FF30E1"/>
    <w:rsid w:val="00FF5B74"/>
    <w:rsid w:val="00FF5DF9"/>
    <w:rsid w:val="00FF7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9393"/>
    <o:shapelayout v:ext="edit">
      <o:idmap v:ext="edit" data="1"/>
    </o:shapelayout>
  </w:shapeDefaults>
  <w:decimalSymbol w:val=","/>
  <w:listSeparator w:val=";"/>
  <w14:docId w14:val="2EC76063"/>
  <w15:docId w15:val="{62493B17-644D-4D21-BC6A-7A09044B76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B3757F"/>
    <w:pPr>
      <w:jc w:val="both"/>
    </w:pPr>
    <w:rPr>
      <w:sz w:val="24"/>
    </w:rPr>
  </w:style>
  <w:style w:type="paragraph" w:styleId="1">
    <w:name w:val="heading 1"/>
    <w:basedOn w:val="a1"/>
    <w:next w:val="a1"/>
    <w:link w:val="10"/>
    <w:uiPriority w:val="9"/>
    <w:qFormat/>
    <w:rsid w:val="00F44EF4"/>
    <w:pPr>
      <w:tabs>
        <w:tab w:val="left" w:pos="3969"/>
        <w:tab w:val="left" w:pos="4111"/>
      </w:tabs>
      <w:jc w:val="center"/>
      <w:outlineLvl w:val="0"/>
    </w:pPr>
    <w:rPr>
      <w:b/>
    </w:rPr>
  </w:style>
  <w:style w:type="paragraph" w:styleId="2">
    <w:name w:val="heading 2"/>
    <w:basedOn w:val="a1"/>
    <w:next w:val="a1"/>
    <w:link w:val="20"/>
    <w:uiPriority w:val="9"/>
    <w:qFormat/>
    <w:rsid w:val="00F44EF4"/>
    <w:pPr>
      <w:keepNext/>
      <w:jc w:val="center"/>
      <w:outlineLvl w:val="1"/>
    </w:pPr>
    <w:rPr>
      <w:b/>
    </w:rPr>
  </w:style>
  <w:style w:type="paragraph" w:styleId="3">
    <w:name w:val="heading 3"/>
    <w:basedOn w:val="a1"/>
    <w:next w:val="a1"/>
    <w:link w:val="30"/>
    <w:qFormat/>
    <w:rsid w:val="00F44EF4"/>
    <w:pPr>
      <w:keepNext/>
      <w:jc w:val="center"/>
      <w:outlineLvl w:val="2"/>
    </w:pPr>
    <w:rPr>
      <w:b/>
    </w:rPr>
  </w:style>
  <w:style w:type="paragraph" w:styleId="4">
    <w:name w:val="heading 4"/>
    <w:basedOn w:val="a1"/>
    <w:next w:val="a1"/>
    <w:link w:val="40"/>
    <w:qFormat/>
    <w:rsid w:val="00F44EF4"/>
    <w:pPr>
      <w:keepNext/>
      <w:ind w:right="-524"/>
      <w:jc w:val="right"/>
      <w:outlineLvl w:val="3"/>
    </w:pPr>
    <w:rPr>
      <w:b/>
      <w:bCs/>
      <w:szCs w:val="24"/>
      <w:lang w:val="x-none" w:eastAsia="x-none"/>
    </w:rPr>
  </w:style>
  <w:style w:type="paragraph" w:styleId="5">
    <w:name w:val="heading 5"/>
    <w:basedOn w:val="a1"/>
    <w:next w:val="a1"/>
    <w:link w:val="50"/>
    <w:qFormat/>
    <w:rsid w:val="00F44EF4"/>
    <w:pPr>
      <w:outlineLvl w:val="4"/>
    </w:pPr>
  </w:style>
  <w:style w:type="paragraph" w:styleId="6">
    <w:name w:val="heading 6"/>
    <w:basedOn w:val="a1"/>
    <w:next w:val="a1"/>
    <w:link w:val="60"/>
    <w:qFormat/>
    <w:rsid w:val="00F44EF4"/>
    <w:pPr>
      <w:outlineLvl w:val="5"/>
    </w:pPr>
  </w:style>
  <w:style w:type="paragraph" w:styleId="7">
    <w:name w:val="heading 7"/>
    <w:basedOn w:val="a1"/>
    <w:next w:val="a1"/>
    <w:link w:val="70"/>
    <w:qFormat/>
    <w:rsid w:val="00F44EF4"/>
    <w:pPr>
      <w:keepNext/>
      <w:jc w:val="center"/>
      <w:outlineLvl w:val="6"/>
    </w:pPr>
    <w:rPr>
      <w:sz w:val="28"/>
      <w:szCs w:val="28"/>
    </w:rPr>
  </w:style>
  <w:style w:type="paragraph" w:styleId="8">
    <w:name w:val="heading 8"/>
    <w:basedOn w:val="a1"/>
    <w:next w:val="a1"/>
    <w:link w:val="80"/>
    <w:qFormat/>
    <w:rsid w:val="00F44EF4"/>
    <w:pPr>
      <w:keepNext/>
      <w:jc w:val="center"/>
      <w:outlineLvl w:val="7"/>
    </w:pPr>
    <w:rPr>
      <w:rFonts w:ascii="Arial" w:hAnsi="Arial" w:cs="Arial"/>
      <w:b/>
      <w:bCs/>
      <w:szCs w:val="24"/>
    </w:rPr>
  </w:style>
  <w:style w:type="paragraph" w:styleId="9">
    <w:name w:val="heading 9"/>
    <w:basedOn w:val="a1"/>
    <w:next w:val="a1"/>
    <w:link w:val="90"/>
    <w:qFormat/>
    <w:rsid w:val="00F44EF4"/>
    <w:pPr>
      <w:outlineLvl w:val="8"/>
    </w:p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5">
    <w:name w:val="Шапка_Тит_Листа"/>
    <w:basedOn w:val="a1"/>
    <w:rsid w:val="00F44EF4"/>
    <w:pPr>
      <w:jc w:val="center"/>
    </w:pPr>
    <w:rPr>
      <w:b/>
      <w:sz w:val="28"/>
    </w:rPr>
  </w:style>
  <w:style w:type="paragraph" w:customStyle="1" w:styleId="a6">
    <w:name w:val="Заголовок_Тит_Лист"/>
    <w:basedOn w:val="a1"/>
    <w:rsid w:val="00F44EF4"/>
    <w:pPr>
      <w:tabs>
        <w:tab w:val="left" w:pos="0"/>
      </w:tabs>
      <w:jc w:val="center"/>
    </w:pPr>
    <w:rPr>
      <w:b/>
      <w:caps/>
      <w:sz w:val="28"/>
    </w:rPr>
  </w:style>
  <w:style w:type="paragraph" w:customStyle="1" w:styleId="a7">
    <w:name w:val="Подзаголовок_Тит_Лист"/>
    <w:basedOn w:val="a1"/>
    <w:rsid w:val="00F44EF4"/>
    <w:pPr>
      <w:jc w:val="center"/>
    </w:pPr>
    <w:rPr>
      <w:b/>
      <w:sz w:val="28"/>
    </w:rPr>
  </w:style>
  <w:style w:type="paragraph" w:styleId="41">
    <w:name w:val="toc 4"/>
    <w:basedOn w:val="a1"/>
    <w:next w:val="a1"/>
    <w:autoRedefine/>
    <w:semiHidden/>
    <w:rsid w:val="00F44EF4"/>
    <w:pPr>
      <w:ind w:left="720"/>
    </w:pPr>
  </w:style>
  <w:style w:type="paragraph" w:styleId="a8">
    <w:name w:val="header"/>
    <w:basedOn w:val="a1"/>
    <w:link w:val="a9"/>
    <w:uiPriority w:val="99"/>
    <w:rsid w:val="00F44EF4"/>
    <w:pPr>
      <w:tabs>
        <w:tab w:val="center" w:pos="4153"/>
        <w:tab w:val="right" w:pos="8306"/>
      </w:tabs>
      <w:jc w:val="center"/>
    </w:pPr>
    <w:rPr>
      <w:color w:val="808080"/>
      <w:sz w:val="18"/>
    </w:rPr>
  </w:style>
  <w:style w:type="paragraph" w:styleId="11">
    <w:name w:val="toc 1"/>
    <w:basedOn w:val="a1"/>
    <w:next w:val="a1"/>
    <w:autoRedefine/>
    <w:uiPriority w:val="39"/>
    <w:qFormat/>
    <w:rsid w:val="00685CC7"/>
    <w:pPr>
      <w:tabs>
        <w:tab w:val="left" w:pos="480"/>
        <w:tab w:val="right" w:leader="dot" w:pos="9356"/>
      </w:tabs>
      <w:spacing w:after="100"/>
      <w:ind w:right="560"/>
      <w:jc w:val="center"/>
    </w:pPr>
    <w:rPr>
      <w:rFonts w:ascii="Tahoma" w:hAnsi="Tahoma" w:cs="Tahoma"/>
      <w:noProof/>
    </w:rPr>
  </w:style>
  <w:style w:type="paragraph" w:styleId="aa">
    <w:name w:val="footer"/>
    <w:basedOn w:val="a1"/>
    <w:link w:val="ab"/>
    <w:rsid w:val="00F44EF4"/>
    <w:pPr>
      <w:tabs>
        <w:tab w:val="center" w:pos="4844"/>
        <w:tab w:val="right" w:pos="9689"/>
      </w:tabs>
    </w:pPr>
    <w:rPr>
      <w:lang w:val="x-none" w:eastAsia="x-none"/>
    </w:rPr>
  </w:style>
  <w:style w:type="paragraph" w:customStyle="1" w:styleId="ac">
    <w:name w:val="Термин"/>
    <w:basedOn w:val="a1"/>
    <w:rsid w:val="00F44EF4"/>
    <w:pPr>
      <w:spacing w:before="180"/>
    </w:pPr>
  </w:style>
  <w:style w:type="paragraph" w:styleId="21">
    <w:name w:val="toc 2"/>
    <w:basedOn w:val="a1"/>
    <w:next w:val="a1"/>
    <w:autoRedefine/>
    <w:uiPriority w:val="39"/>
    <w:qFormat/>
    <w:rsid w:val="00F44EF4"/>
    <w:pPr>
      <w:ind w:left="240"/>
    </w:pPr>
  </w:style>
  <w:style w:type="paragraph" w:customStyle="1" w:styleId="ad">
    <w:name w:val="Методич_Указания"/>
    <w:basedOn w:val="a1"/>
    <w:rsid w:val="00F44EF4"/>
    <w:rPr>
      <w:color w:val="0000FF"/>
      <w:sz w:val="20"/>
      <w:u w:val="single"/>
    </w:rPr>
  </w:style>
  <w:style w:type="paragraph" w:customStyle="1" w:styleId="ae">
    <w:name w:val="Приложение"/>
    <w:basedOn w:val="1"/>
    <w:rsid w:val="00F44EF4"/>
    <w:pPr>
      <w:tabs>
        <w:tab w:val="clear" w:pos="3969"/>
        <w:tab w:val="clear" w:pos="4111"/>
      </w:tabs>
      <w:jc w:val="right"/>
    </w:pPr>
  </w:style>
  <w:style w:type="paragraph" w:styleId="31">
    <w:name w:val="toc 3"/>
    <w:basedOn w:val="a1"/>
    <w:next w:val="a1"/>
    <w:autoRedefine/>
    <w:uiPriority w:val="39"/>
    <w:qFormat/>
    <w:rsid w:val="00F44EF4"/>
    <w:pPr>
      <w:ind w:left="480"/>
    </w:pPr>
  </w:style>
  <w:style w:type="character" w:styleId="af">
    <w:name w:val="footnote reference"/>
    <w:uiPriority w:val="99"/>
    <w:rsid w:val="00F44EF4"/>
    <w:rPr>
      <w:vertAlign w:val="superscript"/>
    </w:rPr>
  </w:style>
  <w:style w:type="paragraph" w:styleId="af0">
    <w:name w:val="footnote text"/>
    <w:aliases w:val="Car"/>
    <w:basedOn w:val="a1"/>
    <w:link w:val="af1"/>
    <w:qFormat/>
    <w:rsid w:val="00F44EF4"/>
    <w:rPr>
      <w:sz w:val="20"/>
    </w:rPr>
  </w:style>
  <w:style w:type="paragraph" w:customStyle="1" w:styleId="af2">
    <w:name w:val="Заголовок_Приложения"/>
    <w:basedOn w:val="ae"/>
    <w:next w:val="a1"/>
    <w:rsid w:val="00F44EF4"/>
    <w:pPr>
      <w:jc w:val="center"/>
    </w:pPr>
  </w:style>
  <w:style w:type="paragraph" w:styleId="51">
    <w:name w:val="toc 5"/>
    <w:basedOn w:val="a1"/>
    <w:next w:val="a1"/>
    <w:autoRedefine/>
    <w:semiHidden/>
    <w:rsid w:val="00F44EF4"/>
    <w:pPr>
      <w:ind w:left="960"/>
    </w:pPr>
  </w:style>
  <w:style w:type="paragraph" w:styleId="61">
    <w:name w:val="toc 6"/>
    <w:basedOn w:val="a1"/>
    <w:next w:val="a1"/>
    <w:autoRedefine/>
    <w:semiHidden/>
    <w:rsid w:val="00F44EF4"/>
    <w:pPr>
      <w:ind w:left="1200"/>
    </w:pPr>
  </w:style>
  <w:style w:type="paragraph" w:styleId="71">
    <w:name w:val="toc 7"/>
    <w:basedOn w:val="a1"/>
    <w:next w:val="a1"/>
    <w:autoRedefine/>
    <w:semiHidden/>
    <w:rsid w:val="00F44EF4"/>
    <w:pPr>
      <w:ind w:left="1440"/>
    </w:pPr>
  </w:style>
  <w:style w:type="paragraph" w:styleId="81">
    <w:name w:val="toc 8"/>
    <w:basedOn w:val="a1"/>
    <w:next w:val="a1"/>
    <w:autoRedefine/>
    <w:semiHidden/>
    <w:rsid w:val="00F44EF4"/>
    <w:pPr>
      <w:ind w:left="1680"/>
    </w:pPr>
  </w:style>
  <w:style w:type="paragraph" w:styleId="91">
    <w:name w:val="toc 9"/>
    <w:basedOn w:val="a1"/>
    <w:next w:val="a1"/>
    <w:autoRedefine/>
    <w:semiHidden/>
    <w:rsid w:val="00F44EF4"/>
    <w:pPr>
      <w:ind w:left="1920"/>
    </w:pPr>
  </w:style>
  <w:style w:type="character" w:styleId="af3">
    <w:name w:val="page number"/>
    <w:basedOn w:val="a2"/>
    <w:rsid w:val="00F44EF4"/>
  </w:style>
  <w:style w:type="paragraph" w:customStyle="1" w:styleId="a0">
    <w:name w:val="Буллет"/>
    <w:basedOn w:val="a1"/>
    <w:rsid w:val="00A01B78"/>
    <w:pPr>
      <w:numPr>
        <w:numId w:val="1"/>
      </w:numPr>
    </w:pPr>
  </w:style>
  <w:style w:type="paragraph" w:styleId="af4">
    <w:name w:val="Body Text Indent"/>
    <w:basedOn w:val="a1"/>
    <w:link w:val="af5"/>
    <w:rsid w:val="00F44EF4"/>
    <w:rPr>
      <w:szCs w:val="24"/>
      <w:lang w:val="x-none" w:eastAsia="x-none"/>
    </w:rPr>
  </w:style>
  <w:style w:type="paragraph" w:styleId="22">
    <w:name w:val="Body Text Indent 2"/>
    <w:basedOn w:val="a1"/>
    <w:link w:val="23"/>
    <w:rsid w:val="00F44EF4"/>
    <w:pPr>
      <w:ind w:firstLine="567"/>
    </w:pPr>
    <w:rPr>
      <w:szCs w:val="24"/>
    </w:rPr>
  </w:style>
  <w:style w:type="paragraph" w:styleId="af6">
    <w:name w:val="Body Text"/>
    <w:basedOn w:val="a1"/>
    <w:link w:val="af7"/>
    <w:rsid w:val="00F44EF4"/>
    <w:pPr>
      <w:jc w:val="left"/>
    </w:pPr>
    <w:rPr>
      <w:b/>
      <w:bCs/>
      <w:szCs w:val="24"/>
    </w:rPr>
  </w:style>
  <w:style w:type="character" w:styleId="af8">
    <w:name w:val="Hyperlink"/>
    <w:uiPriority w:val="99"/>
    <w:rsid w:val="00F44EF4"/>
    <w:rPr>
      <w:color w:val="0000FF"/>
      <w:u w:val="single"/>
    </w:rPr>
  </w:style>
  <w:style w:type="paragraph" w:styleId="32">
    <w:name w:val="Body Text Indent 3"/>
    <w:basedOn w:val="a1"/>
    <w:link w:val="33"/>
    <w:rsid w:val="00F44EF4"/>
    <w:pPr>
      <w:ind w:left="426" w:firstLine="567"/>
    </w:pPr>
    <w:rPr>
      <w:szCs w:val="24"/>
    </w:rPr>
  </w:style>
  <w:style w:type="paragraph" w:customStyle="1" w:styleId="Iacaaieaaieoiaioa">
    <w:name w:val="Iacaaiea aieoiaioa"/>
    <w:basedOn w:val="a1"/>
    <w:next w:val="OaieaIaaay"/>
    <w:rsid w:val="00F44EF4"/>
    <w:pPr>
      <w:keepNext/>
      <w:keepLines/>
      <w:spacing w:before="400" w:after="120" w:line="240" w:lineRule="atLeast"/>
      <w:ind w:left="-840"/>
      <w:jc w:val="left"/>
    </w:pPr>
    <w:rPr>
      <w:rFonts w:ascii="Arial" w:hAnsi="Arial" w:cs="Arial"/>
      <w:spacing w:val="-20"/>
      <w:kern w:val="28"/>
      <w:sz w:val="96"/>
      <w:szCs w:val="96"/>
    </w:rPr>
  </w:style>
  <w:style w:type="paragraph" w:customStyle="1" w:styleId="OaieaIaaay">
    <w:name w:val="OaieaIa?aay"/>
    <w:basedOn w:val="af9"/>
    <w:next w:val="af9"/>
    <w:rsid w:val="00F44EF4"/>
    <w:pPr>
      <w:spacing w:before="220"/>
    </w:pPr>
  </w:style>
  <w:style w:type="paragraph" w:styleId="af9">
    <w:name w:val="Message Header"/>
    <w:basedOn w:val="af6"/>
    <w:link w:val="afa"/>
    <w:rsid w:val="00F44EF4"/>
    <w:pPr>
      <w:keepLines/>
      <w:tabs>
        <w:tab w:val="left" w:pos="720"/>
      </w:tabs>
      <w:spacing w:after="120" w:line="180" w:lineRule="atLeast"/>
      <w:ind w:left="720" w:hanging="720"/>
    </w:pPr>
    <w:rPr>
      <w:rFonts w:ascii="Arial" w:hAnsi="Arial" w:cs="Arial"/>
      <w:b w:val="0"/>
      <w:bCs w:val="0"/>
      <w:sz w:val="20"/>
      <w:szCs w:val="20"/>
    </w:rPr>
  </w:style>
  <w:style w:type="character" w:customStyle="1" w:styleId="OaieaIni">
    <w:name w:val="OaieaIni"/>
    <w:rsid w:val="00F44EF4"/>
    <w:rPr>
      <w:rFonts w:ascii="Arial" w:hAnsi="Arial" w:cs="Arial"/>
      <w:b/>
      <w:bCs/>
      <w:spacing w:val="0"/>
      <w:sz w:val="18"/>
      <w:szCs w:val="18"/>
    </w:rPr>
  </w:style>
  <w:style w:type="paragraph" w:customStyle="1" w:styleId="OaieaIineaaiyy">
    <w:name w:val="OaieaIineaaiyy"/>
    <w:basedOn w:val="af9"/>
    <w:next w:val="af6"/>
    <w:rsid w:val="00F44EF4"/>
    <w:pPr>
      <w:pBdr>
        <w:bottom w:val="single" w:sz="6" w:space="15" w:color="auto"/>
      </w:pBdr>
      <w:spacing w:after="320"/>
    </w:pPr>
  </w:style>
  <w:style w:type="paragraph" w:customStyle="1" w:styleId="font5">
    <w:name w:val="font5"/>
    <w:basedOn w:val="a1"/>
    <w:rsid w:val="00F44EF4"/>
    <w:pPr>
      <w:spacing w:before="100" w:beforeAutospacing="1" w:after="100" w:afterAutospacing="1"/>
      <w:jc w:val="left"/>
    </w:pPr>
    <w:rPr>
      <w:rFonts w:eastAsia="Arial Unicode MS"/>
      <w:sz w:val="18"/>
      <w:szCs w:val="18"/>
    </w:rPr>
  </w:style>
  <w:style w:type="paragraph" w:customStyle="1" w:styleId="font6">
    <w:name w:val="font6"/>
    <w:basedOn w:val="a1"/>
    <w:rsid w:val="00F44EF4"/>
    <w:pPr>
      <w:spacing w:before="100" w:beforeAutospacing="1" w:after="100" w:afterAutospacing="1"/>
      <w:jc w:val="left"/>
    </w:pPr>
    <w:rPr>
      <w:rFonts w:eastAsia="Arial Unicode MS"/>
      <w:i/>
      <w:iCs/>
      <w:sz w:val="18"/>
      <w:szCs w:val="18"/>
    </w:rPr>
  </w:style>
  <w:style w:type="paragraph" w:customStyle="1" w:styleId="font7">
    <w:name w:val="font7"/>
    <w:basedOn w:val="a1"/>
    <w:rsid w:val="00F44EF4"/>
    <w:pPr>
      <w:spacing w:before="100" w:beforeAutospacing="1" w:after="100" w:afterAutospacing="1"/>
      <w:jc w:val="left"/>
    </w:pPr>
    <w:rPr>
      <w:rFonts w:eastAsia="Arial Unicode MS"/>
      <w:b/>
      <w:bCs/>
      <w:i/>
      <w:iCs/>
      <w:sz w:val="18"/>
      <w:szCs w:val="18"/>
    </w:rPr>
  </w:style>
  <w:style w:type="paragraph" w:customStyle="1" w:styleId="xl24">
    <w:name w:val="xl24"/>
    <w:basedOn w:val="a1"/>
    <w:rsid w:val="00F44EF4"/>
    <w:pPr>
      <w:spacing w:before="100" w:beforeAutospacing="1" w:after="100" w:afterAutospacing="1"/>
      <w:jc w:val="left"/>
      <w:textAlignment w:val="center"/>
    </w:pPr>
    <w:rPr>
      <w:rFonts w:eastAsia="Arial Unicode MS"/>
      <w:b/>
      <w:bCs/>
      <w:szCs w:val="24"/>
    </w:rPr>
  </w:style>
  <w:style w:type="paragraph" w:customStyle="1" w:styleId="xl25">
    <w:name w:val="xl25"/>
    <w:basedOn w:val="a1"/>
    <w:rsid w:val="00F44EF4"/>
    <w:pPr>
      <w:spacing w:before="100" w:beforeAutospacing="1" w:after="100" w:afterAutospacing="1"/>
      <w:jc w:val="left"/>
      <w:textAlignment w:val="center"/>
    </w:pPr>
    <w:rPr>
      <w:rFonts w:eastAsia="Arial Unicode MS"/>
      <w:szCs w:val="24"/>
    </w:rPr>
  </w:style>
  <w:style w:type="paragraph" w:customStyle="1" w:styleId="xl26">
    <w:name w:val="xl26"/>
    <w:basedOn w:val="a1"/>
    <w:rsid w:val="00F44EF4"/>
    <w:pPr>
      <w:spacing w:before="100" w:beforeAutospacing="1" w:after="100" w:afterAutospacing="1"/>
      <w:jc w:val="left"/>
      <w:textAlignment w:val="top"/>
    </w:pPr>
    <w:rPr>
      <w:rFonts w:eastAsia="Arial Unicode MS"/>
      <w:b/>
      <w:bCs/>
      <w:szCs w:val="24"/>
    </w:rPr>
  </w:style>
  <w:style w:type="paragraph" w:customStyle="1" w:styleId="xl27">
    <w:name w:val="xl27"/>
    <w:basedOn w:val="a1"/>
    <w:rsid w:val="00F44EF4"/>
    <w:pPr>
      <w:spacing w:before="100" w:beforeAutospacing="1" w:after="100" w:afterAutospacing="1"/>
      <w:jc w:val="left"/>
    </w:pPr>
    <w:rPr>
      <w:rFonts w:eastAsia="Arial Unicode MS"/>
      <w:szCs w:val="24"/>
    </w:rPr>
  </w:style>
  <w:style w:type="paragraph" w:customStyle="1" w:styleId="xl28">
    <w:name w:val="xl28"/>
    <w:basedOn w:val="a1"/>
    <w:rsid w:val="00F44EF4"/>
    <w:pPr>
      <w:spacing w:before="100" w:beforeAutospacing="1" w:after="100" w:afterAutospacing="1"/>
      <w:jc w:val="left"/>
      <w:textAlignment w:val="center"/>
    </w:pPr>
    <w:rPr>
      <w:rFonts w:eastAsia="Arial Unicode MS"/>
      <w:szCs w:val="24"/>
    </w:rPr>
  </w:style>
  <w:style w:type="paragraph" w:customStyle="1" w:styleId="xl29">
    <w:name w:val="xl29"/>
    <w:basedOn w:val="a1"/>
    <w:rsid w:val="00F44EF4"/>
    <w:pPr>
      <w:spacing w:before="100" w:beforeAutospacing="1" w:after="100" w:afterAutospacing="1"/>
      <w:jc w:val="left"/>
      <w:textAlignment w:val="center"/>
    </w:pPr>
    <w:rPr>
      <w:rFonts w:eastAsia="Arial Unicode MS"/>
      <w:color w:val="FF0000"/>
      <w:szCs w:val="24"/>
    </w:rPr>
  </w:style>
  <w:style w:type="paragraph" w:customStyle="1" w:styleId="xl30">
    <w:name w:val="xl30"/>
    <w:basedOn w:val="a1"/>
    <w:rsid w:val="00F44EF4"/>
    <w:pPr>
      <w:spacing w:before="100" w:beforeAutospacing="1" w:after="100" w:afterAutospacing="1"/>
      <w:jc w:val="left"/>
    </w:pPr>
    <w:rPr>
      <w:rFonts w:eastAsia="Arial Unicode MS"/>
      <w:sz w:val="18"/>
      <w:szCs w:val="18"/>
    </w:rPr>
  </w:style>
  <w:style w:type="paragraph" w:customStyle="1" w:styleId="xl31">
    <w:name w:val="xl31"/>
    <w:basedOn w:val="a1"/>
    <w:rsid w:val="00F44EF4"/>
    <w:pPr>
      <w:spacing w:before="100" w:beforeAutospacing="1" w:after="100" w:afterAutospacing="1"/>
      <w:jc w:val="left"/>
    </w:pPr>
    <w:rPr>
      <w:rFonts w:eastAsia="Arial Unicode MS"/>
      <w:b/>
      <w:bCs/>
      <w:sz w:val="18"/>
      <w:szCs w:val="18"/>
    </w:rPr>
  </w:style>
  <w:style w:type="paragraph" w:customStyle="1" w:styleId="xl32">
    <w:name w:val="xl32"/>
    <w:basedOn w:val="a1"/>
    <w:rsid w:val="00F44EF4"/>
    <w:pPr>
      <w:spacing w:before="100" w:beforeAutospacing="1" w:after="100" w:afterAutospacing="1"/>
      <w:jc w:val="left"/>
    </w:pPr>
    <w:rPr>
      <w:rFonts w:eastAsia="Arial Unicode MS"/>
      <w:i/>
      <w:iCs/>
      <w:szCs w:val="24"/>
    </w:rPr>
  </w:style>
  <w:style w:type="paragraph" w:customStyle="1" w:styleId="xl33">
    <w:name w:val="xl33"/>
    <w:basedOn w:val="a1"/>
    <w:rsid w:val="00F44EF4"/>
    <w:pPr>
      <w:spacing w:before="100" w:beforeAutospacing="1" w:after="100" w:afterAutospacing="1"/>
      <w:jc w:val="left"/>
    </w:pPr>
    <w:rPr>
      <w:rFonts w:eastAsia="Arial Unicode MS"/>
      <w:b/>
      <w:bCs/>
      <w:szCs w:val="24"/>
    </w:rPr>
  </w:style>
  <w:style w:type="paragraph" w:customStyle="1" w:styleId="xl34">
    <w:name w:val="xl34"/>
    <w:basedOn w:val="a1"/>
    <w:rsid w:val="00F44EF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  <w:sz w:val="18"/>
      <w:szCs w:val="18"/>
    </w:rPr>
  </w:style>
  <w:style w:type="paragraph" w:customStyle="1" w:styleId="xl35">
    <w:name w:val="xl35"/>
    <w:basedOn w:val="a1"/>
    <w:rsid w:val="00F44E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18"/>
      <w:szCs w:val="18"/>
    </w:rPr>
  </w:style>
  <w:style w:type="paragraph" w:customStyle="1" w:styleId="xl36">
    <w:name w:val="xl36"/>
    <w:basedOn w:val="a1"/>
    <w:rsid w:val="00F44E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18"/>
      <w:szCs w:val="18"/>
    </w:rPr>
  </w:style>
  <w:style w:type="paragraph" w:customStyle="1" w:styleId="xl37">
    <w:name w:val="xl37"/>
    <w:basedOn w:val="a1"/>
    <w:rsid w:val="00F44EF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18"/>
      <w:szCs w:val="18"/>
    </w:rPr>
  </w:style>
  <w:style w:type="paragraph" w:customStyle="1" w:styleId="xl38">
    <w:name w:val="xl38"/>
    <w:basedOn w:val="a1"/>
    <w:rsid w:val="00F44EF4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18"/>
      <w:szCs w:val="18"/>
    </w:rPr>
  </w:style>
  <w:style w:type="paragraph" w:customStyle="1" w:styleId="xl39">
    <w:name w:val="xl39"/>
    <w:basedOn w:val="a1"/>
    <w:rsid w:val="00F44EF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Arial Unicode MS"/>
      <w:sz w:val="18"/>
      <w:szCs w:val="18"/>
    </w:rPr>
  </w:style>
  <w:style w:type="paragraph" w:customStyle="1" w:styleId="xl40">
    <w:name w:val="xl40"/>
    <w:basedOn w:val="a1"/>
    <w:rsid w:val="00F44EF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Arial Unicode MS"/>
      <w:sz w:val="18"/>
      <w:szCs w:val="18"/>
    </w:rPr>
  </w:style>
  <w:style w:type="paragraph" w:customStyle="1" w:styleId="xl41">
    <w:name w:val="xl41"/>
    <w:basedOn w:val="a1"/>
    <w:rsid w:val="00F44EF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Arial Unicode MS"/>
      <w:sz w:val="18"/>
      <w:szCs w:val="18"/>
    </w:rPr>
  </w:style>
  <w:style w:type="paragraph" w:customStyle="1" w:styleId="xl42">
    <w:name w:val="xl42"/>
    <w:basedOn w:val="a1"/>
    <w:rsid w:val="00F44EF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Arial Unicode MS"/>
      <w:sz w:val="18"/>
      <w:szCs w:val="18"/>
    </w:rPr>
  </w:style>
  <w:style w:type="paragraph" w:customStyle="1" w:styleId="xl43">
    <w:name w:val="xl43"/>
    <w:basedOn w:val="a1"/>
    <w:rsid w:val="00F44EF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Arial Unicode MS"/>
      <w:sz w:val="18"/>
      <w:szCs w:val="18"/>
    </w:rPr>
  </w:style>
  <w:style w:type="paragraph" w:customStyle="1" w:styleId="xl44">
    <w:name w:val="xl44"/>
    <w:basedOn w:val="a1"/>
    <w:rsid w:val="00F44EF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Arial Unicode MS"/>
      <w:sz w:val="18"/>
      <w:szCs w:val="18"/>
    </w:rPr>
  </w:style>
  <w:style w:type="paragraph" w:customStyle="1" w:styleId="xl45">
    <w:name w:val="xl45"/>
    <w:basedOn w:val="a1"/>
    <w:rsid w:val="00F44EF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Arial Unicode MS"/>
      <w:sz w:val="18"/>
      <w:szCs w:val="18"/>
    </w:rPr>
  </w:style>
  <w:style w:type="paragraph" w:customStyle="1" w:styleId="xl46">
    <w:name w:val="xl46"/>
    <w:basedOn w:val="a1"/>
    <w:rsid w:val="00F44EF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Arial Unicode MS"/>
      <w:sz w:val="18"/>
      <w:szCs w:val="18"/>
    </w:rPr>
  </w:style>
  <w:style w:type="paragraph" w:customStyle="1" w:styleId="xl47">
    <w:name w:val="xl47"/>
    <w:basedOn w:val="a1"/>
    <w:rsid w:val="00F44EF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eastAsia="Arial Unicode MS"/>
      <w:b/>
      <w:bCs/>
      <w:sz w:val="18"/>
      <w:szCs w:val="18"/>
    </w:rPr>
  </w:style>
  <w:style w:type="paragraph" w:customStyle="1" w:styleId="xl48">
    <w:name w:val="xl48"/>
    <w:basedOn w:val="a1"/>
    <w:rsid w:val="00F44EF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eastAsia="Arial Unicode MS"/>
      <w:b/>
      <w:bCs/>
      <w:sz w:val="18"/>
      <w:szCs w:val="18"/>
    </w:rPr>
  </w:style>
  <w:style w:type="paragraph" w:customStyle="1" w:styleId="xl49">
    <w:name w:val="xl49"/>
    <w:basedOn w:val="a1"/>
    <w:rsid w:val="00F44EF4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eastAsia="Arial Unicode MS"/>
      <w:sz w:val="18"/>
      <w:szCs w:val="18"/>
    </w:rPr>
  </w:style>
  <w:style w:type="paragraph" w:customStyle="1" w:styleId="xl50">
    <w:name w:val="xl50"/>
    <w:basedOn w:val="a1"/>
    <w:rsid w:val="00F44EF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eastAsia="Arial Unicode MS"/>
      <w:sz w:val="18"/>
      <w:szCs w:val="18"/>
    </w:rPr>
  </w:style>
  <w:style w:type="paragraph" w:customStyle="1" w:styleId="xl51">
    <w:name w:val="xl51"/>
    <w:basedOn w:val="a1"/>
    <w:rsid w:val="00F44E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Arial Unicode MS"/>
      <w:sz w:val="18"/>
      <w:szCs w:val="18"/>
    </w:rPr>
  </w:style>
  <w:style w:type="paragraph" w:customStyle="1" w:styleId="xl52">
    <w:name w:val="xl52"/>
    <w:basedOn w:val="a1"/>
    <w:rsid w:val="00F44EF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eastAsia="Arial Unicode MS"/>
      <w:sz w:val="18"/>
      <w:szCs w:val="18"/>
    </w:rPr>
  </w:style>
  <w:style w:type="paragraph" w:customStyle="1" w:styleId="xl53">
    <w:name w:val="xl53"/>
    <w:basedOn w:val="a1"/>
    <w:rsid w:val="00F44E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Arial Unicode MS"/>
      <w:b/>
      <w:bCs/>
      <w:sz w:val="18"/>
      <w:szCs w:val="18"/>
    </w:rPr>
  </w:style>
  <w:style w:type="paragraph" w:customStyle="1" w:styleId="xl54">
    <w:name w:val="xl54"/>
    <w:basedOn w:val="a1"/>
    <w:rsid w:val="00F44EF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eastAsia="Arial Unicode MS"/>
      <w:b/>
      <w:bCs/>
      <w:sz w:val="18"/>
      <w:szCs w:val="18"/>
    </w:rPr>
  </w:style>
  <w:style w:type="paragraph" w:customStyle="1" w:styleId="xl55">
    <w:name w:val="xl55"/>
    <w:basedOn w:val="a1"/>
    <w:rsid w:val="00F44EF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eastAsia="Arial Unicode MS"/>
      <w:b/>
      <w:bCs/>
      <w:sz w:val="18"/>
      <w:szCs w:val="18"/>
    </w:rPr>
  </w:style>
  <w:style w:type="paragraph" w:customStyle="1" w:styleId="xl56">
    <w:name w:val="xl56"/>
    <w:basedOn w:val="a1"/>
    <w:rsid w:val="00F44EF4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eastAsia="Arial Unicode MS"/>
      <w:b/>
      <w:bCs/>
      <w:sz w:val="18"/>
      <w:szCs w:val="18"/>
    </w:rPr>
  </w:style>
  <w:style w:type="paragraph" w:customStyle="1" w:styleId="xl57">
    <w:name w:val="xl57"/>
    <w:basedOn w:val="a1"/>
    <w:rsid w:val="00F44EF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eastAsia="Arial Unicode MS"/>
      <w:sz w:val="18"/>
      <w:szCs w:val="18"/>
    </w:rPr>
  </w:style>
  <w:style w:type="paragraph" w:customStyle="1" w:styleId="xl58">
    <w:name w:val="xl58"/>
    <w:basedOn w:val="a1"/>
    <w:rsid w:val="00F44EF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Arial Unicode MS"/>
      <w:b/>
      <w:bCs/>
      <w:sz w:val="18"/>
      <w:szCs w:val="18"/>
    </w:rPr>
  </w:style>
  <w:style w:type="paragraph" w:customStyle="1" w:styleId="xl59">
    <w:name w:val="xl59"/>
    <w:basedOn w:val="a1"/>
    <w:rsid w:val="00F44EF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Arial Unicode MS"/>
      <w:b/>
      <w:bCs/>
      <w:sz w:val="18"/>
      <w:szCs w:val="18"/>
    </w:rPr>
  </w:style>
  <w:style w:type="paragraph" w:customStyle="1" w:styleId="xl60">
    <w:name w:val="xl60"/>
    <w:basedOn w:val="a1"/>
    <w:rsid w:val="00F44EF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eastAsia="Arial Unicode MS"/>
      <w:b/>
      <w:bCs/>
      <w:sz w:val="18"/>
      <w:szCs w:val="18"/>
    </w:rPr>
  </w:style>
  <w:style w:type="paragraph" w:customStyle="1" w:styleId="xl61">
    <w:name w:val="xl61"/>
    <w:basedOn w:val="a1"/>
    <w:rsid w:val="00F44E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  <w:sz w:val="18"/>
      <w:szCs w:val="18"/>
    </w:rPr>
  </w:style>
  <w:style w:type="paragraph" w:customStyle="1" w:styleId="xl62">
    <w:name w:val="xl62"/>
    <w:basedOn w:val="a1"/>
    <w:rsid w:val="00F44EF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i/>
      <w:iCs/>
      <w:sz w:val="18"/>
      <w:szCs w:val="18"/>
    </w:rPr>
  </w:style>
  <w:style w:type="paragraph" w:customStyle="1" w:styleId="xl63">
    <w:name w:val="xl63"/>
    <w:basedOn w:val="a1"/>
    <w:rsid w:val="00F44EF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i/>
      <w:iCs/>
      <w:sz w:val="18"/>
      <w:szCs w:val="18"/>
    </w:rPr>
  </w:style>
  <w:style w:type="paragraph" w:customStyle="1" w:styleId="xl64">
    <w:name w:val="xl64"/>
    <w:basedOn w:val="a1"/>
    <w:rsid w:val="00F44EF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  <w:sz w:val="18"/>
      <w:szCs w:val="18"/>
    </w:rPr>
  </w:style>
  <w:style w:type="paragraph" w:customStyle="1" w:styleId="xl65">
    <w:name w:val="xl65"/>
    <w:basedOn w:val="a1"/>
    <w:rsid w:val="00F44EF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  <w:sz w:val="18"/>
      <w:szCs w:val="18"/>
    </w:rPr>
  </w:style>
  <w:style w:type="paragraph" w:customStyle="1" w:styleId="xl66">
    <w:name w:val="xl66"/>
    <w:basedOn w:val="a1"/>
    <w:rsid w:val="00F44EF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  <w:sz w:val="18"/>
      <w:szCs w:val="18"/>
    </w:rPr>
  </w:style>
  <w:style w:type="paragraph" w:customStyle="1" w:styleId="xl67">
    <w:name w:val="xl67"/>
    <w:basedOn w:val="a1"/>
    <w:rsid w:val="00F44EF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  <w:sz w:val="18"/>
      <w:szCs w:val="18"/>
    </w:rPr>
  </w:style>
  <w:style w:type="paragraph" w:styleId="34">
    <w:name w:val="Body Text 3"/>
    <w:basedOn w:val="a1"/>
    <w:link w:val="35"/>
    <w:rsid w:val="00F44EF4"/>
    <w:pPr>
      <w:jc w:val="left"/>
    </w:pPr>
    <w:rPr>
      <w:b/>
      <w:bCs/>
      <w:szCs w:val="24"/>
    </w:rPr>
  </w:style>
  <w:style w:type="paragraph" w:styleId="afb">
    <w:name w:val="caption"/>
    <w:basedOn w:val="a1"/>
    <w:next w:val="a1"/>
    <w:qFormat/>
    <w:rsid w:val="00F44EF4"/>
    <w:pPr>
      <w:spacing w:after="120"/>
      <w:ind w:left="5103"/>
      <w:jc w:val="left"/>
    </w:pPr>
    <w:rPr>
      <w:sz w:val="28"/>
      <w:szCs w:val="28"/>
    </w:rPr>
  </w:style>
  <w:style w:type="paragraph" w:styleId="afc">
    <w:name w:val="Document Map"/>
    <w:basedOn w:val="a1"/>
    <w:link w:val="afd"/>
    <w:semiHidden/>
    <w:rsid w:val="00F44EF4"/>
    <w:pPr>
      <w:shd w:val="clear" w:color="auto" w:fill="000080"/>
      <w:jc w:val="left"/>
    </w:pPr>
    <w:rPr>
      <w:rFonts w:ascii="Tahoma" w:hAnsi="Tahoma" w:cs="Tahoma"/>
      <w:sz w:val="20"/>
    </w:rPr>
  </w:style>
  <w:style w:type="paragraph" w:styleId="afe">
    <w:name w:val="Title"/>
    <w:basedOn w:val="a1"/>
    <w:link w:val="aff"/>
    <w:qFormat/>
    <w:rsid w:val="00F44EF4"/>
    <w:pPr>
      <w:jc w:val="center"/>
    </w:pPr>
    <w:rPr>
      <w:rFonts w:ascii="Arial" w:hAnsi="Arial" w:cs="Arial"/>
      <w:sz w:val="28"/>
      <w:szCs w:val="28"/>
      <w:u w:val="double"/>
    </w:rPr>
  </w:style>
  <w:style w:type="paragraph" w:styleId="aff0">
    <w:name w:val="annotation text"/>
    <w:basedOn w:val="a1"/>
    <w:link w:val="aff1"/>
    <w:semiHidden/>
    <w:rsid w:val="00F44EF4"/>
    <w:pPr>
      <w:jc w:val="left"/>
    </w:pPr>
    <w:rPr>
      <w:sz w:val="20"/>
    </w:rPr>
  </w:style>
  <w:style w:type="paragraph" w:styleId="aff2">
    <w:name w:val="endnote text"/>
    <w:basedOn w:val="a1"/>
    <w:link w:val="aff3"/>
    <w:semiHidden/>
    <w:rsid w:val="00F44EF4"/>
    <w:pPr>
      <w:jc w:val="left"/>
    </w:pPr>
    <w:rPr>
      <w:sz w:val="20"/>
    </w:rPr>
  </w:style>
  <w:style w:type="character" w:styleId="aff4">
    <w:name w:val="FollowedHyperlink"/>
    <w:rsid w:val="00F44EF4"/>
    <w:rPr>
      <w:color w:val="800080"/>
      <w:u w:val="single"/>
    </w:rPr>
  </w:style>
  <w:style w:type="paragraph" w:styleId="aff5">
    <w:name w:val="Balloon Text"/>
    <w:basedOn w:val="a1"/>
    <w:link w:val="aff6"/>
    <w:rsid w:val="0072320E"/>
    <w:rPr>
      <w:rFonts w:ascii="Tahoma" w:hAnsi="Tahoma"/>
      <w:sz w:val="16"/>
      <w:szCs w:val="16"/>
      <w:lang w:val="x-none" w:eastAsia="x-none"/>
    </w:rPr>
  </w:style>
  <w:style w:type="character" w:customStyle="1" w:styleId="aff6">
    <w:name w:val="Текст выноски Знак"/>
    <w:link w:val="aff5"/>
    <w:rsid w:val="0072320E"/>
    <w:rPr>
      <w:rFonts w:ascii="Tahoma" w:hAnsi="Tahoma" w:cs="Tahoma"/>
      <w:sz w:val="16"/>
      <w:szCs w:val="16"/>
    </w:rPr>
  </w:style>
  <w:style w:type="character" w:styleId="aff7">
    <w:name w:val="annotation reference"/>
    <w:rsid w:val="00494692"/>
    <w:rPr>
      <w:sz w:val="16"/>
      <w:szCs w:val="16"/>
    </w:rPr>
  </w:style>
  <w:style w:type="paragraph" w:styleId="aff8">
    <w:name w:val="annotation subject"/>
    <w:basedOn w:val="aff0"/>
    <w:next w:val="aff0"/>
    <w:link w:val="aff9"/>
    <w:rsid w:val="00494692"/>
    <w:pPr>
      <w:jc w:val="both"/>
    </w:pPr>
    <w:rPr>
      <w:b/>
      <w:bCs/>
      <w:lang w:val="x-none" w:eastAsia="x-none"/>
    </w:rPr>
  </w:style>
  <w:style w:type="character" w:customStyle="1" w:styleId="aff1">
    <w:name w:val="Текст примечания Знак"/>
    <w:basedOn w:val="a2"/>
    <w:link w:val="aff0"/>
    <w:semiHidden/>
    <w:rsid w:val="00494692"/>
  </w:style>
  <w:style w:type="character" w:customStyle="1" w:styleId="aff9">
    <w:name w:val="Тема примечания Знак"/>
    <w:link w:val="aff8"/>
    <w:rsid w:val="00494692"/>
    <w:rPr>
      <w:b/>
      <w:bCs/>
    </w:rPr>
  </w:style>
  <w:style w:type="paragraph" w:styleId="affa">
    <w:name w:val="Normal (Web)"/>
    <w:basedOn w:val="a1"/>
    <w:uiPriority w:val="99"/>
    <w:unhideWhenUsed/>
    <w:rsid w:val="00EE0E50"/>
    <w:pPr>
      <w:spacing w:before="100" w:beforeAutospacing="1" w:after="100" w:afterAutospacing="1"/>
      <w:jc w:val="left"/>
    </w:pPr>
    <w:rPr>
      <w:szCs w:val="24"/>
    </w:rPr>
  </w:style>
  <w:style w:type="paragraph" w:styleId="affb">
    <w:name w:val="TOC Heading"/>
    <w:basedOn w:val="1"/>
    <w:next w:val="a1"/>
    <w:uiPriority w:val="39"/>
    <w:unhideWhenUsed/>
    <w:qFormat/>
    <w:rsid w:val="00A01B78"/>
    <w:pPr>
      <w:keepNext/>
      <w:keepLines/>
      <w:tabs>
        <w:tab w:val="clear" w:pos="3969"/>
        <w:tab w:val="clear" w:pos="4111"/>
      </w:tabs>
      <w:spacing w:before="480" w:line="276" w:lineRule="auto"/>
      <w:jc w:val="left"/>
      <w:outlineLvl w:val="9"/>
    </w:pPr>
    <w:rPr>
      <w:rFonts w:ascii="Cambria" w:eastAsia="MS Gothic" w:hAnsi="Cambria"/>
      <w:bCs/>
      <w:color w:val="365F91"/>
      <w:sz w:val="28"/>
      <w:szCs w:val="28"/>
      <w:lang w:val="en-US" w:eastAsia="ja-JP"/>
    </w:rPr>
  </w:style>
  <w:style w:type="paragraph" w:styleId="affc">
    <w:name w:val="Revision"/>
    <w:hidden/>
    <w:uiPriority w:val="99"/>
    <w:semiHidden/>
    <w:rsid w:val="003D62B4"/>
    <w:rPr>
      <w:sz w:val="24"/>
    </w:rPr>
  </w:style>
  <w:style w:type="paragraph" w:styleId="affd">
    <w:name w:val="List Paragraph"/>
    <w:aliases w:val="Заголовок_3,нумерация,Bullet_IRAO,Мой Список,AC List 01,Подпись рисунка,Table-Normal,RSHB_Table-Normal,List Paragraph1,List Paragraph,ПКФ Список,Абзац списка5,lp1,Bullet List,FooterText,numbered,Paragraphe de liste1,Num Bullet 1,2 заголовок"/>
    <w:basedOn w:val="a1"/>
    <w:link w:val="affe"/>
    <w:uiPriority w:val="34"/>
    <w:qFormat/>
    <w:rsid w:val="00C27234"/>
    <w:pPr>
      <w:ind w:left="720"/>
    </w:pPr>
  </w:style>
  <w:style w:type="character" w:customStyle="1" w:styleId="40">
    <w:name w:val="Заголовок 4 Знак"/>
    <w:link w:val="4"/>
    <w:rsid w:val="005A3695"/>
    <w:rPr>
      <w:b/>
      <w:bCs/>
      <w:sz w:val="24"/>
      <w:szCs w:val="24"/>
    </w:rPr>
  </w:style>
  <w:style w:type="character" w:customStyle="1" w:styleId="af1">
    <w:name w:val="Текст сноски Знак"/>
    <w:aliases w:val="Car Знак"/>
    <w:link w:val="af0"/>
    <w:rsid w:val="005A3695"/>
  </w:style>
  <w:style w:type="character" w:customStyle="1" w:styleId="af5">
    <w:name w:val="Основной текст с отступом Знак"/>
    <w:link w:val="af4"/>
    <w:rsid w:val="005A3695"/>
    <w:rPr>
      <w:sz w:val="24"/>
      <w:szCs w:val="24"/>
    </w:rPr>
  </w:style>
  <w:style w:type="paragraph" w:customStyle="1" w:styleId="afff">
    <w:name w:val="Название документа"/>
    <w:basedOn w:val="a1"/>
    <w:next w:val="afff0"/>
    <w:rsid w:val="00A56B1D"/>
    <w:pPr>
      <w:keepNext/>
      <w:keepLines/>
      <w:spacing w:before="400" w:after="120" w:line="240" w:lineRule="atLeast"/>
      <w:ind w:left="-840"/>
      <w:jc w:val="left"/>
    </w:pPr>
    <w:rPr>
      <w:rFonts w:ascii="Arial" w:hAnsi="Arial"/>
      <w:spacing w:val="-20"/>
      <w:kern w:val="28"/>
      <w:sz w:val="96"/>
    </w:rPr>
  </w:style>
  <w:style w:type="paragraph" w:customStyle="1" w:styleId="afff0">
    <w:name w:val="ШапкаПервая"/>
    <w:basedOn w:val="af9"/>
    <w:next w:val="af9"/>
    <w:rsid w:val="00A56B1D"/>
    <w:pPr>
      <w:spacing w:before="220"/>
    </w:pPr>
    <w:rPr>
      <w:rFonts w:cs="Times New Roman"/>
    </w:rPr>
  </w:style>
  <w:style w:type="character" w:customStyle="1" w:styleId="afff1">
    <w:name w:val="ШапкаОсн"/>
    <w:rsid w:val="00A56B1D"/>
    <w:rPr>
      <w:rFonts w:ascii="Arial" w:hAnsi="Arial"/>
      <w:b/>
      <w:spacing w:val="0"/>
      <w:sz w:val="18"/>
    </w:rPr>
  </w:style>
  <w:style w:type="paragraph" w:customStyle="1" w:styleId="afff2">
    <w:name w:val="ШапкаПоследняя"/>
    <w:basedOn w:val="af9"/>
    <w:next w:val="af6"/>
    <w:rsid w:val="00A56B1D"/>
    <w:pPr>
      <w:pBdr>
        <w:bottom w:val="single" w:sz="6" w:space="15" w:color="auto"/>
      </w:pBdr>
      <w:spacing w:after="320"/>
    </w:pPr>
    <w:rPr>
      <w:rFonts w:cs="Times New Roman"/>
    </w:rPr>
  </w:style>
  <w:style w:type="paragraph" w:styleId="afff3">
    <w:name w:val="envelope address"/>
    <w:basedOn w:val="a1"/>
    <w:rsid w:val="00A56B1D"/>
    <w:pPr>
      <w:keepLines/>
      <w:spacing w:before="240" w:after="60"/>
      <w:ind w:left="5046"/>
    </w:pPr>
    <w:rPr>
      <w:b/>
      <w:color w:val="000080"/>
      <w:sz w:val="28"/>
    </w:rPr>
  </w:style>
  <w:style w:type="table" w:styleId="afff4">
    <w:name w:val="Table Grid"/>
    <w:basedOn w:val="a3"/>
    <w:uiPriority w:val="59"/>
    <w:rsid w:val="00791D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Нижний колонтитул Знак"/>
    <w:link w:val="aa"/>
    <w:rsid w:val="003C2207"/>
    <w:rPr>
      <w:sz w:val="24"/>
    </w:rPr>
  </w:style>
  <w:style w:type="paragraph" w:customStyle="1" w:styleId="Default">
    <w:name w:val="Default"/>
    <w:rsid w:val="00024BF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fff5">
    <w:name w:val="Текст таблицы"/>
    <w:basedOn w:val="a1"/>
    <w:rsid w:val="007138C7"/>
    <w:rPr>
      <w:szCs w:val="24"/>
    </w:rPr>
  </w:style>
  <w:style w:type="paragraph" w:customStyle="1" w:styleId="BodyText21">
    <w:name w:val="Body Text 21"/>
    <w:basedOn w:val="a1"/>
    <w:rsid w:val="007138C7"/>
    <w:pPr>
      <w:ind w:left="360"/>
      <w:jc w:val="left"/>
    </w:pPr>
  </w:style>
  <w:style w:type="character" w:styleId="afff6">
    <w:name w:val="endnote reference"/>
    <w:rsid w:val="00C5390D"/>
    <w:rPr>
      <w:vertAlign w:val="superscript"/>
    </w:rPr>
  </w:style>
  <w:style w:type="character" w:styleId="afff7">
    <w:name w:val="Placeholder Text"/>
    <w:uiPriority w:val="99"/>
    <w:semiHidden/>
    <w:rsid w:val="006333ED"/>
    <w:rPr>
      <w:color w:val="808080"/>
    </w:rPr>
  </w:style>
  <w:style w:type="character" w:customStyle="1" w:styleId="10">
    <w:name w:val="Заголовок 1 Знак"/>
    <w:link w:val="1"/>
    <w:rsid w:val="00E5670E"/>
    <w:rPr>
      <w:b/>
      <w:sz w:val="24"/>
    </w:rPr>
  </w:style>
  <w:style w:type="paragraph" w:customStyle="1" w:styleId="12">
    <w:name w:val="Стиль1"/>
    <w:basedOn w:val="a1"/>
    <w:qFormat/>
    <w:rsid w:val="00694EB6"/>
    <w:pPr>
      <w:tabs>
        <w:tab w:val="left" w:pos="0"/>
      </w:tabs>
      <w:spacing w:before="240" w:after="240"/>
      <w:ind w:firstLine="567"/>
      <w:jc w:val="center"/>
    </w:pPr>
    <w:rPr>
      <w:b/>
      <w:szCs w:val="24"/>
    </w:rPr>
  </w:style>
  <w:style w:type="paragraph" w:customStyle="1" w:styleId="36">
    <w:name w:val="Стиль3"/>
    <w:basedOn w:val="a1"/>
    <w:link w:val="37"/>
    <w:qFormat/>
    <w:rsid w:val="00694EB6"/>
    <w:pPr>
      <w:tabs>
        <w:tab w:val="left" w:pos="1560"/>
        <w:tab w:val="left" w:pos="1701"/>
      </w:tabs>
      <w:spacing w:before="120"/>
      <w:ind w:firstLine="567"/>
    </w:pPr>
    <w:rPr>
      <w:szCs w:val="24"/>
      <w:lang w:val="x-none" w:eastAsia="x-none"/>
    </w:rPr>
  </w:style>
  <w:style w:type="paragraph" w:customStyle="1" w:styleId="42">
    <w:name w:val="Стиль4"/>
    <w:basedOn w:val="a1"/>
    <w:qFormat/>
    <w:rsid w:val="00694EB6"/>
    <w:pPr>
      <w:tabs>
        <w:tab w:val="left" w:pos="1560"/>
        <w:tab w:val="left" w:pos="1701"/>
      </w:tabs>
      <w:spacing w:before="120"/>
      <w:ind w:firstLine="709"/>
    </w:pPr>
    <w:rPr>
      <w:szCs w:val="24"/>
    </w:rPr>
  </w:style>
  <w:style w:type="character" w:customStyle="1" w:styleId="37">
    <w:name w:val="Стиль3 Знак"/>
    <w:link w:val="36"/>
    <w:rsid w:val="00694EB6"/>
    <w:rPr>
      <w:sz w:val="24"/>
      <w:szCs w:val="24"/>
    </w:rPr>
  </w:style>
  <w:style w:type="character" w:customStyle="1" w:styleId="20">
    <w:name w:val="Заголовок 2 Знак"/>
    <w:link w:val="2"/>
    <w:rsid w:val="0018149C"/>
    <w:rPr>
      <w:b/>
      <w:sz w:val="24"/>
    </w:rPr>
  </w:style>
  <w:style w:type="character" w:customStyle="1" w:styleId="30">
    <w:name w:val="Заголовок 3 Знак"/>
    <w:link w:val="3"/>
    <w:rsid w:val="0018149C"/>
    <w:rPr>
      <w:b/>
      <w:sz w:val="24"/>
    </w:rPr>
  </w:style>
  <w:style w:type="character" w:customStyle="1" w:styleId="50">
    <w:name w:val="Заголовок 5 Знак"/>
    <w:link w:val="5"/>
    <w:rsid w:val="0018149C"/>
    <w:rPr>
      <w:sz w:val="24"/>
    </w:rPr>
  </w:style>
  <w:style w:type="character" w:customStyle="1" w:styleId="60">
    <w:name w:val="Заголовок 6 Знак"/>
    <w:link w:val="6"/>
    <w:rsid w:val="0018149C"/>
    <w:rPr>
      <w:sz w:val="24"/>
    </w:rPr>
  </w:style>
  <w:style w:type="character" w:customStyle="1" w:styleId="70">
    <w:name w:val="Заголовок 7 Знак"/>
    <w:link w:val="7"/>
    <w:rsid w:val="0018149C"/>
    <w:rPr>
      <w:sz w:val="28"/>
      <w:szCs w:val="28"/>
    </w:rPr>
  </w:style>
  <w:style w:type="character" w:customStyle="1" w:styleId="80">
    <w:name w:val="Заголовок 8 Знак"/>
    <w:link w:val="8"/>
    <w:rsid w:val="0018149C"/>
    <w:rPr>
      <w:rFonts w:ascii="Arial" w:hAnsi="Arial" w:cs="Arial"/>
      <w:b/>
      <w:bCs/>
      <w:sz w:val="24"/>
      <w:szCs w:val="24"/>
    </w:rPr>
  </w:style>
  <w:style w:type="character" w:customStyle="1" w:styleId="90">
    <w:name w:val="Заголовок 9 Знак"/>
    <w:link w:val="9"/>
    <w:rsid w:val="0018149C"/>
    <w:rPr>
      <w:sz w:val="24"/>
    </w:rPr>
  </w:style>
  <w:style w:type="character" w:customStyle="1" w:styleId="a9">
    <w:name w:val="Верхний колонтитул Знак"/>
    <w:link w:val="a8"/>
    <w:uiPriority w:val="99"/>
    <w:rsid w:val="0018149C"/>
    <w:rPr>
      <w:color w:val="808080"/>
      <w:sz w:val="18"/>
    </w:rPr>
  </w:style>
  <w:style w:type="character" w:customStyle="1" w:styleId="23">
    <w:name w:val="Основной текст с отступом 2 Знак"/>
    <w:link w:val="22"/>
    <w:rsid w:val="0018149C"/>
    <w:rPr>
      <w:sz w:val="24"/>
      <w:szCs w:val="24"/>
    </w:rPr>
  </w:style>
  <w:style w:type="character" w:customStyle="1" w:styleId="af7">
    <w:name w:val="Основной текст Знак"/>
    <w:link w:val="af6"/>
    <w:rsid w:val="0018149C"/>
    <w:rPr>
      <w:b/>
      <w:bCs/>
      <w:sz w:val="24"/>
      <w:szCs w:val="24"/>
    </w:rPr>
  </w:style>
  <w:style w:type="character" w:customStyle="1" w:styleId="33">
    <w:name w:val="Основной текст с отступом 3 Знак"/>
    <w:link w:val="32"/>
    <w:rsid w:val="0018149C"/>
    <w:rPr>
      <w:sz w:val="24"/>
      <w:szCs w:val="24"/>
    </w:rPr>
  </w:style>
  <w:style w:type="character" w:customStyle="1" w:styleId="afa">
    <w:name w:val="Шапка Знак"/>
    <w:link w:val="af9"/>
    <w:rsid w:val="0018149C"/>
    <w:rPr>
      <w:rFonts w:ascii="Arial" w:hAnsi="Arial" w:cs="Arial"/>
    </w:rPr>
  </w:style>
  <w:style w:type="character" w:customStyle="1" w:styleId="35">
    <w:name w:val="Основной текст 3 Знак"/>
    <w:link w:val="34"/>
    <w:rsid w:val="0018149C"/>
    <w:rPr>
      <w:b/>
      <w:bCs/>
      <w:sz w:val="24"/>
      <w:szCs w:val="24"/>
    </w:rPr>
  </w:style>
  <w:style w:type="character" w:customStyle="1" w:styleId="afd">
    <w:name w:val="Схема документа Знак"/>
    <w:link w:val="afc"/>
    <w:semiHidden/>
    <w:rsid w:val="0018149C"/>
    <w:rPr>
      <w:rFonts w:ascii="Tahoma" w:hAnsi="Tahoma" w:cs="Tahoma"/>
      <w:shd w:val="clear" w:color="auto" w:fill="000080"/>
    </w:rPr>
  </w:style>
  <w:style w:type="character" w:customStyle="1" w:styleId="aff">
    <w:name w:val="Заголовок Знак"/>
    <w:link w:val="afe"/>
    <w:rsid w:val="0018149C"/>
    <w:rPr>
      <w:rFonts w:ascii="Arial" w:hAnsi="Arial" w:cs="Arial"/>
      <w:sz w:val="28"/>
      <w:szCs w:val="28"/>
      <w:u w:val="double"/>
    </w:rPr>
  </w:style>
  <w:style w:type="character" w:customStyle="1" w:styleId="aff3">
    <w:name w:val="Текст концевой сноски Знак"/>
    <w:basedOn w:val="a2"/>
    <w:link w:val="aff2"/>
    <w:semiHidden/>
    <w:rsid w:val="0018149C"/>
  </w:style>
  <w:style w:type="table" w:customStyle="1" w:styleId="13">
    <w:name w:val="Сетка таблицы1"/>
    <w:basedOn w:val="a3"/>
    <w:next w:val="afff4"/>
    <w:uiPriority w:val="39"/>
    <w:rsid w:val="009C157E"/>
    <w:pPr>
      <w:spacing w:after="8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8">
    <w:name w:val="line number"/>
    <w:basedOn w:val="a2"/>
    <w:rsid w:val="00D14239"/>
  </w:style>
  <w:style w:type="paragraph" w:styleId="afff9">
    <w:name w:val="No Spacing"/>
    <w:uiPriority w:val="1"/>
    <w:qFormat/>
    <w:rsid w:val="00F015B2"/>
    <w:rPr>
      <w:rFonts w:ascii="Calibri" w:hAnsi="Calibri" w:cs="Calibri"/>
      <w:i/>
      <w:iCs/>
      <w:lang w:val="en-US" w:eastAsia="en-US"/>
    </w:rPr>
  </w:style>
  <w:style w:type="paragraph" w:customStyle="1" w:styleId="a">
    <w:name w:val="Приложение_Разделы"/>
    <w:basedOn w:val="a1"/>
    <w:rsid w:val="00CA5451"/>
    <w:pPr>
      <w:numPr>
        <w:numId w:val="2"/>
      </w:numPr>
    </w:pPr>
    <w:rPr>
      <w:szCs w:val="24"/>
    </w:rPr>
  </w:style>
  <w:style w:type="character" w:customStyle="1" w:styleId="affe">
    <w:name w:val="Абзац списка Знак"/>
    <w:aliases w:val="Заголовок_3 Знак,нумерация Знак,Bullet_IRAO Знак,Мой Список Знак,AC List 01 Знак,Подпись рисунка Знак,Table-Normal Знак,RSHB_Table-Normal Знак,List Paragraph1 Знак,List Paragraph Знак,ПКФ Список Знак,Абзац списка5 Знак,lp1 Знак"/>
    <w:link w:val="affd"/>
    <w:uiPriority w:val="34"/>
    <w:qFormat/>
    <w:locked/>
    <w:rsid w:val="00BF7BCC"/>
    <w:rPr>
      <w:sz w:val="24"/>
    </w:rPr>
  </w:style>
  <w:style w:type="paragraph" w:customStyle="1" w:styleId="-3">
    <w:name w:val="Пункт-3"/>
    <w:basedOn w:val="a1"/>
    <w:rsid w:val="00092765"/>
    <w:pPr>
      <w:tabs>
        <w:tab w:val="num" w:pos="6238"/>
      </w:tabs>
      <w:ind w:left="4253" w:firstLine="709"/>
    </w:pPr>
    <w:rPr>
      <w:sz w:val="28"/>
      <w:szCs w:val="24"/>
    </w:rPr>
  </w:style>
  <w:style w:type="paragraph" w:customStyle="1" w:styleId="-4">
    <w:name w:val="Пункт-4"/>
    <w:basedOn w:val="a1"/>
    <w:rsid w:val="00092765"/>
    <w:pPr>
      <w:tabs>
        <w:tab w:val="num" w:pos="2553"/>
      </w:tabs>
      <w:ind w:left="568" w:firstLine="709"/>
    </w:pPr>
    <w:rPr>
      <w:sz w:val="28"/>
      <w:szCs w:val="24"/>
    </w:rPr>
  </w:style>
  <w:style w:type="paragraph" w:customStyle="1" w:styleId="-5">
    <w:name w:val="Пункт-5"/>
    <w:basedOn w:val="a1"/>
    <w:rsid w:val="00092765"/>
    <w:pPr>
      <w:tabs>
        <w:tab w:val="num" w:pos="1985"/>
      </w:tabs>
      <w:ind w:firstLine="709"/>
    </w:pPr>
    <w:rPr>
      <w:sz w:val="28"/>
      <w:szCs w:val="24"/>
    </w:rPr>
  </w:style>
  <w:style w:type="paragraph" w:customStyle="1" w:styleId="-6">
    <w:name w:val="Пункт-6"/>
    <w:basedOn w:val="a1"/>
    <w:rsid w:val="00092765"/>
    <w:pPr>
      <w:tabs>
        <w:tab w:val="num" w:pos="1986"/>
      </w:tabs>
      <w:ind w:left="1" w:firstLine="709"/>
    </w:pPr>
    <w:rPr>
      <w:sz w:val="28"/>
      <w:szCs w:val="24"/>
    </w:rPr>
  </w:style>
  <w:style w:type="paragraph" w:customStyle="1" w:styleId="-7">
    <w:name w:val="Пункт-7"/>
    <w:basedOn w:val="a1"/>
    <w:rsid w:val="00092765"/>
    <w:pPr>
      <w:tabs>
        <w:tab w:val="num" w:pos="360"/>
      </w:tabs>
    </w:pPr>
    <w:rPr>
      <w:sz w:val="28"/>
      <w:szCs w:val="24"/>
    </w:rPr>
  </w:style>
  <w:style w:type="paragraph" w:customStyle="1" w:styleId="43">
    <w:name w:val="Пункт_4"/>
    <w:basedOn w:val="a1"/>
    <w:link w:val="44"/>
    <w:uiPriority w:val="99"/>
    <w:rsid w:val="00092765"/>
    <w:pPr>
      <w:ind w:left="720" w:hanging="360"/>
    </w:pPr>
    <w:rPr>
      <w:sz w:val="28"/>
      <w:lang w:val="x-none" w:eastAsia="x-none"/>
    </w:rPr>
  </w:style>
  <w:style w:type="paragraph" w:customStyle="1" w:styleId="24">
    <w:name w:val="Подзаголовок_2"/>
    <w:basedOn w:val="a1"/>
    <w:uiPriority w:val="99"/>
    <w:rsid w:val="00092765"/>
    <w:pPr>
      <w:keepNext/>
      <w:suppressAutoHyphens/>
      <w:spacing w:before="360" w:after="120"/>
      <w:ind w:left="720" w:hanging="360"/>
      <w:outlineLvl w:val="1"/>
    </w:pPr>
    <w:rPr>
      <w:b/>
      <w:sz w:val="32"/>
    </w:rPr>
  </w:style>
  <w:style w:type="character" w:customStyle="1" w:styleId="44">
    <w:name w:val="Пункт_4 Знак"/>
    <w:link w:val="43"/>
    <w:uiPriority w:val="99"/>
    <w:locked/>
    <w:rsid w:val="00092765"/>
    <w:rPr>
      <w:sz w:val="28"/>
      <w:lang w:val="x-none" w:eastAsia="x-none"/>
    </w:rPr>
  </w:style>
  <w:style w:type="paragraph" w:customStyle="1" w:styleId="52">
    <w:name w:val="Пункт_5"/>
    <w:basedOn w:val="a1"/>
    <w:uiPriority w:val="99"/>
    <w:rsid w:val="00092765"/>
    <w:pPr>
      <w:ind w:left="720" w:hanging="360"/>
    </w:pPr>
    <w:rPr>
      <w:sz w:val="28"/>
      <w:szCs w:val="24"/>
    </w:rPr>
  </w:style>
  <w:style w:type="paragraph" w:customStyle="1" w:styleId="14">
    <w:name w:val="Заголовок_1"/>
    <w:basedOn w:val="a1"/>
    <w:uiPriority w:val="99"/>
    <w:locked/>
    <w:rsid w:val="00092765"/>
    <w:pPr>
      <w:keepNext/>
      <w:keepLines/>
      <w:tabs>
        <w:tab w:val="num" w:pos="0"/>
        <w:tab w:val="num" w:pos="643"/>
      </w:tabs>
      <w:suppressAutoHyphens/>
      <w:spacing w:before="360" w:after="120"/>
      <w:ind w:left="643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210">
    <w:name w:val="Основной текст 21"/>
    <w:basedOn w:val="a1"/>
    <w:rsid w:val="00092765"/>
    <w:pPr>
      <w:widowControl w:val="0"/>
      <w:spacing w:before="120"/>
      <w:ind w:left="4395"/>
      <w:jc w:val="center"/>
    </w:pPr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91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3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2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49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1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4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1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16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03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2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65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7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2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0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0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1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80314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807946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162618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288292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30031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525898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footnotes" Target="footnotes.xml"/><Relationship Id="rId18" Type="http://schemas.openxmlformats.org/officeDocument/2006/relationships/hyperlink" Target="https://www.nornickel.ru/suppliers/tenders/instructions-and-templates/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customXml" Target="../customXml/item7.xml"/><Relationship Id="rId12" Type="http://schemas.openxmlformats.org/officeDocument/2006/relationships/webSettings" Target="webSettings.xml"/><Relationship Id="rId17" Type="http://schemas.openxmlformats.org/officeDocument/2006/relationships/hyperlink" Target="https://www.nornickel.ru/investors/disclosure/corporate-documents/?sphrase_id=3361501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ntpo.ru" TargetMode="External"/><Relationship Id="rId20" Type="http://schemas.openxmlformats.org/officeDocument/2006/relationships/hyperlink" Target="mailto:zakupntpo@nornik.ru" TargetMode="Externa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settings" Target="settings.xml"/><Relationship Id="rId5" Type="http://schemas.openxmlformats.org/officeDocument/2006/relationships/customXml" Target="../customXml/item5.xml"/><Relationship Id="rId15" Type="http://schemas.openxmlformats.org/officeDocument/2006/relationships/image" Target="media/image1.jpeg"/><Relationship Id="rId10" Type="http://schemas.openxmlformats.org/officeDocument/2006/relationships/styles" Target="styles.xml"/><Relationship Id="rId19" Type="http://schemas.openxmlformats.org/officeDocument/2006/relationships/hyperlink" Target="mailto:SpirinSN@nornik.ru" TargetMode="External"/><Relationship Id="rId4" Type="http://schemas.openxmlformats.org/officeDocument/2006/relationships/customXml" Target="../customXml/item4.xml"/><Relationship Id="rId9" Type="http://schemas.openxmlformats.org/officeDocument/2006/relationships/numbering" Target="numbering.xml"/><Relationship Id="rId14" Type="http://schemas.openxmlformats.org/officeDocument/2006/relationships/endnotes" Target="endnotes.xml"/><Relationship Id="rId22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temp\notesE97E9E\&#1064;&#1072;&#1073;&#1083;&#1086;&#1085;%20&#1053;&#1052;&#1044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FBA308-6061-4F5A-A8FC-779CC9BC77F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302E04F-11F5-412D-9B03-390ADECEE32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F1CB553-61C9-4949-B5EA-90C1FC1A2FE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EB2EA1A-A17E-4EA6-BC6B-DFCCB2511333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FF62EAF0-AA52-4423-8F34-1CD5DBA846DC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D663E401-D0A1-4252-A0F2-98A5FD17E5FF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43BD4E10-E4A3-4850-A2E1-F0FD36AA96AD}">
  <ds:schemaRefs>
    <ds:schemaRef ds:uri="http://schemas.openxmlformats.org/officeDocument/2006/bibliography"/>
  </ds:schemaRefs>
</ds:datastoreItem>
</file>

<file path=customXml/itemProps8.xml><?xml version="1.0" encoding="utf-8"?>
<ds:datastoreItem xmlns:ds="http://schemas.openxmlformats.org/officeDocument/2006/customXml" ds:itemID="{095BEFDB-41FE-457A-9A9E-799880F5B9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НМД.dot</Template>
  <TotalTime>3</TotalTime>
  <Pages>5</Pages>
  <Words>1397</Words>
  <Characters>10731</Characters>
  <Application>Microsoft Office Word</Application>
  <DocSecurity>0</DocSecurity>
  <Lines>89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Шаблон НМД</vt:lpstr>
    </vt:vector>
  </TitlesOfParts>
  <Company>MO GMK NN</Company>
  <LinksUpToDate>false</LinksUpToDate>
  <CharactersWithSpaces>12104</CharactersWithSpaces>
  <SharedDoc>false</SharedDoc>
  <HLinks>
    <vt:vector size="168" baseType="variant">
      <vt:variant>
        <vt:i4>2228269</vt:i4>
      </vt:variant>
      <vt:variant>
        <vt:i4>123</vt:i4>
      </vt:variant>
      <vt:variant>
        <vt:i4>0</vt:i4>
      </vt:variant>
      <vt:variant>
        <vt:i4>5</vt:i4>
      </vt:variant>
      <vt:variant>
        <vt:lpwstr>http://dic.academic.ru/dic.nsf/lower/18816</vt:lpwstr>
      </vt:variant>
      <vt:variant>
        <vt:lpwstr/>
      </vt:variant>
      <vt:variant>
        <vt:i4>3014689</vt:i4>
      </vt:variant>
      <vt:variant>
        <vt:i4>120</vt:i4>
      </vt:variant>
      <vt:variant>
        <vt:i4>0</vt:i4>
      </vt:variant>
      <vt:variant>
        <vt:i4>5</vt:i4>
      </vt:variant>
      <vt:variant>
        <vt:lpwstr>http://dic.academic.ru/dic.nsf/lower/16735</vt:lpwstr>
      </vt:variant>
      <vt:variant>
        <vt:lpwstr/>
      </vt:variant>
      <vt:variant>
        <vt:i4>1179710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_Toc384807923</vt:lpwstr>
      </vt:variant>
      <vt:variant>
        <vt:i4>1179710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_Toc384807921</vt:lpwstr>
      </vt:variant>
      <vt:variant>
        <vt:i4>1179710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_Toc384807920</vt:lpwstr>
      </vt:variant>
      <vt:variant>
        <vt:i4>1114174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_Toc384807919</vt:lpwstr>
      </vt:variant>
      <vt:variant>
        <vt:i4>1114174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_Toc384807918</vt:lpwstr>
      </vt:variant>
      <vt:variant>
        <vt:i4>1114174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_Toc384807916</vt:lpwstr>
      </vt:variant>
      <vt:variant>
        <vt:i4>1114174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_Toc384807915</vt:lpwstr>
      </vt:variant>
      <vt:variant>
        <vt:i4>1114174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_Toc384807912</vt:lpwstr>
      </vt:variant>
      <vt:variant>
        <vt:i4>1114174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_Toc384807911</vt:lpwstr>
      </vt:variant>
      <vt:variant>
        <vt:i4>1114174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_Toc384807910</vt:lpwstr>
      </vt:variant>
      <vt:variant>
        <vt:i4>1048638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_Toc384807909</vt:lpwstr>
      </vt:variant>
      <vt:variant>
        <vt:i4>1048638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_Toc384807908</vt:lpwstr>
      </vt:variant>
      <vt:variant>
        <vt:i4>1048638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_Toc384807907</vt:lpwstr>
      </vt:variant>
      <vt:variant>
        <vt:i4>1048638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_Toc384807902</vt:lpwstr>
      </vt:variant>
      <vt:variant>
        <vt:i4>1048638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_Toc384807901</vt:lpwstr>
      </vt:variant>
      <vt:variant>
        <vt:i4>1638463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_Toc384807899</vt:lpwstr>
      </vt:variant>
      <vt:variant>
        <vt:i4>1638463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_Toc384807897</vt:lpwstr>
      </vt:variant>
      <vt:variant>
        <vt:i4>1638463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_Toc384807895</vt:lpwstr>
      </vt:variant>
      <vt:variant>
        <vt:i4>1441855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_Toc384807865</vt:lpwstr>
      </vt:variant>
      <vt:variant>
        <vt:i4>1441855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_Toc384807861</vt:lpwstr>
      </vt:variant>
      <vt:variant>
        <vt:i4>1376319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_Toc384807859</vt:lpwstr>
      </vt:variant>
      <vt:variant>
        <vt:i4>1310783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_Toc384807848</vt:lpwstr>
      </vt:variant>
      <vt:variant>
        <vt:i4>1245247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_Toc384807835</vt:lpwstr>
      </vt:variant>
      <vt:variant>
        <vt:i4>1179711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_Toc384807826</vt:lpwstr>
      </vt:variant>
      <vt:variant>
        <vt:i4>1179711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_Toc384807825</vt:lpwstr>
      </vt:variant>
      <vt:variant>
        <vt:i4>1179711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_Toc384807823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Шаблон НМД</dc:title>
  <dc:creator>GEF</dc:creator>
  <cp:lastModifiedBy>Ярковая Юлия Тимофеевна</cp:lastModifiedBy>
  <cp:revision>4</cp:revision>
  <cp:lastPrinted>2021-02-05T07:45:00Z</cp:lastPrinted>
  <dcterms:created xsi:type="dcterms:W3CDTF">2024-11-05T04:09:00Z</dcterms:created>
  <dcterms:modified xsi:type="dcterms:W3CDTF">2024-11-05T04:20:00Z</dcterms:modified>
</cp:coreProperties>
</file>